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85" w:rsidRPr="00EF69D3" w:rsidRDefault="002A0841" w:rsidP="002C0A0D">
      <w:pPr>
        <w:rPr>
          <w:rFonts w:ascii="Century Gothic" w:hAnsi="Century Gothic"/>
          <w:b/>
          <w:color w:val="00B050"/>
          <w:sz w:val="48"/>
          <w:szCs w:val="48"/>
        </w:rPr>
      </w:pPr>
      <w:r>
        <w:rPr>
          <w:rFonts w:ascii="Century Gothic" w:hAnsi="Century Gothic"/>
          <w:b/>
          <w:color w:val="00B050"/>
          <w:sz w:val="48"/>
          <w:szCs w:val="48"/>
        </w:rPr>
        <w:t xml:space="preserve">RED CAPSICUM AND </w:t>
      </w:r>
      <w:r w:rsidR="006A3C02">
        <w:rPr>
          <w:rFonts w:ascii="Century Gothic" w:hAnsi="Century Gothic"/>
          <w:b/>
          <w:color w:val="00B050"/>
          <w:sz w:val="48"/>
          <w:szCs w:val="48"/>
        </w:rPr>
        <w:t>BROCCOLI SALAD</w:t>
      </w:r>
    </w:p>
    <w:p w:rsidR="00191A29" w:rsidRPr="00EF69D3" w:rsidRDefault="00EF69D3" w:rsidP="00EF69D3">
      <w:pPr>
        <w:jc w:val="right"/>
        <w:rPr>
          <w:rFonts w:ascii="Century Gothic" w:hAnsi="Century Gothic"/>
          <w:b/>
          <w:color w:val="FF0000"/>
          <w:sz w:val="24"/>
          <w:szCs w:val="24"/>
        </w:rPr>
        <w:sectPr w:rsidR="00191A29" w:rsidRPr="00EF69D3" w:rsidSect="00EF69D3"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  <w:r w:rsidRPr="00EF69D3">
        <w:rPr>
          <w:rFonts w:ascii="Century Gothic" w:hAnsi="Century Gothic"/>
          <w:b/>
          <w:color w:val="FF0000"/>
          <w:sz w:val="24"/>
          <w:szCs w:val="24"/>
        </w:rPr>
        <w:t xml:space="preserve">GF </w:t>
      </w:r>
      <w:r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r w:rsidRPr="00EF69D3">
        <w:rPr>
          <w:rFonts w:ascii="Century Gothic" w:hAnsi="Century Gothic"/>
          <w:b/>
          <w:color w:val="FF0000"/>
          <w:sz w:val="24"/>
          <w:szCs w:val="24"/>
        </w:rPr>
        <w:t xml:space="preserve"> DF </w:t>
      </w:r>
      <w:r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r w:rsidRPr="00EF69D3">
        <w:rPr>
          <w:rFonts w:ascii="Century Gothic" w:hAnsi="Century Gothic"/>
          <w:b/>
          <w:color w:val="FF0000"/>
          <w:sz w:val="24"/>
          <w:szCs w:val="24"/>
        </w:rPr>
        <w:t xml:space="preserve"> EF</w:t>
      </w:r>
      <w:bookmarkStart w:id="0" w:name="_GoBack"/>
      <w:bookmarkEnd w:id="0"/>
    </w:p>
    <w:p w:rsidR="006A3C02" w:rsidRDefault="006A3C02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lastRenderedPageBreak/>
        <w:t>3 rashers bacon</w:t>
      </w:r>
    </w:p>
    <w:p w:rsidR="006A3C02" w:rsidRDefault="006A3C02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1 red pepper</w:t>
      </w:r>
    </w:p>
    <w:p w:rsidR="006A3C02" w:rsidRDefault="006A3C02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½ small red </w:t>
      </w:r>
      <w:proofErr w:type="gramStart"/>
      <w:r>
        <w:rPr>
          <w:rFonts w:ascii="Century Gothic" w:hAnsi="Century Gothic"/>
          <w:b/>
          <w:sz w:val="24"/>
          <w:szCs w:val="24"/>
        </w:rPr>
        <w:t>onion</w:t>
      </w:r>
      <w:proofErr w:type="gramEnd"/>
    </w:p>
    <w:p w:rsidR="006A3C02" w:rsidRDefault="006A3C02" w:rsidP="006A3C02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1 head broccoli</w:t>
      </w:r>
    </w:p>
    <w:p w:rsidR="006A3C02" w:rsidRDefault="00E530B6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45g</w:t>
      </w:r>
      <w:r w:rsidR="006A3C02">
        <w:rPr>
          <w:rFonts w:ascii="Century Gothic" w:hAnsi="Century Gothic"/>
          <w:b/>
          <w:sz w:val="24"/>
          <w:szCs w:val="24"/>
        </w:rPr>
        <w:t xml:space="preserve"> cranberries or sultanas</w:t>
      </w:r>
    </w:p>
    <w:p w:rsidR="00972C85" w:rsidRDefault="00E530B6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30g</w:t>
      </w:r>
      <w:r w:rsidR="006A3C02">
        <w:rPr>
          <w:rFonts w:ascii="Century Gothic" w:hAnsi="Century Gothic"/>
          <w:b/>
          <w:sz w:val="24"/>
          <w:szCs w:val="24"/>
        </w:rPr>
        <w:t xml:space="preserve"> slivered almonds</w:t>
      </w:r>
    </w:p>
    <w:p w:rsidR="006A3C02" w:rsidRDefault="006A3C02" w:rsidP="002C0A0D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French </w:t>
      </w:r>
      <w:proofErr w:type="gramStart"/>
      <w:r>
        <w:rPr>
          <w:rFonts w:ascii="Century Gothic" w:hAnsi="Century Gothic"/>
          <w:b/>
          <w:sz w:val="24"/>
          <w:szCs w:val="24"/>
        </w:rPr>
        <w:t>Dressing</w:t>
      </w:r>
      <w:proofErr w:type="gramEnd"/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191A29" w:rsidRDefault="00191A29" w:rsidP="002C0A0D">
      <w:pPr>
        <w:rPr>
          <w:rFonts w:ascii="Century Gothic" w:hAnsi="Century Gothic"/>
          <w:b/>
          <w:sz w:val="24"/>
          <w:szCs w:val="24"/>
        </w:rPr>
      </w:pPr>
    </w:p>
    <w:p w:rsidR="006A3C02" w:rsidRPr="006A3C02" w:rsidRDefault="006A3C02" w:rsidP="002C0A0D">
      <w:pPr>
        <w:rPr>
          <w:rFonts w:ascii="Century Gothic" w:hAnsi="Century Gothic"/>
          <w:b/>
          <w:sz w:val="24"/>
          <w:szCs w:val="24"/>
        </w:rPr>
      </w:pPr>
    </w:p>
    <w:p w:rsidR="003B4515" w:rsidRDefault="00295E11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Chop bacon into large pieces. </w:t>
      </w:r>
      <w:r w:rsidR="006A3C02">
        <w:rPr>
          <w:rFonts w:ascii="Century Gothic" w:hAnsi="Century Gothic"/>
          <w:sz w:val="24"/>
          <w:szCs w:val="24"/>
        </w:rPr>
        <w:t>Pan fry until crisp. Place into TM bowl.</w:t>
      </w:r>
    </w:p>
    <w:p w:rsidR="006A3C02" w:rsidRDefault="006A3C02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Cut red pepper and onion into pieces and add to bowl.</w:t>
      </w:r>
    </w:p>
    <w:p w:rsidR="006A3C02" w:rsidRDefault="006A3C02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Chop for 3 seconds on Speed 4.</w:t>
      </w:r>
    </w:p>
    <w:p w:rsidR="006A3C02" w:rsidRDefault="006A3C02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Cut broccoli into florets.  Add to bowl with cranberries and almonds.</w:t>
      </w:r>
    </w:p>
    <w:p w:rsidR="006A3C02" w:rsidRDefault="006A3C02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Chop 5 seconds</w:t>
      </w:r>
      <w:r w:rsidR="00E530B6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Speed 4 </w:t>
      </w:r>
      <w:r w:rsidR="00191A29">
        <w:rPr>
          <w:rFonts w:ascii="Century Gothic" w:hAnsi="Century Gothic"/>
          <w:sz w:val="24"/>
          <w:szCs w:val="24"/>
        </w:rPr>
        <w:t xml:space="preserve">or </w:t>
      </w:r>
      <w:r>
        <w:rPr>
          <w:rFonts w:ascii="Century Gothic" w:hAnsi="Century Gothic"/>
          <w:sz w:val="24"/>
          <w:szCs w:val="24"/>
        </w:rPr>
        <w:t xml:space="preserve">until chopped to desired size.  </w:t>
      </w:r>
    </w:p>
    <w:p w:rsidR="006A3C02" w:rsidRPr="006A3C02" w:rsidRDefault="006A3C02" w:rsidP="00C801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Place in serving bowl and drizzle with dressing.</w:t>
      </w:r>
    </w:p>
    <w:p w:rsidR="00C80169" w:rsidRPr="00796403" w:rsidRDefault="00C80169" w:rsidP="002C0A0D">
      <w:pPr>
        <w:rPr>
          <w:rFonts w:ascii="Century Gothic" w:hAnsi="Century Gothic"/>
          <w:sz w:val="24"/>
          <w:szCs w:val="24"/>
        </w:rPr>
      </w:pPr>
    </w:p>
    <w:sectPr w:rsidR="00C80169" w:rsidRPr="00796403" w:rsidSect="00191A29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E1071"/>
    <w:rsid w:val="000921D1"/>
    <w:rsid w:val="000A1267"/>
    <w:rsid w:val="0017108F"/>
    <w:rsid w:val="00191A29"/>
    <w:rsid w:val="00295E11"/>
    <w:rsid w:val="002A0841"/>
    <w:rsid w:val="002C0A0D"/>
    <w:rsid w:val="003175D8"/>
    <w:rsid w:val="003A0A4C"/>
    <w:rsid w:val="003B4515"/>
    <w:rsid w:val="003E1071"/>
    <w:rsid w:val="00427D58"/>
    <w:rsid w:val="004900D6"/>
    <w:rsid w:val="004D4F22"/>
    <w:rsid w:val="004D6F0D"/>
    <w:rsid w:val="004F6F3E"/>
    <w:rsid w:val="00582305"/>
    <w:rsid w:val="005F27B3"/>
    <w:rsid w:val="006244A7"/>
    <w:rsid w:val="00690545"/>
    <w:rsid w:val="00691AD4"/>
    <w:rsid w:val="006A3C02"/>
    <w:rsid w:val="00703745"/>
    <w:rsid w:val="007137B6"/>
    <w:rsid w:val="00796403"/>
    <w:rsid w:val="00827073"/>
    <w:rsid w:val="00875823"/>
    <w:rsid w:val="008D047E"/>
    <w:rsid w:val="008E58F5"/>
    <w:rsid w:val="00971489"/>
    <w:rsid w:val="00972C85"/>
    <w:rsid w:val="00984F3A"/>
    <w:rsid w:val="009B5249"/>
    <w:rsid w:val="00A450DD"/>
    <w:rsid w:val="00A73298"/>
    <w:rsid w:val="00B701DB"/>
    <w:rsid w:val="00C80169"/>
    <w:rsid w:val="00C83791"/>
    <w:rsid w:val="00CC3B7E"/>
    <w:rsid w:val="00D52BC0"/>
    <w:rsid w:val="00E1665D"/>
    <w:rsid w:val="00E530B6"/>
    <w:rsid w:val="00E66230"/>
    <w:rsid w:val="00EF69D3"/>
    <w:rsid w:val="00F2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ail%20User\Desktop\New%20Folder%20(2)\THERMO%20RECIP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THERMO RECIPE TEMPLATE</Template>
  <TotalTime>15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Wright's</cp:lastModifiedBy>
  <cp:revision>7</cp:revision>
  <cp:lastPrinted>2012-05-25T04:08:00Z</cp:lastPrinted>
  <dcterms:created xsi:type="dcterms:W3CDTF">2011-09-10T09:33:00Z</dcterms:created>
  <dcterms:modified xsi:type="dcterms:W3CDTF">2014-05-15T06:13:00Z</dcterms:modified>
</cp:coreProperties>
</file>