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/>
        <w:pict>
          <v:group style="position:absolute;margin-left:35.7528pt;margin-top:708.923096pt;width:540.494pt;height:1.0449pt;mso-position-horizontal-relative:page;mso-position-vertical-relative:page;z-index:-553" coordorigin="715,14178" coordsize="10810,21">
            <v:group style="position:absolute;left:1080;top:14194;width:10080;height:2" coordorigin="1080,14194" coordsize="10080,2">
              <v:shape style="position:absolute;left:1080;top:14194;width:10080;height:2" coordorigin="1080,14194" coordsize="10080,0" path="m1080,14194l11160,14194e" filled="f" stroked="t" strokeweight=".5pt" strokecolor="#74787A">
                <v:path arrowok="t"/>
              </v:shape>
            </v:group>
            <v:group style="position:absolute;left:725;top:14188;width:10790;height:2" coordorigin="725,14188" coordsize="10790,2">
              <v:shape style="position:absolute;left:725;top:14188;width:10790;height:2" coordorigin="725,14188" coordsize="10790,0" path="m725,14188l11515,14188e" filled="f" stroked="t" strokeweight="1pt" strokecolor="#515658">
                <v:path arrowok="t"/>
              </v:shape>
            </v:group>
            <w10:wrap type="none"/>
          </v:group>
        </w:pict>
      </w: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327" w:lineRule="exact"/>
        <w:ind w:left="2966" w:right="-20"/>
        <w:jc w:val="left"/>
        <w:rPr>
          <w:rFonts w:ascii="Arial" w:hAnsi="Arial" w:cs="Arial" w:eastAsia="Arial"/>
          <w:sz w:val="121"/>
          <w:szCs w:val="121"/>
        </w:rPr>
      </w:pPr>
      <w:rPr/>
      <w:r>
        <w:rPr/>
        <w:pict>
          <v:group style="position:absolute;margin-left:113.343491pt;margin-top:-13.905958pt;width:105.934677pt;height:110.351436pt;mso-position-horizontal-relative:page;mso-position-vertical-relative:paragraph;z-index:-552" coordorigin="2267,-278" coordsize="2119,2207">
            <v:group style="position:absolute;left:2309;top:-273;width:2035;height:2028" coordorigin="2309,-273" coordsize="2035,2028">
              <v:shape style="position:absolute;left:2309;top:-273;width:2035;height:2028" coordorigin="2309,-273" coordsize="2035,2028" path="m3330,-273l3246,-270,3164,-260,3085,-244,3007,-222,2933,-194,2861,-160,2792,-122,2727,-78,2666,-30,2608,23,2555,80,2506,141,2462,206,2423,274,2389,345,2361,419,2338,496,2322,576,2312,658,2309,741,2312,825,2322,906,2338,986,2361,1063,2389,1137,2423,1208,2462,1276,2506,1341,2555,1402,2608,1459,2666,1512,2727,1560,2792,1604,2861,1642,2933,1676,3007,1704,3085,1726,3164,1742,3246,1752,3330,1755,3412,1752,3493,1742,3572,1726,3649,1704,3723,1676,3794,1642,3862,1604,3927,1560,3988,1512,4045,1459,4098,1402,4147,1341,4191,1276,4230,1208,4264,1137,4292,1063,4314,986,4331,906,4341,825,4344,741,4341,658,4331,576,4314,496,4292,419,4264,345,4230,274,4191,206,4147,141,4098,80,4045,23,3988,-30,3927,-78,3862,-122,3794,-160,3723,-194,3649,-222,3572,-244,3493,-260,3412,-270,3330,-273e" filled="t" fillcolor="#1C3968" stroked="f">
                <v:path arrowok="t"/>
                <v:fill/>
              </v:shape>
            </v:group>
            <v:group style="position:absolute;left:2385;top:-204;width:1883;height:1889" coordorigin="2385,-204" coordsize="1883,1889">
              <v:shape style="position:absolute;left:2385;top:-204;width:1883;height:1889" coordorigin="2385,-204" coordsize="1883,1889" path="m3330,-204l3252,-201,3177,-191,3103,-176,3031,-155,2962,-129,2896,-98,2832,-62,2772,-21,2715,24,2662,73,2613,127,2568,183,2527,244,2491,307,2459,374,2433,443,2412,514,2397,588,2388,664,2385,741,2388,818,2397,894,2412,968,2433,1039,2459,1108,2491,1175,2527,1238,2568,1299,2613,1356,2662,1409,2715,1458,2772,1503,2832,1544,2896,1580,2962,1611,3031,1638,3103,1658,3177,1673,3252,1683,3330,1686,3406,1683,3481,1673,3554,1658,3625,1638,3693,1611,3759,1580,3822,1544,3882,1503,3938,1458,3991,1409,4041,1356,4085,1299,4126,1238,4162,1175,4193,1108,4219,1039,4240,968,4255,894,4264,818,4268,741,4264,664,4255,588,4240,514,4219,443,4193,374,4162,307,4126,244,4085,183,4041,127,3991,73,3938,24,3882,-21,3822,-62,3759,-98,3693,-129,3625,-155,3554,-176,3481,-191,3406,-201,3330,-204e" filled="t" fillcolor="#FFFFFF" stroked="f">
                <v:path arrowok="t"/>
                <v:fill/>
              </v:shape>
            </v:group>
            <v:group style="position:absolute;left:2454;top:-134;width:1744;height:1751" coordorigin="2454,-134" coordsize="1744,1751">
              <v:shape style="position:absolute;left:2454;top:-134;width:1744;height:1751" coordorigin="2454,-134" coordsize="1744,1751" path="m3330,-134l3258,-131,3187,-123,3118,-109,3052,-89,2988,-65,2926,-36,2867,-2,2812,36,2759,78,2710,124,2664,173,2622,226,2585,282,2552,341,2523,402,2499,466,2480,532,2466,600,2457,670,2454,741,2457,813,2466,884,2480,952,2499,1019,2523,1083,2552,1145,2585,1203,2622,1259,2664,1312,2710,1361,2759,1407,2812,1448,2867,1486,2926,1519,2988,1548,3052,1572,3118,1591,3187,1605,3258,1613,3330,1616,3401,1613,3471,1605,3538,1591,3604,1572,3668,1548,3729,1519,3787,1486,3842,1448,3895,1407,3944,1361,3989,1312,4030,1259,4068,1203,4101,1145,4130,1083,4154,1019,4173,952,4187,884,4195,813,4198,741,4195,670,4187,600,4173,532,4154,466,4130,402,4101,341,4068,282,4030,226,3989,173,3944,124,3895,78,3842,36,3787,-2,3729,-36,3668,-65,3604,-89,3538,-109,3471,-123,3401,-131,3330,-134e" filled="t" fillcolor="#1C3968" stroked="f">
                <v:path arrowok="t"/>
                <v:fill/>
              </v:shape>
              <v:shape style="position:absolute;left:2267;top:1776;width:2119;height:153" type="#_x0000_t75">
                <v:imagedata r:id="rId5" o:title=""/>
              </v:shape>
            </v:group>
            <v:group style="position:absolute;left:2315;top:1818;width:2022;height:55" coordorigin="2315,1818" coordsize="2022,55">
              <v:shape style="position:absolute;left:2315;top:1818;width:2022;height:55" coordorigin="2315,1818" coordsize="2022,55" path="m3412,1818l3246,1818,2730,1824,2467,1832,2395,1835,2329,1841,2315,1846,2319,1848,2395,1856,2510,1861,2730,1868,3246,1873,3412,1873,3924,1868,4143,1861,4224,1858,4286,1854,4337,1846,4334,1843,4258,1835,4186,1832,3924,1824,3412,1818e" filled="t" fillcolor="#CECDCD" stroked="f">
                <v:path arrowok="t"/>
                <v:fill/>
              </v:shape>
            </v:group>
            <v:group style="position:absolute;left:2718;top:-93;width:1278;height:1528" coordorigin="2718,-93" coordsize="1278,1528">
              <v:shape style="position:absolute;left:2718;top:-93;width:1278;height:1528" coordorigin="2718,-93" coordsize="1278,1528" path="m3323,-93l2830,178,2718,1109,2899,1436,3378,1179,3285,1005,3087,1005,3087,442,3612,442,3323,-93e" filled="t" fillcolor="#FFFFFF" stroked="f">
                <v:path arrowok="t"/>
                <v:fill/>
              </v:shape>
              <v:shape style="position:absolute;left:2718;top:-93;width:1278;height:1528" coordorigin="2718,-93" coordsize="1278,1528" path="m3612,442l3087,442,3531,769,3378,852,3642,1352,3997,1165,3858,915,3997,845,3860,588,3691,588,3612,442e" filled="t" fillcolor="#FFFFFF" stroked="f">
                <v:path arrowok="t"/>
                <v:fill/>
              </v:shape>
              <v:shape style="position:absolute;left:2718;top:-93;width:1278;height:1528" coordorigin="2718,-93" coordsize="1278,1528" path="m3239,922l3087,1005,3285,1005,3239,922e" filled="t" fillcolor="#FFFFFF" stroked="f">
                <v:path arrowok="t"/>
                <v:fill/>
              </v:shape>
              <v:shape style="position:absolute;left:2718;top:-93;width:1278;height:1528" coordorigin="2718,-93" coordsize="1278,1528" path="m3823,519l3691,588,3860,588,3823,519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129"/>
          <w:szCs w:val="129"/>
          <w:color w:val="1C3968"/>
          <w:w w:val="119"/>
          <w:b/>
          <w:bCs/>
          <w:position w:val="-5"/>
        </w:rPr>
        <w:t>4</w:t>
      </w:r>
      <w:r>
        <w:rPr>
          <w:rFonts w:ascii="Arial" w:hAnsi="Arial" w:cs="Arial" w:eastAsia="Arial"/>
          <w:sz w:val="121"/>
          <w:szCs w:val="121"/>
          <w:color w:val="1C3968"/>
          <w:spacing w:val="-61"/>
          <w:w w:val="108"/>
          <w:b/>
          <w:bCs/>
          <w:position w:val="-5"/>
        </w:rPr>
        <w:t>C</w:t>
      </w:r>
      <w:r>
        <w:rPr>
          <w:rFonts w:ascii="Arial" w:hAnsi="Arial" w:cs="Arial" w:eastAsia="Arial"/>
          <w:sz w:val="121"/>
          <w:szCs w:val="121"/>
          <w:color w:val="1C3968"/>
          <w:spacing w:val="-61"/>
          <w:w w:val="120"/>
          <w:b/>
          <w:bCs/>
          <w:position w:val="-5"/>
        </w:rPr>
        <w:t>li</w:t>
      </w:r>
      <w:r>
        <w:rPr>
          <w:rFonts w:ascii="Arial" w:hAnsi="Arial" w:cs="Arial" w:eastAsia="Arial"/>
          <w:sz w:val="121"/>
          <w:szCs w:val="121"/>
          <w:color w:val="1C3968"/>
          <w:spacing w:val="-61"/>
          <w:w w:val="110"/>
          <w:b/>
          <w:bCs/>
          <w:position w:val="-5"/>
        </w:rPr>
        <w:t>c</w:t>
      </w:r>
      <w:r>
        <w:rPr>
          <w:rFonts w:ascii="Arial" w:hAnsi="Arial" w:cs="Arial" w:eastAsia="Arial"/>
          <w:sz w:val="121"/>
          <w:szCs w:val="121"/>
          <w:color w:val="1C3968"/>
          <w:spacing w:val="-61"/>
          <w:w w:val="120"/>
          <w:b/>
          <w:bCs/>
          <w:position w:val="-5"/>
        </w:rPr>
        <w:t>k</w:t>
      </w:r>
      <w:r>
        <w:rPr>
          <w:rFonts w:ascii="Arial" w:hAnsi="Arial" w:cs="Arial" w:eastAsia="Arial"/>
          <w:sz w:val="121"/>
          <w:szCs w:val="121"/>
          <w:color w:val="1C3968"/>
          <w:spacing w:val="0"/>
          <w:w w:val="100"/>
          <w:b/>
          <w:bCs/>
          <w:position w:val="-5"/>
        </w:rPr>
        <w:t>s</w:t>
      </w:r>
      <w:r>
        <w:rPr>
          <w:rFonts w:ascii="Arial" w:hAnsi="Arial" w:cs="Arial" w:eastAsia="Arial"/>
          <w:sz w:val="121"/>
          <w:szCs w:val="121"/>
          <w:color w:val="000000"/>
          <w:spacing w:val="0"/>
          <w:w w:val="100"/>
          <w:position w:val="0"/>
        </w:rPr>
      </w:r>
    </w:p>
    <w:p>
      <w:pPr>
        <w:spacing w:before="0" w:after="0" w:line="343" w:lineRule="exact"/>
        <w:ind w:left="3388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B</w:t>
      </w:r>
      <w:r>
        <w:rPr>
          <w:rFonts w:ascii="Arial" w:hAnsi="Arial" w:cs="Arial" w:eastAsia="Arial"/>
          <w:sz w:val="40"/>
          <w:szCs w:val="40"/>
          <w:color w:val="F36F21"/>
          <w:spacing w:val="0"/>
          <w:w w:val="87"/>
          <w:position w:val="1"/>
        </w:rPr>
        <w:t>y</w:t>
      </w:r>
      <w:r>
        <w:rPr>
          <w:rFonts w:ascii="Arial" w:hAnsi="Arial" w:cs="Arial" w:eastAsia="Arial"/>
          <w:sz w:val="40"/>
          <w:szCs w:val="40"/>
          <w:color w:val="F36F21"/>
          <w:spacing w:val="2"/>
          <w:w w:val="87"/>
          <w:position w:val="1"/>
        </w:rPr>
        <w:t> 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E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s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t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i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m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a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t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o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r</w:t>
      </w:r>
      <w:r>
        <w:rPr>
          <w:rFonts w:ascii="Arial" w:hAnsi="Arial" w:cs="Arial" w:eastAsia="Arial"/>
          <w:sz w:val="40"/>
          <w:szCs w:val="40"/>
          <w:color w:val="F36F21"/>
          <w:spacing w:val="0"/>
          <w:w w:val="87"/>
          <w:position w:val="1"/>
        </w:rPr>
        <w:t>s</w:t>
      </w:r>
      <w:r>
        <w:rPr>
          <w:rFonts w:ascii="Arial" w:hAnsi="Arial" w:cs="Arial" w:eastAsia="Arial"/>
          <w:sz w:val="40"/>
          <w:szCs w:val="40"/>
          <w:color w:val="F36F21"/>
          <w:spacing w:val="37"/>
          <w:w w:val="87"/>
          <w:position w:val="1"/>
        </w:rPr>
        <w:t> 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F</w:t>
      </w:r>
      <w:r>
        <w:rPr>
          <w:rFonts w:ascii="Arial" w:hAnsi="Arial" w:cs="Arial" w:eastAsia="Arial"/>
          <w:sz w:val="40"/>
          <w:szCs w:val="40"/>
          <w:color w:val="F36F21"/>
          <w:spacing w:val="-3"/>
          <w:w w:val="87"/>
          <w:position w:val="1"/>
        </w:rPr>
        <w:t>o</w:t>
      </w:r>
      <w:r>
        <w:rPr>
          <w:rFonts w:ascii="Arial" w:hAnsi="Arial" w:cs="Arial" w:eastAsia="Arial"/>
          <w:sz w:val="40"/>
          <w:szCs w:val="40"/>
          <w:color w:val="F36F21"/>
          <w:spacing w:val="0"/>
          <w:w w:val="87"/>
          <w:position w:val="1"/>
        </w:rPr>
        <w:t>r</w:t>
      </w:r>
      <w:r>
        <w:rPr>
          <w:rFonts w:ascii="Arial" w:hAnsi="Arial" w:cs="Arial" w:eastAsia="Arial"/>
          <w:sz w:val="40"/>
          <w:szCs w:val="40"/>
          <w:color w:val="F36F21"/>
          <w:spacing w:val="-22"/>
          <w:w w:val="87"/>
          <w:position w:val="1"/>
        </w:rPr>
        <w:t> 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75"/>
          <w:position w:val="1"/>
        </w:rPr>
        <w:t>E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89"/>
          <w:position w:val="1"/>
        </w:rPr>
        <w:t>s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101"/>
          <w:position w:val="1"/>
        </w:rPr>
        <w:t>t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101"/>
          <w:position w:val="1"/>
        </w:rPr>
        <w:t>i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87"/>
          <w:position w:val="1"/>
        </w:rPr>
        <w:t>m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91"/>
          <w:position w:val="1"/>
        </w:rPr>
        <w:t>a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101"/>
          <w:position w:val="1"/>
        </w:rPr>
        <w:t>t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91"/>
          <w:position w:val="1"/>
        </w:rPr>
        <w:t>o</w:t>
      </w:r>
      <w:r>
        <w:rPr>
          <w:rFonts w:ascii="Arial" w:hAnsi="Arial" w:cs="Arial" w:eastAsia="Arial"/>
          <w:sz w:val="40"/>
          <w:szCs w:val="40"/>
          <w:color w:val="F36F21"/>
          <w:spacing w:val="-4"/>
          <w:w w:val="101"/>
          <w:position w:val="1"/>
        </w:rPr>
        <w:t>r</w:t>
      </w:r>
      <w:r>
        <w:rPr>
          <w:rFonts w:ascii="Arial" w:hAnsi="Arial" w:cs="Arial" w:eastAsia="Arial"/>
          <w:sz w:val="40"/>
          <w:szCs w:val="40"/>
          <w:color w:val="F36F21"/>
          <w:spacing w:val="0"/>
          <w:w w:val="89"/>
          <w:position w:val="1"/>
        </w:rPr>
        <w:t>s</w:t>
      </w:r>
      <w:r>
        <w:rPr>
          <w:rFonts w:ascii="Arial" w:hAnsi="Arial" w:cs="Arial" w:eastAsia="Arial"/>
          <w:sz w:val="40"/>
          <w:szCs w:val="40"/>
          <w:color w:val="F36F21"/>
          <w:spacing w:val="-83"/>
          <w:w w:val="100"/>
          <w:position w:val="1"/>
        </w:rPr>
        <w:t> </w:t>
      </w:r>
      <w:r>
        <w:rPr>
          <w:rFonts w:ascii="Arial" w:hAnsi="Arial" w:cs="Arial" w:eastAsia="Arial"/>
          <w:sz w:val="16"/>
          <w:szCs w:val="16"/>
          <w:color w:val="F36F21"/>
          <w:spacing w:val="0"/>
          <w:w w:val="100"/>
          <w:position w:val="16"/>
        </w:rPr>
        <w:t>TM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auto"/>
        <w:ind w:left="2544" w:right="-20"/>
        <w:jc w:val="left"/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color w:val="74787A"/>
          <w:spacing w:val="-2"/>
          <w:w w:val="81"/>
          <w:b/>
          <w:bCs/>
        </w:rPr>
        <w:t>B</w:t>
      </w:r>
      <w:r>
        <w:rPr>
          <w:rFonts w:ascii="Arial" w:hAnsi="Arial" w:cs="Arial" w:eastAsia="Arial"/>
          <w:sz w:val="36"/>
          <w:szCs w:val="36"/>
          <w:color w:val="74787A"/>
          <w:spacing w:val="0"/>
          <w:w w:val="81"/>
          <w:b/>
          <w:bCs/>
        </w:rPr>
        <w:t>r</w:t>
      </w:r>
      <w:r>
        <w:rPr>
          <w:rFonts w:ascii="Arial" w:hAnsi="Arial" w:cs="Arial" w:eastAsia="Arial"/>
          <w:sz w:val="36"/>
          <w:szCs w:val="36"/>
          <w:color w:val="74787A"/>
          <w:spacing w:val="-2"/>
          <w:w w:val="81"/>
          <w:b/>
          <w:bCs/>
        </w:rPr>
        <w:t>a</w:t>
      </w:r>
      <w:r>
        <w:rPr>
          <w:rFonts w:ascii="Arial" w:hAnsi="Arial" w:cs="Arial" w:eastAsia="Arial"/>
          <w:sz w:val="36"/>
          <w:szCs w:val="36"/>
          <w:color w:val="74787A"/>
          <w:spacing w:val="-1"/>
          <w:w w:val="81"/>
          <w:b/>
          <w:bCs/>
        </w:rPr>
        <w:t>n</w:t>
      </w:r>
      <w:r>
        <w:rPr>
          <w:rFonts w:ascii="Arial" w:hAnsi="Arial" w:cs="Arial" w:eastAsia="Arial"/>
          <w:sz w:val="36"/>
          <w:szCs w:val="36"/>
          <w:color w:val="74787A"/>
          <w:spacing w:val="0"/>
          <w:w w:val="81"/>
          <w:b/>
          <w:bCs/>
        </w:rPr>
        <w:t>d</w:t>
      </w:r>
      <w:r>
        <w:rPr>
          <w:rFonts w:ascii="Arial" w:hAnsi="Arial" w:cs="Arial" w:eastAsia="Arial"/>
          <w:sz w:val="36"/>
          <w:szCs w:val="36"/>
          <w:color w:val="74787A"/>
          <w:spacing w:val="9"/>
          <w:w w:val="81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74787A"/>
          <w:spacing w:val="-2"/>
          <w:w w:val="81"/>
          <w:b/>
          <w:bCs/>
        </w:rPr>
        <w:t>I</w:t>
      </w:r>
      <w:r>
        <w:rPr>
          <w:rFonts w:ascii="Arial" w:hAnsi="Arial" w:cs="Arial" w:eastAsia="Arial"/>
          <w:sz w:val="36"/>
          <w:szCs w:val="36"/>
          <w:color w:val="74787A"/>
          <w:spacing w:val="0"/>
          <w:w w:val="81"/>
          <w:b/>
          <w:bCs/>
        </w:rPr>
        <w:t>d</w:t>
      </w:r>
      <w:r>
        <w:rPr>
          <w:rFonts w:ascii="Arial" w:hAnsi="Arial" w:cs="Arial" w:eastAsia="Arial"/>
          <w:sz w:val="36"/>
          <w:szCs w:val="36"/>
          <w:color w:val="74787A"/>
          <w:spacing w:val="-1"/>
          <w:w w:val="81"/>
          <w:b/>
          <w:bCs/>
        </w:rPr>
        <w:t>e</w:t>
      </w:r>
      <w:r>
        <w:rPr>
          <w:rFonts w:ascii="Arial" w:hAnsi="Arial" w:cs="Arial" w:eastAsia="Arial"/>
          <w:sz w:val="36"/>
          <w:szCs w:val="36"/>
          <w:color w:val="74787A"/>
          <w:spacing w:val="0"/>
          <w:w w:val="81"/>
          <w:b/>
          <w:bCs/>
        </w:rPr>
        <w:t>n</w:t>
      </w:r>
      <w:r>
        <w:rPr>
          <w:rFonts w:ascii="Arial" w:hAnsi="Arial" w:cs="Arial" w:eastAsia="Arial"/>
          <w:sz w:val="36"/>
          <w:szCs w:val="36"/>
          <w:color w:val="74787A"/>
          <w:spacing w:val="1"/>
          <w:w w:val="81"/>
          <w:b/>
          <w:bCs/>
        </w:rPr>
        <w:t>t</w:t>
      </w:r>
      <w:r>
        <w:rPr>
          <w:rFonts w:ascii="Arial" w:hAnsi="Arial" w:cs="Arial" w:eastAsia="Arial"/>
          <w:sz w:val="36"/>
          <w:szCs w:val="36"/>
          <w:color w:val="74787A"/>
          <w:spacing w:val="-1"/>
          <w:w w:val="81"/>
          <w:b/>
          <w:bCs/>
        </w:rPr>
        <w:t>i</w:t>
      </w:r>
      <w:r>
        <w:rPr>
          <w:rFonts w:ascii="Arial" w:hAnsi="Arial" w:cs="Arial" w:eastAsia="Arial"/>
          <w:sz w:val="36"/>
          <w:szCs w:val="36"/>
          <w:color w:val="74787A"/>
          <w:spacing w:val="6"/>
          <w:w w:val="81"/>
          <w:b/>
          <w:bCs/>
        </w:rPr>
        <w:t>t</w:t>
      </w:r>
      <w:r>
        <w:rPr>
          <w:rFonts w:ascii="Arial" w:hAnsi="Arial" w:cs="Arial" w:eastAsia="Arial"/>
          <w:sz w:val="36"/>
          <w:szCs w:val="36"/>
          <w:color w:val="74787A"/>
          <w:spacing w:val="0"/>
          <w:w w:val="81"/>
          <w:b/>
          <w:bCs/>
        </w:rPr>
        <w:t>y</w:t>
      </w:r>
      <w:r>
        <w:rPr>
          <w:rFonts w:ascii="Arial" w:hAnsi="Arial" w:cs="Arial" w:eastAsia="Arial"/>
          <w:sz w:val="36"/>
          <w:szCs w:val="36"/>
          <w:color w:val="74787A"/>
          <w:spacing w:val="39"/>
          <w:w w:val="81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74787A"/>
          <w:spacing w:val="1"/>
          <w:w w:val="81"/>
          <w:b/>
          <w:bCs/>
        </w:rPr>
        <w:t>S</w:t>
      </w:r>
      <w:r>
        <w:rPr>
          <w:rFonts w:ascii="Arial" w:hAnsi="Arial" w:cs="Arial" w:eastAsia="Arial"/>
          <w:sz w:val="36"/>
          <w:szCs w:val="36"/>
          <w:color w:val="74787A"/>
          <w:spacing w:val="6"/>
          <w:w w:val="81"/>
          <w:b/>
          <w:bCs/>
        </w:rPr>
        <w:t>t</w:t>
      </w:r>
      <w:r>
        <w:rPr>
          <w:rFonts w:ascii="Arial" w:hAnsi="Arial" w:cs="Arial" w:eastAsia="Arial"/>
          <w:sz w:val="36"/>
          <w:szCs w:val="36"/>
          <w:color w:val="74787A"/>
          <w:spacing w:val="-1"/>
          <w:w w:val="81"/>
          <w:b/>
          <w:bCs/>
        </w:rPr>
        <w:t>y</w:t>
      </w:r>
      <w:r>
        <w:rPr>
          <w:rFonts w:ascii="Arial" w:hAnsi="Arial" w:cs="Arial" w:eastAsia="Arial"/>
          <w:sz w:val="36"/>
          <w:szCs w:val="36"/>
          <w:color w:val="74787A"/>
          <w:spacing w:val="-1"/>
          <w:w w:val="81"/>
          <w:b/>
          <w:bCs/>
        </w:rPr>
        <w:t>l</w:t>
      </w:r>
      <w:r>
        <w:rPr>
          <w:rFonts w:ascii="Arial" w:hAnsi="Arial" w:cs="Arial" w:eastAsia="Arial"/>
          <w:sz w:val="36"/>
          <w:szCs w:val="36"/>
          <w:color w:val="74787A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36"/>
          <w:szCs w:val="36"/>
          <w:color w:val="74787A"/>
          <w:spacing w:val="10"/>
          <w:w w:val="81"/>
          <w:b/>
          <w:bCs/>
        </w:rPr>
        <w:t> </w:t>
      </w:r>
      <w:r>
        <w:rPr>
          <w:rFonts w:ascii="Arial" w:hAnsi="Arial" w:cs="Arial" w:eastAsia="Arial"/>
          <w:sz w:val="36"/>
          <w:szCs w:val="36"/>
          <w:color w:val="74787A"/>
          <w:spacing w:val="-1"/>
          <w:w w:val="71"/>
          <w:b/>
          <w:bCs/>
        </w:rPr>
        <w:t>G</w:t>
      </w:r>
      <w:r>
        <w:rPr>
          <w:rFonts w:ascii="Arial" w:hAnsi="Arial" w:cs="Arial" w:eastAsia="Arial"/>
          <w:sz w:val="36"/>
          <w:szCs w:val="36"/>
          <w:color w:val="74787A"/>
          <w:spacing w:val="-2"/>
          <w:w w:val="81"/>
          <w:b/>
          <w:bCs/>
        </w:rPr>
        <w:t>u</w:t>
      </w:r>
      <w:r>
        <w:rPr>
          <w:rFonts w:ascii="Arial" w:hAnsi="Arial" w:cs="Arial" w:eastAsia="Arial"/>
          <w:sz w:val="36"/>
          <w:szCs w:val="36"/>
          <w:color w:val="74787A"/>
          <w:spacing w:val="-2"/>
          <w:w w:val="86"/>
          <w:b/>
          <w:bCs/>
        </w:rPr>
        <w:t>i</w:t>
      </w:r>
      <w:r>
        <w:rPr>
          <w:rFonts w:ascii="Arial" w:hAnsi="Arial" w:cs="Arial" w:eastAsia="Arial"/>
          <w:sz w:val="36"/>
          <w:szCs w:val="36"/>
          <w:color w:val="74787A"/>
          <w:spacing w:val="0"/>
          <w:w w:val="81"/>
          <w:b/>
          <w:bCs/>
        </w:rPr>
        <w:t>d</w:t>
      </w:r>
      <w:r>
        <w:rPr>
          <w:rFonts w:ascii="Arial" w:hAnsi="Arial" w:cs="Arial" w:eastAsia="Arial"/>
          <w:sz w:val="36"/>
          <w:szCs w:val="36"/>
          <w:color w:val="74787A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36"/>
          <w:szCs w:val="36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1720" w:right="1720"/>
        </w:sectPr>
      </w:pPr>
      <w:rPr/>
    </w:p>
    <w:p>
      <w:pPr>
        <w:spacing w:before="41" w:after="0" w:line="617" w:lineRule="exact"/>
        <w:ind w:left="1150" w:right="-20"/>
        <w:jc w:val="left"/>
        <w:rPr>
          <w:rFonts w:ascii="Arial" w:hAnsi="Arial" w:cs="Arial" w:eastAsia="Arial"/>
          <w:sz w:val="52"/>
          <w:szCs w:val="52"/>
        </w:rPr>
      </w:pPr>
      <w:rPr/>
      <w:r>
        <w:rPr/>
        <w:pict>
          <v:group style="position:absolute;margin-left:54pt;margin-top:-2.321633pt;width:45.964935pt;height:48.27280pt;mso-position-horizontal-relative:page;mso-position-vertical-relative:paragraph;z-index:-551" coordorigin="1080,-46" coordsize="919,965">
            <v:group style="position:absolute;left:1098;top:-36;width:883;height:880" coordorigin="1098,-36" coordsize="883,880">
              <v:shape style="position:absolute;left:1098;top:-36;width:883;height:880" coordorigin="1098,-36" coordsize="883,880" path="m1541,-36l1469,-31,1401,-14,1338,12,1280,48,1228,92,1184,143,1148,201,1121,264,1104,332,1098,404,1100,440,1111,510,1133,575,1165,636,1205,690,1253,738,1308,778,1369,809,1435,831,1505,842,1541,844,1577,842,1646,831,1712,809,1772,778,1827,738,1875,690,1915,636,1946,575,1968,510,1980,440,1981,404,1980,367,1968,297,1946,232,1915,171,1875,117,1827,69,1772,29,1712,-2,1646,-24,1577,-35,1541,-36e" filled="t" fillcolor="#1C3968" stroked="f">
                <v:path arrowok="t"/>
                <v:fill/>
              </v:shape>
            </v:group>
            <v:group style="position:absolute;left:1131;top:-6;width:817;height:820" coordorigin="1131,-6" coordsize="817,820">
              <v:shape style="position:absolute;left:1131;top:-6;width:817;height:820" coordorigin="1131,-6" coordsize="817,820" path="m1541,-6l1475,-1,1412,15,1353,39,1299,73,1251,114,1210,162,1177,215,1152,274,1137,337,1131,404,1133,437,1143,502,1164,563,1193,619,1230,670,1275,715,1325,752,1382,781,1443,802,1508,812,1541,814,1574,812,1638,802,1699,781,1755,752,1805,715,1850,670,1887,619,1916,563,1936,502,1947,437,1948,404,1947,370,1936,305,1916,244,1887,188,1850,137,1805,92,1755,55,1699,26,1638,6,1574,-5,1541,-6e" filled="t" fillcolor="#FFFFFF" stroked="f">
                <v:path arrowok="t"/>
                <v:fill/>
              </v:shape>
            </v:group>
            <v:group style="position:absolute;left:1161;top:24;width:757;height:760" coordorigin="1161,24" coordsize="757,760">
              <v:shape style="position:absolute;left:1161;top:24;width:757;height:760" coordorigin="1161,24" coordsize="757,760" path="m1541,24l1479,29,1421,43,1341,81,1272,136,1218,204,1181,284,1163,373,1161,404,1163,435,1172,495,1204,579,1252,651,1316,710,1393,754,1479,778,1541,783,1572,782,1632,772,1714,741,1786,692,1845,628,1888,552,1913,466,1918,404,1917,373,1907,313,1876,230,1827,157,1764,98,1688,54,1602,29,1541,24e" filled="t" fillcolor="#1C3968" stroked="f">
                <v:path arrowok="t"/>
                <v:fill/>
              </v:shape>
              <v:shape style="position:absolute;left:1080;top:853;width:919;height:66" type="#_x0000_t75">
                <v:imagedata r:id="rId6" o:title=""/>
              </v:shape>
            </v:group>
            <v:group style="position:absolute;left:1101;top:871;width:877;height:24" coordorigin="1101,871" coordsize="877,24">
              <v:shape style="position:absolute;left:1101;top:871;width:877;height:24" coordorigin="1101,871" coordsize="877,24" path="m1612,871l1470,871,1281,873,1167,877,1107,881,1101,883,1103,884,1186,890,1281,892,1470,895,1612,895,1799,892,1894,890,1956,886,1978,883,1977,882,1913,877,1799,873,1612,871e" filled="t" fillcolor="#CECDCD" stroked="f">
                <v:path arrowok="t"/>
                <v:fill/>
              </v:shape>
            </v:group>
            <v:group style="position:absolute;left:1276;top:42;width:555;height:663" coordorigin="1276,42" coordsize="555,663">
              <v:shape style="position:absolute;left:1276;top:42;width:555;height:663" coordorigin="1276,42" coordsize="555,663" path="m1538,42l1324,159,1276,563,1354,705,1562,593,1522,518,1436,518,1436,274,1664,274,1538,42e" filled="t" fillcolor="#FFFFFF" stroked="f">
                <v:path arrowok="t"/>
                <v:fill/>
              </v:shape>
              <v:shape style="position:absolute;left:1276;top:42;width:555;height:663" coordorigin="1276,42" coordsize="555,663" path="m1664,274l1436,274,1629,416,1562,452,1677,669,1831,587,1770,479,1831,449,1771,337,1698,337,1664,274e" filled="t" fillcolor="#FFFFFF" stroked="f">
                <v:path arrowok="t"/>
                <v:fill/>
              </v:shape>
              <v:shape style="position:absolute;left:1276;top:42;width:555;height:663" coordorigin="1276,42" coordsize="555,663" path="m1502,482l1436,518,1522,518,1502,482e" filled="t" fillcolor="#FFFFFF" stroked="f">
                <v:path arrowok="t"/>
                <v:fill/>
              </v:shape>
              <v:shape style="position:absolute;left:1276;top:42;width:555;height:663" coordorigin="1276,42" coordsize="555,663" path="m1755,307l1698,337,1771,337,1755,307e" filled="t" fillcolor="#FFFFFF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36.2528pt;margin-top:232.785706pt;width:539.494pt;height:.1pt;mso-position-horizontal-relative:page;mso-position-vertical-relative:page;z-index:-550" coordorigin="725,4656" coordsize="10790,2">
            <v:shape style="position:absolute;left:725;top:4656;width:10790;height:2" coordorigin="725,4656" coordsize="10790,0" path="m725,4656l11515,4656e" filled="f" stroked="t" strokeweight="1pt" strokecolor="#515658">
              <v:path arrowok="t"/>
            </v:shape>
          </v:group>
          <w10:wrap type="none"/>
        </w:pict>
      </w:r>
      <w:r>
        <w:rPr/>
        <w:pict>
          <v:group style="position:absolute;margin-left:36.2528pt;margin-top:354.642914pt;width:539.494pt;height:.1pt;mso-position-horizontal-relative:page;mso-position-vertical-relative:page;z-index:-549" coordorigin="725,7093" coordsize="10790,2">
            <v:shape style="position:absolute;left:725;top:7093;width:10790;height:2" coordorigin="725,7093" coordsize="10790,0" path="m725,7093l11515,7093e" filled="f" stroked="t" strokeweight="1pt" strokecolor="#515658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56"/>
          <w:szCs w:val="56"/>
          <w:color w:val="1C3968"/>
          <w:w w:val="119"/>
          <w:b/>
          <w:bCs/>
          <w:position w:val="-3"/>
        </w:rPr>
        <w:t>4</w:t>
      </w:r>
      <w:r>
        <w:rPr>
          <w:rFonts w:ascii="Arial" w:hAnsi="Arial" w:cs="Arial" w:eastAsia="Arial"/>
          <w:sz w:val="52"/>
          <w:szCs w:val="52"/>
          <w:color w:val="1C3968"/>
          <w:spacing w:val="-26"/>
          <w:w w:val="109"/>
          <w:b/>
          <w:bCs/>
          <w:position w:val="-3"/>
        </w:rPr>
        <w:t>C</w:t>
      </w:r>
      <w:r>
        <w:rPr>
          <w:rFonts w:ascii="Arial" w:hAnsi="Arial" w:cs="Arial" w:eastAsia="Arial"/>
          <w:sz w:val="52"/>
          <w:szCs w:val="52"/>
          <w:color w:val="1C3968"/>
          <w:spacing w:val="-26"/>
          <w:w w:val="121"/>
          <w:b/>
          <w:bCs/>
          <w:position w:val="-3"/>
        </w:rPr>
        <w:t>li</w:t>
      </w:r>
      <w:r>
        <w:rPr>
          <w:rFonts w:ascii="Arial" w:hAnsi="Arial" w:cs="Arial" w:eastAsia="Arial"/>
          <w:sz w:val="52"/>
          <w:szCs w:val="52"/>
          <w:color w:val="1C3968"/>
          <w:spacing w:val="-26"/>
          <w:w w:val="111"/>
          <w:b/>
          <w:bCs/>
          <w:position w:val="-3"/>
        </w:rPr>
        <w:t>c</w:t>
      </w:r>
      <w:r>
        <w:rPr>
          <w:rFonts w:ascii="Arial" w:hAnsi="Arial" w:cs="Arial" w:eastAsia="Arial"/>
          <w:sz w:val="52"/>
          <w:szCs w:val="52"/>
          <w:color w:val="1C3968"/>
          <w:spacing w:val="-26"/>
          <w:w w:val="121"/>
          <w:b/>
          <w:bCs/>
          <w:position w:val="-3"/>
        </w:rPr>
        <w:t>k</w:t>
      </w:r>
      <w:r>
        <w:rPr>
          <w:rFonts w:ascii="Arial" w:hAnsi="Arial" w:cs="Arial" w:eastAsia="Arial"/>
          <w:sz w:val="52"/>
          <w:szCs w:val="52"/>
          <w:color w:val="1C3968"/>
          <w:spacing w:val="0"/>
          <w:w w:val="101"/>
          <w:b/>
          <w:bCs/>
          <w:position w:val="-3"/>
        </w:rPr>
        <w:t>s</w:t>
      </w:r>
      <w:r>
        <w:rPr>
          <w:rFonts w:ascii="Arial" w:hAnsi="Arial" w:cs="Arial" w:eastAsia="Arial"/>
          <w:sz w:val="52"/>
          <w:szCs w:val="52"/>
          <w:color w:val="000000"/>
          <w:spacing w:val="0"/>
          <w:w w:val="100"/>
          <w:position w:val="0"/>
        </w:rPr>
      </w:r>
    </w:p>
    <w:p>
      <w:pPr>
        <w:spacing w:before="0" w:after="0" w:line="149" w:lineRule="exact"/>
        <w:ind w:left="1333" w:right="-20"/>
        <w:jc w:val="left"/>
        <w:rPr>
          <w:rFonts w:ascii="Arial" w:hAnsi="Arial" w:cs="Arial" w:eastAsia="Arial"/>
          <w:sz w:val="7"/>
          <w:szCs w:val="7"/>
        </w:rPr>
      </w:pPr>
      <w:rPr/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B</w:t>
      </w:r>
      <w:r>
        <w:rPr>
          <w:rFonts w:ascii="Arial" w:hAnsi="Arial" w:cs="Arial" w:eastAsia="Arial"/>
          <w:sz w:val="17"/>
          <w:szCs w:val="17"/>
          <w:color w:val="F36F21"/>
          <w:spacing w:val="0"/>
          <w:w w:val="90"/>
        </w:rPr>
        <w:t>y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 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E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s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t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i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m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a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t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o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r</w:t>
      </w:r>
      <w:r>
        <w:rPr>
          <w:rFonts w:ascii="Arial" w:hAnsi="Arial" w:cs="Arial" w:eastAsia="Arial"/>
          <w:sz w:val="17"/>
          <w:szCs w:val="17"/>
          <w:color w:val="F36F21"/>
          <w:spacing w:val="0"/>
          <w:w w:val="90"/>
        </w:rPr>
        <w:t>s</w:t>
      </w:r>
      <w:r>
        <w:rPr>
          <w:rFonts w:ascii="Arial" w:hAnsi="Arial" w:cs="Arial" w:eastAsia="Arial"/>
          <w:sz w:val="17"/>
          <w:szCs w:val="17"/>
          <w:color w:val="F36F21"/>
          <w:spacing w:val="5"/>
          <w:w w:val="90"/>
        </w:rPr>
        <w:t> 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F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0"/>
        </w:rPr>
        <w:t>o</w:t>
      </w:r>
      <w:r>
        <w:rPr>
          <w:rFonts w:ascii="Arial" w:hAnsi="Arial" w:cs="Arial" w:eastAsia="Arial"/>
          <w:sz w:val="17"/>
          <w:szCs w:val="17"/>
          <w:color w:val="F36F21"/>
          <w:spacing w:val="0"/>
          <w:w w:val="90"/>
        </w:rPr>
        <w:t>r</w:t>
      </w:r>
      <w:r>
        <w:rPr>
          <w:rFonts w:ascii="Arial" w:hAnsi="Arial" w:cs="Arial" w:eastAsia="Arial"/>
          <w:sz w:val="17"/>
          <w:szCs w:val="17"/>
          <w:color w:val="F36F21"/>
          <w:spacing w:val="-14"/>
          <w:w w:val="90"/>
        </w:rPr>
        <w:t> 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77"/>
        </w:rPr>
        <w:t>E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1"/>
        </w:rPr>
        <w:t>s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103"/>
        </w:rPr>
        <w:t>t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103"/>
        </w:rPr>
        <w:t>i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89"/>
        </w:rPr>
        <w:t>m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2"/>
        </w:rPr>
        <w:t>a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103"/>
        </w:rPr>
        <w:t>t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92"/>
        </w:rPr>
        <w:t>o</w:t>
      </w:r>
      <w:r>
        <w:rPr>
          <w:rFonts w:ascii="Arial" w:hAnsi="Arial" w:cs="Arial" w:eastAsia="Arial"/>
          <w:sz w:val="17"/>
          <w:szCs w:val="17"/>
          <w:color w:val="F36F21"/>
          <w:spacing w:val="-2"/>
          <w:w w:val="103"/>
        </w:rPr>
        <w:t>r</w:t>
      </w:r>
      <w:r>
        <w:rPr>
          <w:rFonts w:ascii="Arial" w:hAnsi="Arial" w:cs="Arial" w:eastAsia="Arial"/>
          <w:sz w:val="17"/>
          <w:szCs w:val="17"/>
          <w:color w:val="F36F21"/>
          <w:spacing w:val="0"/>
          <w:w w:val="91"/>
        </w:rPr>
        <w:t>s</w:t>
      </w:r>
      <w:r>
        <w:rPr>
          <w:rFonts w:ascii="Arial" w:hAnsi="Arial" w:cs="Arial" w:eastAsia="Arial"/>
          <w:sz w:val="17"/>
          <w:szCs w:val="17"/>
          <w:color w:val="F36F21"/>
          <w:spacing w:val="-35"/>
          <w:w w:val="100"/>
        </w:rPr>
        <w:t> </w:t>
      </w:r>
      <w:r>
        <w:rPr>
          <w:rFonts w:ascii="Arial" w:hAnsi="Arial" w:cs="Arial" w:eastAsia="Arial"/>
          <w:sz w:val="7"/>
          <w:szCs w:val="7"/>
          <w:color w:val="F36F21"/>
          <w:spacing w:val="0"/>
          <w:w w:val="100"/>
          <w:position w:val="7"/>
        </w:rPr>
        <w:t>TM</w:t>
      </w:r>
      <w:r>
        <w:rPr>
          <w:rFonts w:ascii="Arial" w:hAnsi="Arial" w:cs="Arial" w:eastAsia="Arial"/>
          <w:sz w:val="7"/>
          <w:szCs w:val="7"/>
          <w:color w:val="000000"/>
          <w:spacing w:val="0"/>
          <w:w w:val="100"/>
          <w:position w:val="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0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-2"/>
          <w:w w:val="92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1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8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5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8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1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1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3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8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io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1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65" w:lineRule="auto"/>
        <w:ind w:left="100" w:right="8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65" w:lineRule="auto"/>
        <w:ind w:left="100" w:right="7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&amp;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6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6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-2"/>
          <w:w w:val="80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515658"/>
          <w:spacing w:val="16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14"/>
          <w:w w:val="8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ne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&amp;</w:t>
      </w:r>
      <w:r>
        <w:rPr>
          <w:rFonts w:ascii="Arial" w:hAnsi="Arial" w:cs="Arial" w:eastAsia="Arial"/>
          <w:sz w:val="28"/>
          <w:szCs w:val="28"/>
          <w:color w:val="515658"/>
          <w:spacing w:val="9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7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3"/>
          <w:w w:val="85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1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6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3"/>
          <w:w w:val="86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6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6"/>
          <w:w w:val="88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80" w:lineRule="atLeast"/>
        <w:ind w:left="100" w:right="7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rm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4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rm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4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3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3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22"/>
        </w:rPr>
        <w:t>“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9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8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22"/>
        </w:rPr>
        <w:t>”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0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-2"/>
          <w:w w:val="79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79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515658"/>
          <w:spacing w:val="25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3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77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6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6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3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6"/>
          <w:w w:val="88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8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50" w:lineRule="auto"/>
        <w:ind w:left="100" w:right="17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5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ws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3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9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90"/>
        </w:rPr>
        <w:t>’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9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515658"/>
          <w:spacing w:val="0"/>
          <w:w w:val="78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8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8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8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8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515658"/>
          <w:spacing w:val="10"/>
          <w:w w:val="78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7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515658"/>
          <w:spacing w:val="-2"/>
          <w:w w:val="86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6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515658"/>
          <w:spacing w:val="1"/>
          <w:w w:val="83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515658"/>
          <w:spacing w:val="6"/>
          <w:w w:val="88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515658"/>
          <w:spacing w:val="1"/>
          <w:w w:val="88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50" w:lineRule="auto"/>
        <w:ind w:left="100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22"/>
        </w:rPr>
        <w:t>“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9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7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7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22"/>
        </w:rPr>
        <w:t>”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122"/>
        </w:rPr>
        <w:t>“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22"/>
        </w:rPr>
        <w:t>”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3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(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&amp;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)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3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rm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(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)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4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(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6"/>
        </w:rPr>
        <w:t>2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6"/>
        </w:rPr>
        <w:t>0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6"/>
        </w:rPr>
        <w:t>0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6"/>
        </w:rPr>
        <w:t>2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72"/>
        </w:rPr>
        <w:t>)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00" w:right="37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1C3868"/>
          <w:spacing w:val="-2"/>
          <w:w w:val="82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1C3868"/>
          <w:spacing w:val="0"/>
          <w:w w:val="82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1C3868"/>
          <w:spacing w:val="1"/>
          <w:w w:val="82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1C3868"/>
          <w:spacing w:val="0"/>
          <w:w w:val="82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1C3868"/>
          <w:spacing w:val="-4"/>
          <w:w w:val="8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z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3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z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00" w:right="9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rm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;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3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;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cc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;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rm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00" w:right="16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E9592C"/>
          <w:spacing w:val="1"/>
          <w:w w:val="81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E9592C"/>
          <w:spacing w:val="1"/>
          <w:w w:val="81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E9592C"/>
          <w:spacing w:val="0"/>
          <w:w w:val="81"/>
          <w:b/>
          <w:bCs/>
        </w:rPr>
        <w:t>ange</w:t>
      </w:r>
      <w:r>
        <w:rPr>
          <w:rFonts w:ascii="Arial" w:hAnsi="Arial" w:cs="Arial" w:eastAsia="Arial"/>
          <w:sz w:val="22"/>
          <w:szCs w:val="22"/>
          <w:color w:val="E9592C"/>
          <w:spacing w:val="1"/>
          <w:w w:val="81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rgy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3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3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4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4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4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ses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2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3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se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1160" w:bottom="280" w:left="980" w:right="1000"/>
        </w:sectPr>
      </w:pPr>
      <w:rPr/>
    </w:p>
    <w:p>
      <w:pPr>
        <w:spacing w:before="54" w:after="0" w:line="240" w:lineRule="auto"/>
        <w:ind w:left="14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de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2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5"/>
          <w:w w:val="82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515658"/>
          <w:spacing w:val="21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2"/>
          <w:w w:val="82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,</w:t>
      </w:r>
      <w:r>
        <w:rPr>
          <w:rFonts w:ascii="Arial" w:hAnsi="Arial" w:cs="Arial" w:eastAsia="Arial"/>
          <w:sz w:val="28"/>
          <w:szCs w:val="28"/>
          <w:color w:val="515658"/>
          <w:spacing w:val="-6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4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4"/>
          <w:w w:val="84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6"/>
          <w:b/>
          <w:bCs/>
        </w:rPr>
        <w:t>.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515658"/>
          <w:spacing w:val="3"/>
          <w:w w:val="79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x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9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9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9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ed</w:t>
      </w:r>
      <w:r>
        <w:rPr>
          <w:rFonts w:ascii="Arial" w:hAnsi="Arial" w:cs="Arial" w:eastAsia="Arial"/>
          <w:sz w:val="24"/>
          <w:szCs w:val="24"/>
          <w:color w:val="515658"/>
          <w:spacing w:val="26"/>
          <w:w w:val="79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9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9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515658"/>
          <w:spacing w:val="3"/>
          <w:w w:val="79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7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515658"/>
          <w:spacing w:val="-2"/>
          <w:w w:val="86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6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515658"/>
          <w:spacing w:val="1"/>
          <w:w w:val="83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515658"/>
          <w:spacing w:val="6"/>
          <w:w w:val="88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515658"/>
          <w:spacing w:val="1"/>
          <w:w w:val="88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50" w:lineRule="auto"/>
        <w:ind w:left="140" w:right="33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006486"/>
          <w:spacing w:val="-10"/>
          <w:w w:val="81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6486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6486"/>
          <w:spacing w:val="-1"/>
          <w:w w:val="81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6486"/>
          <w:spacing w:val="0"/>
          <w:w w:val="81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6486"/>
          <w:spacing w:val="8"/>
          <w:w w:val="81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se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9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3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40" w:right="14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  <w:b/>
          <w:bCs/>
        </w:rPr>
        <w:t>la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9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9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9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;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-1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9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140" w:right="9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6D6E71"/>
          <w:spacing w:val="1"/>
          <w:w w:val="82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6D6E71"/>
          <w:spacing w:val="1"/>
          <w:w w:val="82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6D6E71"/>
          <w:spacing w:val="-2"/>
          <w:w w:val="82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6D6E71"/>
          <w:spacing w:val="0"/>
          <w:w w:val="82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6D6E71"/>
          <w:spacing w:val="-11"/>
          <w:w w:val="8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8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dy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dy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4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3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rm</w:t>
      </w:r>
      <w:r>
        <w:rPr>
          <w:rFonts w:ascii="Arial" w:hAnsi="Arial" w:cs="Arial" w:eastAsia="Arial"/>
          <w:sz w:val="22"/>
          <w:szCs w:val="22"/>
          <w:color w:val="231F20"/>
          <w:spacing w:val="4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5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46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ys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35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4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4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ys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231F20"/>
          <w:spacing w:val="3"/>
          <w:w w:val="81"/>
        </w:rPr>
        <w:t>C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81"/>
        </w:rPr>
        <w:t>o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81"/>
        </w:rPr>
        <w:t>l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1"/>
        </w:rPr>
        <w:t>o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16"/>
          <w:szCs w:val="16"/>
          <w:color w:val="231F20"/>
          <w:spacing w:val="-4"/>
          <w:w w:val="81"/>
        </w:rPr>
        <w:t> 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81"/>
        </w:rPr>
        <w:t>m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1"/>
        </w:rPr>
        <w:t>o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81"/>
        </w:rPr>
        <w:t>i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1"/>
        </w:rPr>
        <w:t>o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16"/>
          <w:szCs w:val="16"/>
          <w:color w:val="231F20"/>
          <w:spacing w:val="16"/>
          <w:w w:val="81"/>
        </w:rPr>
        <w:t> 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1"/>
        </w:rPr>
        <w:t>a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81"/>
        </w:rPr>
        <w:t>n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16"/>
          <w:szCs w:val="16"/>
          <w:color w:val="231F20"/>
          <w:spacing w:val="5"/>
          <w:w w:val="81"/>
        </w:rPr>
        <w:t> 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81"/>
        </w:rPr>
        <w:t>m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1"/>
        </w:rPr>
        <w:t>e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1"/>
        </w:rPr>
        <w:t>a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81"/>
        </w:rPr>
        <w:t>n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16"/>
          <w:szCs w:val="16"/>
          <w:color w:val="231F20"/>
          <w:spacing w:val="16"/>
          <w:w w:val="81"/>
        </w:rPr>
        <w:t> 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79"/>
        </w:rPr>
        <w:t>o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83"/>
        </w:rPr>
        <w:t>u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85"/>
        </w:rPr>
        <w:t>c</w:t>
      </w:r>
      <w:r>
        <w:rPr>
          <w:rFonts w:ascii="Arial" w:hAnsi="Arial" w:cs="Arial" w:eastAsia="Arial"/>
          <w:sz w:val="16"/>
          <w:szCs w:val="16"/>
          <w:color w:val="231F20"/>
          <w:spacing w:val="2"/>
          <w:w w:val="79"/>
        </w:rPr>
        <w:t>e</w:t>
      </w:r>
      <w:r>
        <w:rPr>
          <w:rFonts w:ascii="Arial" w:hAnsi="Arial" w:cs="Arial" w:eastAsia="Arial"/>
          <w:sz w:val="16"/>
          <w:szCs w:val="16"/>
          <w:color w:val="231F20"/>
          <w:spacing w:val="7"/>
          <w:w w:val="81"/>
        </w:rPr>
        <w:t>s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6"/>
        </w:rPr>
        <w:t>: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16"/>
          <w:szCs w:val="16"/>
        </w:rPr>
      </w:pPr>
      <w:rPr/>
      <w:hyperlink r:id="rId7"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h</w:t>
        </w:r>
        <w:r>
          <w:rPr>
            <w:rFonts w:ascii="Arial" w:hAnsi="Arial" w:cs="Arial" w:eastAsia="Arial"/>
            <w:sz w:val="16"/>
            <w:szCs w:val="16"/>
            <w:color w:val="231F20"/>
            <w:spacing w:val="5"/>
            <w:w w:val="85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5"/>
            <w:w w:val="85"/>
          </w:rPr>
          <w:t>p</w:t>
        </w:r>
        <w:r>
          <w:rPr>
            <w:rFonts w:ascii="Arial" w:hAnsi="Arial" w:cs="Arial" w:eastAsia="Arial"/>
            <w:sz w:val="16"/>
            <w:szCs w:val="16"/>
            <w:color w:val="231F20"/>
            <w:spacing w:val="6"/>
            <w:w w:val="85"/>
          </w:rPr>
          <w:t>: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85"/>
          </w:rPr>
          <w:t>w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85"/>
          </w:rPr>
          <w:t>w</w:t>
        </w:r>
        <w:r>
          <w:rPr>
            <w:rFonts w:ascii="Arial" w:hAnsi="Arial" w:cs="Arial" w:eastAsia="Arial"/>
            <w:sz w:val="16"/>
            <w:szCs w:val="16"/>
            <w:color w:val="231F20"/>
            <w:spacing w:val="-3"/>
            <w:w w:val="85"/>
          </w:rPr>
          <w:t>w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.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-5"/>
            <w:w w:val="85"/>
          </w:rPr>
          <w:t>r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-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w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h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e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e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-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p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r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.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7"/>
            <w:w w:val="85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-5"/>
            <w:w w:val="85"/>
          </w:rPr>
          <w:t>r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-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e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a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n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i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n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g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.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h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,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 </w:t>
        </w:r>
        <w:r>
          <w:rPr>
            <w:rFonts w:ascii="Arial" w:hAnsi="Arial" w:cs="Arial" w:eastAsia="Arial"/>
            <w:sz w:val="16"/>
            <w:szCs w:val="16"/>
            <w:color w:val="231F20"/>
            <w:spacing w:val="9"/>
            <w:w w:val="85"/>
          </w:rPr>
          <w:t> </w:t>
        </w:r>
      </w:hyperlink>
      <w:hyperlink r:id="rId8"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h</w:t>
        </w:r>
        <w:r>
          <w:rPr>
            <w:rFonts w:ascii="Arial" w:hAnsi="Arial" w:cs="Arial" w:eastAsia="Arial"/>
            <w:sz w:val="16"/>
            <w:szCs w:val="16"/>
            <w:color w:val="231F20"/>
            <w:spacing w:val="5"/>
            <w:w w:val="85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5"/>
            <w:w w:val="85"/>
          </w:rPr>
          <w:t>p</w:t>
        </w:r>
        <w:r>
          <w:rPr>
            <w:rFonts w:ascii="Arial" w:hAnsi="Arial" w:cs="Arial" w:eastAsia="Arial"/>
            <w:sz w:val="16"/>
            <w:szCs w:val="16"/>
            <w:color w:val="231F20"/>
            <w:spacing w:val="6"/>
            <w:w w:val="85"/>
          </w:rPr>
          <w:t>: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d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e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s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85"/>
          </w:rPr>
          <w:t>k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p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p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u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b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.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a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b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u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.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7"/>
            <w:w w:val="85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r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-3"/>
            <w:w w:val="85"/>
          </w:rPr>
          <w:t>r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85"/>
          </w:rPr>
          <w:t>_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s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y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b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i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s</w:t>
        </w:r>
        <w:r>
          <w:rPr>
            <w:rFonts w:ascii="Arial" w:hAnsi="Arial" w:cs="Arial" w:eastAsia="Arial"/>
            <w:sz w:val="16"/>
            <w:szCs w:val="16"/>
            <w:color w:val="231F20"/>
            <w:spacing w:val="7"/>
            <w:w w:val="85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85"/>
          </w:rPr>
          <w:t>4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8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0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5"/>
          </w:rPr>
          <w:t>8</w:t>
        </w:r>
        <w:r>
          <w:rPr>
            <w:rFonts w:ascii="Arial" w:hAnsi="Arial" w:cs="Arial" w:eastAsia="Arial"/>
            <w:sz w:val="16"/>
            <w:szCs w:val="16"/>
            <w:color w:val="231F20"/>
            <w:spacing w:val="6"/>
            <w:w w:val="85"/>
          </w:rPr>
          <w:t>5</w:t>
        </w:r>
        <w:r>
          <w:rPr>
            <w:rFonts w:ascii="Arial" w:hAnsi="Arial" w:cs="Arial" w:eastAsia="Arial"/>
            <w:sz w:val="16"/>
            <w:szCs w:val="16"/>
            <w:color w:val="231F20"/>
            <w:spacing w:val="5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7"/>
            <w:w w:val="85"/>
          </w:rPr>
          <w:t>2</w:t>
        </w:r>
        <w:r>
          <w:rPr>
            <w:rFonts w:ascii="Arial" w:hAnsi="Arial" w:cs="Arial" w:eastAsia="Arial"/>
            <w:sz w:val="16"/>
            <w:szCs w:val="16"/>
            <w:color w:val="231F20"/>
            <w:spacing w:val="-2"/>
            <w:w w:val="85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,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 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 </w:t>
        </w:r>
      </w:hyperlink>
      <w:hyperlink r:id="rId9"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3"/>
          </w:rPr>
          <w:t>h</w:t>
        </w:r>
        <w:r>
          <w:rPr>
            <w:rFonts w:ascii="Arial" w:hAnsi="Arial" w:cs="Arial" w:eastAsia="Arial"/>
            <w:sz w:val="16"/>
            <w:szCs w:val="16"/>
            <w:color w:val="231F20"/>
            <w:spacing w:val="6"/>
            <w:w w:val="93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93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6"/>
            <w:w w:val="83"/>
          </w:rPr>
          <w:t>p</w:t>
        </w:r>
        <w:r>
          <w:rPr>
            <w:rFonts w:ascii="Arial" w:hAnsi="Arial" w:cs="Arial" w:eastAsia="Arial"/>
            <w:sz w:val="16"/>
            <w:szCs w:val="16"/>
            <w:color w:val="231F20"/>
            <w:spacing w:val="7"/>
            <w:w w:val="86"/>
          </w:rPr>
          <w:t>: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100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8"/>
            <w:w w:val="100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92"/>
          </w:rPr>
          <w:t>f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92"/>
          </w:rPr>
          <w:t>i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3"/>
          </w:rPr>
          <w:t>n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3"/>
          </w:rPr>
          <w:t>d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79"/>
          </w:rPr>
          <w:t>a</w:t>
        </w:r>
        <w:r>
          <w:rPr>
            <w:rFonts w:ascii="Arial" w:hAnsi="Arial" w:cs="Arial" w:eastAsia="Arial"/>
            <w:sz w:val="16"/>
            <w:szCs w:val="16"/>
            <w:color w:val="231F20"/>
            <w:spacing w:val="7"/>
            <w:w w:val="88"/>
          </w:rPr>
          <w:t>r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93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91"/>
          </w:rPr>
          <w:t>i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85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91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79"/>
          </w:rPr>
          <w:t>e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1"/>
          </w:rPr>
          <w:t>s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.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85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79"/>
          </w:rPr>
          <w:t>o</w:t>
        </w:r>
        <w:r>
          <w:rPr>
            <w:rFonts w:ascii="Arial" w:hAnsi="Arial" w:cs="Arial" w:eastAsia="Arial"/>
            <w:sz w:val="16"/>
            <w:szCs w:val="16"/>
            <w:color w:val="231F20"/>
            <w:spacing w:val="8"/>
            <w:w w:val="86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100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9"/>
            <w:w w:val="83"/>
          </w:rPr>
          <w:t>p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100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79"/>
          </w:rPr>
          <w:t>a</w:t>
        </w:r>
        <w:r>
          <w:rPr>
            <w:rFonts w:ascii="Arial" w:hAnsi="Arial" w:cs="Arial" w:eastAsia="Arial"/>
            <w:sz w:val="16"/>
            <w:szCs w:val="16"/>
            <w:color w:val="231F20"/>
            <w:spacing w:val="7"/>
            <w:w w:val="88"/>
          </w:rPr>
          <w:t>r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93"/>
          </w:rPr>
          <w:t>t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91"/>
          </w:rPr>
          <w:t>i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5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"/>
            <w:w w:val="91"/>
          </w:rPr>
          <w:t>l</w:t>
        </w:r>
        <w:r>
          <w:rPr>
            <w:rFonts w:ascii="Arial" w:hAnsi="Arial" w:cs="Arial" w:eastAsia="Arial"/>
            <w:sz w:val="16"/>
            <w:szCs w:val="16"/>
            <w:color w:val="231F20"/>
            <w:spacing w:val="2"/>
            <w:w w:val="79"/>
          </w:rPr>
          <w:t>e</w:t>
        </w:r>
        <w:r>
          <w:rPr>
            <w:rFonts w:ascii="Arial" w:hAnsi="Arial" w:cs="Arial" w:eastAsia="Arial"/>
            <w:sz w:val="16"/>
            <w:szCs w:val="16"/>
            <w:color w:val="231F20"/>
            <w:spacing w:val="9"/>
            <w:w w:val="81"/>
          </w:rPr>
          <w:t>s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100"/>
          </w:rPr>
          <w:t>/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86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91"/>
          </w:rPr>
          <w:t>i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89"/>
          </w:rPr>
          <w:t>_</w:t>
        </w:r>
        <w:r>
          <w:rPr>
            <w:rFonts w:ascii="Arial" w:hAnsi="Arial" w:cs="Arial" w:eastAsia="Arial"/>
            <w:sz w:val="16"/>
            <w:szCs w:val="16"/>
            <w:color w:val="231F20"/>
            <w:spacing w:val="3"/>
            <w:w w:val="86"/>
          </w:rPr>
          <w:t>m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86"/>
          </w:rPr>
          <w:t>0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72"/>
          </w:rPr>
          <w:t>F</w:t>
        </w:r>
        <w:r>
          <w:rPr>
            <w:rFonts w:ascii="Arial" w:hAnsi="Arial" w:cs="Arial" w:eastAsia="Arial"/>
            <w:sz w:val="16"/>
            <w:szCs w:val="16"/>
            <w:color w:val="231F20"/>
            <w:spacing w:val="4"/>
            <w:w w:val="71"/>
          </w:rPr>
          <w:t>C</w:t>
        </w:r>
        <w:r>
          <w:rPr>
            <w:rFonts w:ascii="Arial" w:hAnsi="Arial" w:cs="Arial" w:eastAsia="Arial"/>
            <w:sz w:val="16"/>
            <w:szCs w:val="16"/>
            <w:color w:val="231F20"/>
            <w:spacing w:val="10"/>
            <w:w w:val="71"/>
          </w:rPr>
          <w:t>R</w:t>
        </w:r>
        <w:r>
          <w:rPr>
            <w:rFonts w:ascii="Arial" w:hAnsi="Arial" w:cs="Arial" w:eastAsia="Arial"/>
            <w:sz w:val="16"/>
            <w:szCs w:val="16"/>
            <w:color w:val="231F20"/>
            <w:spacing w:val="0"/>
            <w:w w:val="100"/>
          </w:rPr>
          <w:t>/</w:t>
        </w:r>
        <w:r>
          <w:rPr>
            <w:rFonts w:ascii="Arial" w:hAnsi="Arial" w:cs="Arial" w:eastAsia="Arial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80" w:after="0" w:line="180" w:lineRule="exact"/>
        <w:ind w:left="14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231F20"/>
          <w:spacing w:val="1"/>
          <w:w w:val="91"/>
          <w:position w:val="-1"/>
        </w:rPr>
        <w:t>i</w:t>
      </w:r>
      <w:r>
        <w:rPr>
          <w:rFonts w:ascii="Arial" w:hAnsi="Arial" w:cs="Arial" w:eastAsia="Arial"/>
          <w:sz w:val="16"/>
          <w:szCs w:val="16"/>
          <w:color w:val="231F20"/>
          <w:spacing w:val="5"/>
          <w:w w:val="81"/>
          <w:position w:val="-1"/>
        </w:rPr>
        <w:t>s</w:t>
      </w:r>
      <w:r>
        <w:rPr>
          <w:rFonts w:ascii="Arial" w:hAnsi="Arial" w:cs="Arial" w:eastAsia="Arial"/>
          <w:sz w:val="16"/>
          <w:szCs w:val="16"/>
          <w:color w:val="231F20"/>
          <w:spacing w:val="5"/>
          <w:w w:val="89"/>
          <w:position w:val="-1"/>
        </w:rPr>
        <w:t>_</w:t>
      </w:r>
      <w:r>
        <w:rPr>
          <w:rFonts w:ascii="Arial" w:hAnsi="Arial" w:cs="Arial" w:eastAsia="Arial"/>
          <w:sz w:val="16"/>
          <w:szCs w:val="16"/>
          <w:color w:val="231F20"/>
          <w:spacing w:val="5"/>
          <w:w w:val="86"/>
          <w:position w:val="-1"/>
        </w:rPr>
        <w:t>3</w:t>
      </w:r>
      <w:r>
        <w:rPr>
          <w:rFonts w:ascii="Arial" w:hAnsi="Arial" w:cs="Arial" w:eastAsia="Arial"/>
          <w:sz w:val="16"/>
          <w:szCs w:val="16"/>
          <w:color w:val="231F20"/>
          <w:spacing w:val="5"/>
          <w:w w:val="89"/>
          <w:position w:val="-1"/>
        </w:rPr>
        <w:t>_</w:t>
      </w:r>
      <w:r>
        <w:rPr>
          <w:rFonts w:ascii="Arial" w:hAnsi="Arial" w:cs="Arial" w:eastAsia="Arial"/>
          <w:sz w:val="16"/>
          <w:szCs w:val="16"/>
          <w:color w:val="231F20"/>
          <w:spacing w:val="4"/>
          <w:w w:val="86"/>
          <w:position w:val="-1"/>
        </w:rPr>
        <w:t>3</w:t>
      </w:r>
      <w:r>
        <w:rPr>
          <w:rFonts w:ascii="Arial" w:hAnsi="Arial" w:cs="Arial" w:eastAsia="Arial"/>
          <w:sz w:val="16"/>
          <w:szCs w:val="16"/>
          <w:color w:val="231F20"/>
          <w:spacing w:val="8"/>
          <w:w w:val="86"/>
          <w:position w:val="-1"/>
        </w:rPr>
        <w:t>8</w:t>
      </w:r>
      <w:r>
        <w:rPr>
          <w:rFonts w:ascii="Arial" w:hAnsi="Arial" w:cs="Arial" w:eastAsia="Arial"/>
          <w:sz w:val="16"/>
          <w:szCs w:val="16"/>
          <w:color w:val="231F20"/>
          <w:spacing w:val="4"/>
          <w:w w:val="100"/>
          <w:position w:val="-1"/>
        </w:rPr>
        <w:t>/</w:t>
      </w:r>
      <w:r>
        <w:rPr>
          <w:rFonts w:ascii="Arial" w:hAnsi="Arial" w:cs="Arial" w:eastAsia="Arial"/>
          <w:sz w:val="16"/>
          <w:szCs w:val="16"/>
          <w:color w:val="231F20"/>
          <w:spacing w:val="1"/>
          <w:w w:val="79"/>
          <w:position w:val="-1"/>
        </w:rPr>
        <w:t>a</w:t>
      </w:r>
      <w:r>
        <w:rPr>
          <w:rFonts w:ascii="Arial" w:hAnsi="Arial" w:cs="Arial" w:eastAsia="Arial"/>
          <w:sz w:val="16"/>
          <w:szCs w:val="16"/>
          <w:color w:val="231F20"/>
          <w:spacing w:val="4"/>
          <w:w w:val="91"/>
          <w:position w:val="-1"/>
        </w:rPr>
        <w:t>i</w:t>
      </w:r>
      <w:r>
        <w:rPr>
          <w:rFonts w:ascii="Arial" w:hAnsi="Arial" w:cs="Arial" w:eastAsia="Arial"/>
          <w:sz w:val="16"/>
          <w:szCs w:val="16"/>
          <w:color w:val="231F20"/>
          <w:spacing w:val="4"/>
          <w:w w:val="89"/>
          <w:position w:val="-1"/>
        </w:rPr>
        <w:t>_</w:t>
      </w:r>
      <w:r>
        <w:rPr>
          <w:rFonts w:ascii="Arial" w:hAnsi="Arial" w:cs="Arial" w:eastAsia="Arial"/>
          <w:sz w:val="16"/>
          <w:szCs w:val="16"/>
          <w:color w:val="231F20"/>
          <w:spacing w:val="3"/>
          <w:w w:val="83"/>
          <w:position w:val="-1"/>
        </w:rPr>
        <w:t>n</w:t>
      </w:r>
      <w:r>
        <w:rPr>
          <w:rFonts w:ascii="Arial" w:hAnsi="Arial" w:cs="Arial" w:eastAsia="Arial"/>
          <w:sz w:val="16"/>
          <w:szCs w:val="16"/>
          <w:color w:val="231F20"/>
          <w:spacing w:val="3"/>
          <w:w w:val="86"/>
          <w:position w:val="-1"/>
        </w:rPr>
        <w:t>6</w:t>
      </w:r>
      <w:r>
        <w:rPr>
          <w:rFonts w:ascii="Arial" w:hAnsi="Arial" w:cs="Arial" w:eastAsia="Arial"/>
          <w:sz w:val="16"/>
          <w:szCs w:val="16"/>
          <w:color w:val="231F20"/>
          <w:spacing w:val="-1"/>
          <w:w w:val="86"/>
          <w:position w:val="-1"/>
        </w:rPr>
        <w:t>2</w:t>
      </w:r>
      <w:r>
        <w:rPr>
          <w:rFonts w:ascii="Arial" w:hAnsi="Arial" w:cs="Arial" w:eastAsia="Arial"/>
          <w:sz w:val="16"/>
          <w:szCs w:val="16"/>
          <w:color w:val="231F20"/>
          <w:spacing w:val="3"/>
          <w:w w:val="86"/>
          <w:position w:val="-1"/>
        </w:rPr>
        <w:t>4</w:t>
      </w:r>
      <w:r>
        <w:rPr>
          <w:rFonts w:ascii="Arial" w:hAnsi="Arial" w:cs="Arial" w:eastAsia="Arial"/>
          <w:sz w:val="16"/>
          <w:szCs w:val="16"/>
          <w:color w:val="231F20"/>
          <w:spacing w:val="4"/>
          <w:w w:val="86"/>
          <w:position w:val="-1"/>
        </w:rPr>
        <w:t>9</w:t>
      </w:r>
      <w:r>
        <w:rPr>
          <w:rFonts w:ascii="Arial" w:hAnsi="Arial" w:cs="Arial" w:eastAsia="Arial"/>
          <w:sz w:val="16"/>
          <w:szCs w:val="16"/>
          <w:color w:val="231F20"/>
          <w:spacing w:val="4"/>
          <w:w w:val="86"/>
          <w:position w:val="-1"/>
        </w:rPr>
        <w:t>2</w:t>
      </w:r>
      <w:r>
        <w:rPr>
          <w:rFonts w:ascii="Arial" w:hAnsi="Arial" w:cs="Arial" w:eastAsia="Arial"/>
          <w:sz w:val="16"/>
          <w:szCs w:val="16"/>
          <w:color w:val="231F20"/>
          <w:spacing w:val="3"/>
          <w:w w:val="86"/>
          <w:position w:val="-1"/>
        </w:rPr>
        <w:t>2</w:t>
      </w:r>
      <w:r>
        <w:rPr>
          <w:rFonts w:ascii="Arial" w:hAnsi="Arial" w:cs="Arial" w:eastAsia="Arial"/>
          <w:sz w:val="16"/>
          <w:szCs w:val="16"/>
          <w:color w:val="231F20"/>
          <w:spacing w:val="8"/>
          <w:w w:val="86"/>
          <w:position w:val="-1"/>
        </w:rPr>
        <w:t>3</w:t>
      </w:r>
      <w:r>
        <w:rPr>
          <w:rFonts w:ascii="Arial" w:hAnsi="Arial" w:cs="Arial" w:eastAsia="Arial"/>
          <w:sz w:val="16"/>
          <w:szCs w:val="16"/>
          <w:color w:val="231F20"/>
          <w:spacing w:val="-2"/>
          <w:w w:val="100"/>
          <w:position w:val="-1"/>
        </w:rPr>
        <w:t>/</w:t>
      </w:r>
      <w:r>
        <w:rPr>
          <w:rFonts w:ascii="Arial" w:hAnsi="Arial" w:cs="Arial" w:eastAsia="Arial"/>
          <w:sz w:val="16"/>
          <w:szCs w:val="16"/>
          <w:color w:val="231F20"/>
          <w:spacing w:val="0"/>
          <w:w w:val="86"/>
          <w:position w:val="-1"/>
        </w:rPr>
        <w:t>,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2240" w:h="15840"/>
          <w:pgMar w:top="980" w:bottom="280" w:left="940" w:right="960"/>
        </w:sectPr>
      </w:pPr>
      <w:rPr/>
    </w:p>
    <w:p>
      <w:pPr>
        <w:spacing w:before="24" w:after="0" w:line="240" w:lineRule="auto"/>
        <w:ind w:left="14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-2"/>
          <w:w w:val="80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515658"/>
          <w:spacing w:val="16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-5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5"/>
          <w:w w:val="8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38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77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5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3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6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4"/>
          <w:w w:val="89"/>
          <w:b/>
          <w:bCs/>
        </w:rPr>
        <w:t>k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1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515658"/>
          <w:spacing w:val="-3"/>
          <w:w w:val="78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90"/>
          <w:b/>
          <w:bCs/>
        </w:rPr>
        <w:t>w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1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50" w:lineRule="auto"/>
        <w:ind w:left="140" w:right="4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37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31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ese</w:t>
      </w:r>
      <w:r>
        <w:rPr>
          <w:rFonts w:ascii="Arial" w:hAnsi="Arial" w:cs="Arial" w:eastAsia="Arial"/>
          <w:sz w:val="22"/>
          <w:szCs w:val="22"/>
          <w:color w:val="231F20"/>
          <w:spacing w:val="-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ne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50" w:lineRule="auto"/>
        <w:ind w:left="140" w:right="108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78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78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78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8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47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50" w:lineRule="auto"/>
        <w:ind w:left="140" w:right="-5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7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7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&amp;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2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7" w:lineRule="exact"/>
        <w:ind w:left="14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position w:val="-1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/>
        <w:br w:type="column"/>
      </w:r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426.571014pt;margin-top:-8.587355pt;width:30.375pt;height:30.375pt;mso-position-horizontal-relative:page;mso-position-vertical-relative:paragraph;z-index:-543" coordorigin="8531,-172" coordsize="608,608">
            <v:shape style="position:absolute;left:8531;top:-172;width:608;height:608" coordorigin="8531,-172" coordsize="608,608" path="m8531,436l9139,436,9139,-172,8531,-172,8531,436e" filled="t" fillcolor="#1C3868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31F20"/>
          <w:spacing w:val="2"/>
          <w:w w:val="81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1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1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1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1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1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1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231F20"/>
          <w:spacing w:val="15"/>
          <w:w w:val="8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1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1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231F20"/>
          <w:spacing w:val="5"/>
          <w:w w:val="81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1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231F20"/>
          <w:spacing w:val="2"/>
          <w:w w:val="81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77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6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1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426.571014pt;margin-top:-8.859426pt;width:30.375pt;height:30.375pt;mso-position-horizontal-relative:page;mso-position-vertical-relative:paragraph;z-index:-547" coordorigin="8531,-177" coordsize="608,608">
            <v:shape style="position:absolute;left:8531;top:-177;width:608;height:608" coordorigin="8531,-177" coordsize="608,608" path="m8531,430l9139,430,9139,-177,8531,-177,8531,430e" filled="t" fillcolor="#F36F21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31F20"/>
          <w:spacing w:val="2"/>
          <w:w w:val="82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2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2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2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231F20"/>
          <w:spacing w:val="6"/>
          <w:w w:val="82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71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5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6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1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1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426.571014pt;margin-top:-9.13153pt;width:30.375pt;height:30.375pt;mso-position-horizontal-relative:page;mso-position-vertical-relative:paragraph;z-index:-545" coordorigin="8531,-183" coordsize="608,608">
            <v:shape style="position:absolute;left:8531;top:-183;width:608;height:608" coordorigin="8531,-183" coordsize="608,608" path="m8531,425l9139,425,9139,-183,8531,-183,8531,425e" filled="t" fillcolor="#006486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31F20"/>
          <w:spacing w:val="2"/>
          <w:w w:val="82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2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2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2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231F20"/>
          <w:spacing w:val="6"/>
          <w:w w:val="82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-15"/>
          <w:w w:val="78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3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6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6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426.571014pt;margin-top:-9.404633pt;width:30.375pt;height:30.375pt;mso-position-horizontal-relative:page;mso-position-vertical-relative:paragraph;z-index:-546" coordorigin="8531,-188" coordsize="608,608">
            <v:shape style="position:absolute;left:8531;top:-188;width:608;height:608" coordorigin="8531,-188" coordsize="608,608" path="m8531,419l9139,419,9139,-188,8531,-188,8531,419e" filled="t" fillcolor="#231F20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31F20"/>
          <w:spacing w:val="2"/>
          <w:w w:val="82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2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2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2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231F20"/>
          <w:spacing w:val="6"/>
          <w:w w:val="82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-3"/>
          <w:w w:val="77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6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6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3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9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940" w:right="960"/>
          <w:cols w:num="2" w:equalWidth="0">
            <w:col w:w="6667" w:space="1742"/>
            <w:col w:w="1931"/>
          </w:cols>
        </w:sectPr>
      </w:pPr>
      <w:rPr/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pict>
          <v:group style="position:absolute;margin-left:36pt;margin-top:329.269196pt;width:539.494pt;height:.1pt;mso-position-horizontal-relative:page;mso-position-vertical-relative:page;z-index:-548" coordorigin="720,6585" coordsize="10790,2">
            <v:shape style="position:absolute;left:720;top:6585;width:10790;height:2" coordorigin="720,6585" coordsize="10790,0" path="m720,6585l11510,6585e" filled="f" stroked="t" strokeweight="1pt" strokecolor="#515658">
              <v:path arrowok="t"/>
            </v:shape>
          </v:group>
          <w10:wrap type="none"/>
        </w:pict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right="726"/>
        <w:jc w:val="righ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426.571014pt;margin-top:-8.226736pt;width:30.375pt;height:30.375pt;mso-position-horizontal-relative:page;mso-position-vertical-relative:paragraph;z-index:-544" coordorigin="8531,-165" coordsize="608,608">
            <v:shape style="position:absolute;left:8531;top:-165;width:608;height:608" coordorigin="8531,-165" coordsize="608,608" path="m8531,443l9139,443,9139,-165,8531,-165,8531,443e" filled="t" fillcolor="#6D6E71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231F20"/>
          <w:spacing w:val="2"/>
          <w:w w:val="82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2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2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2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2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231F20"/>
          <w:spacing w:val="6"/>
          <w:w w:val="82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71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5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231F20"/>
          <w:spacing w:val="-3"/>
          <w:w w:val="86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79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1.428003" w:type="dxa"/>
      </w:tblPr>
      <w:tblGrid/>
      <w:tr>
        <w:trPr>
          <w:trHeight w:val="440" w:hRule="exact"/>
        </w:trPr>
        <w:tc>
          <w:tcPr>
            <w:tcW w:w="1848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  <w:b/>
                <w:bCs/>
              </w:rPr>
              <w:t>Color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35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5"/>
                <w:w w:val="77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  <w:b/>
                <w:bCs/>
              </w:rPr>
              <w:t>antone</w:t>
            </w:r>
            <w:r>
              <w:rPr>
                <w:rFonts w:ascii="Arial" w:hAnsi="Arial" w:cs="Arial" w:eastAsia="Arial"/>
                <w:sz w:val="13"/>
                <w:szCs w:val="13"/>
                <w:color w:val="231F20"/>
                <w:spacing w:val="0"/>
                <w:w w:val="107"/>
                <w:b/>
                <w:bCs/>
                <w:position w:val="7"/>
              </w:rPr>
              <w:t>®</w:t>
            </w:r>
            <w:r>
              <w:rPr>
                <w:rFonts w:ascii="Arial" w:hAnsi="Arial" w:cs="Arial" w:eastAsia="Arial"/>
                <w:sz w:val="13"/>
                <w:szCs w:val="13"/>
                <w:color w:val="231F20"/>
                <w:spacing w:val="17"/>
                <w:w w:val="100"/>
                <w:b/>
                <w:bCs/>
                <w:position w:val="7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  <w:b/>
                <w:bCs/>
                <w:position w:val="0"/>
              </w:rPr>
              <w:t>Equi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4"/>
                <w:w w:val="79"/>
                <w:b/>
                <w:bCs/>
                <w:position w:val="0"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4"/>
                <w:b/>
                <w:bCs/>
                <w:position w:val="0"/>
              </w:rPr>
              <w:t>alent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2231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  <w:b/>
                <w:bCs/>
              </w:rPr>
              <w:t>CMYK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93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4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5"/>
                <w:b/>
                <w:bCs/>
              </w:rPr>
              <w:t>RGB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8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w w:val="79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2"/>
                <w:w w:val="79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40" w:hRule="exact"/>
        </w:trPr>
        <w:tc>
          <w:tcPr>
            <w:tcW w:w="1848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4Clicks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8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2"/>
                <w:w w:val="8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vy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4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Blue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35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8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antone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5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2767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C100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2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M86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8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Y32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9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K20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93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4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R42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9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G59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5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B102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8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6F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5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87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3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B1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40" w:hRule="exact"/>
        </w:trPr>
        <w:tc>
          <w:tcPr>
            <w:tcW w:w="1848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4Clicks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8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Orange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35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8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antone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5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166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C0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5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M70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3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Y100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4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K0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93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4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R215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8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G211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4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B44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8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E9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7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62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6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48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40" w:hRule="exact"/>
        </w:trPr>
        <w:tc>
          <w:tcPr>
            <w:tcW w:w="1848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4Clicks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6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6"/>
                <w:w w:val="75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urquoise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35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8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antone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5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7469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C100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4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M54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3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Y32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4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K9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93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4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R41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9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G99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5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B131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8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6"/>
              </w:rPr>
              <w:t>29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"/>
                <w:w w:val="86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6"/>
              </w:rPr>
              <w:t>63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"/>
                <w:w w:val="86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83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40" w:hRule="exact"/>
        </w:trPr>
        <w:tc>
          <w:tcPr>
            <w:tcW w:w="1848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4Clicks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2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Black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35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Process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4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Black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C0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2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M0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Y0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4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K100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93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4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R0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5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G0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1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B0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8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6"/>
              </w:rPr>
              <w:t>00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"/>
                <w:w w:val="86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6"/>
              </w:rPr>
              <w:t>00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"/>
                <w:w w:val="86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40" w:hRule="exact"/>
        </w:trPr>
        <w:tc>
          <w:tcPr>
            <w:tcW w:w="1848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4Clicks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26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Gray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54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35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Process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4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Black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20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@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70%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231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40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C0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8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M0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4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Y0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0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K70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93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4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R109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8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G110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4"/>
                <w:w w:val="8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B112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549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94" w:after="0" w:line="240" w:lineRule="auto"/>
              <w:ind w:left="28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6D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0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6E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70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40" w:h="15840"/>
          <w:pgMar w:top="1480" w:bottom="280" w:left="940" w:right="960"/>
        </w:sectPr>
      </w:pPr>
      <w:rPr/>
    </w:p>
    <w:p>
      <w:pPr>
        <w:spacing w:before="54" w:after="0" w:line="240" w:lineRule="auto"/>
        <w:ind w:left="10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-2"/>
          <w:w w:val="80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515658"/>
          <w:spacing w:val="16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nt</w:t>
      </w:r>
      <w:r>
        <w:rPr>
          <w:rFonts w:ascii="Arial" w:hAnsi="Arial" w:cs="Arial" w:eastAsia="Arial"/>
          <w:sz w:val="28"/>
          <w:szCs w:val="28"/>
          <w:color w:val="515658"/>
          <w:spacing w:val="3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77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6"/>
          <w:w w:val="88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6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65" w:lineRule="auto"/>
        <w:ind w:left="100" w:right="64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3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3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515658"/>
          <w:spacing w:val="1"/>
          <w:w w:val="79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515658"/>
          <w:spacing w:val="8"/>
          <w:w w:val="79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77"/>
          <w:b/>
          <w:bCs/>
        </w:rPr>
        <w:t>H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6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515658"/>
          <w:spacing w:val="1"/>
          <w:w w:val="79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515658"/>
          <w:spacing w:val="1"/>
          <w:w w:val="88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8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515658"/>
          <w:spacing w:val="6"/>
          <w:w w:val="85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79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65" w:lineRule="auto"/>
        <w:ind w:left="100" w:right="6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4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1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9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57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&amp;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5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5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1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9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9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7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7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7" w:after="0" w:line="265" w:lineRule="auto"/>
        <w:ind w:left="100" w:right="23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122"/>
        </w:rPr>
        <w:t>“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5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5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5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5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8"/>
        </w:rPr>
        <w:t>’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3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22"/>
        </w:rPr>
        <w:t>”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j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dy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65" w:lineRule="auto"/>
        <w:ind w:left="100" w:right="41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4"/>
          <w:w w:val="93"/>
          <w:b/>
          <w:bCs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6"/>
          <w:w w:val="93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2"/>
          <w:w w:val="93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6"/>
          <w:w w:val="93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-1"/>
          <w:w w:val="93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-2"/>
          <w:w w:val="93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-1"/>
          <w:w w:val="93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0"/>
          <w:w w:val="93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color w:val="231F20"/>
          <w:spacing w:val="5"/>
          <w:w w:val="93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9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9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(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4"/>
        </w:rPr>
        <w:t>1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4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4"/>
        </w:rPr>
        <w:t>8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4"/>
        </w:rPr>
        <w:t>0</w:t>
      </w:r>
      <w:r>
        <w:rPr>
          <w:rFonts w:ascii="Arial" w:hAnsi="Arial" w:cs="Arial" w:eastAsia="Arial"/>
          <w:sz w:val="22"/>
          <w:szCs w:val="22"/>
          <w:color w:val="231F20"/>
          <w:spacing w:val="-13"/>
          <w:w w:val="84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4"/>
        </w:rPr>
        <w:t>1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4"/>
        </w:rPr>
        <w:t>5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6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1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)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se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J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J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69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8"/>
        </w:rPr>
        <w:t>’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2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2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0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76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76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4"/>
          <w:w w:val="76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76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76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76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6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6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39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76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TC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6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6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6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37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76"/>
        </w:rPr>
        <w:t>1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6"/>
        </w:rPr>
        <w:t>9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7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5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76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76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6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6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30"/>
          <w:w w:val="7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2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515658"/>
          <w:spacing w:val="2"/>
          <w:w w:val="80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8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515658"/>
          <w:spacing w:val="-2"/>
          <w:w w:val="8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8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515658"/>
          <w:spacing w:val="24"/>
          <w:w w:val="8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515658"/>
          <w:spacing w:val="-2"/>
          <w:w w:val="8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8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515658"/>
          <w:spacing w:val="-1"/>
          <w:w w:val="8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515658"/>
          <w:spacing w:val="14"/>
          <w:w w:val="8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515658"/>
          <w:spacing w:val="1"/>
          <w:w w:val="8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515658"/>
          <w:spacing w:val="2"/>
          <w:w w:val="8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515658"/>
          <w:spacing w:val="1"/>
          <w:w w:val="77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515658"/>
          <w:spacing w:val="6"/>
          <w:w w:val="88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2"/>
          <w:b/>
          <w:bCs/>
        </w:rPr>
        <w:t>yl</w:t>
      </w:r>
      <w:r>
        <w:rPr>
          <w:rFonts w:ascii="Arial" w:hAnsi="Arial" w:cs="Arial" w:eastAsia="Arial"/>
          <w:sz w:val="24"/>
          <w:szCs w:val="24"/>
          <w:color w:val="515658"/>
          <w:spacing w:val="0"/>
          <w:w w:val="81"/>
          <w:b/>
          <w:bCs/>
        </w:rPr>
        <w:t>es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3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ses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-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231F20"/>
          <w:spacing w:val="-1"/>
          <w:w w:val="110"/>
          <w:b/>
          <w:bCs/>
        </w:rPr>
        <w:t>U</w:t>
      </w:r>
      <w:r>
        <w:rPr>
          <w:rFonts w:ascii="Arial" w:hAnsi="Arial" w:cs="Arial" w:eastAsia="Arial"/>
          <w:sz w:val="30"/>
          <w:szCs w:val="30"/>
          <w:color w:val="231F20"/>
          <w:spacing w:val="-1"/>
          <w:w w:val="110"/>
          <w:b/>
          <w:bCs/>
        </w:rPr>
        <w:t>n</w:t>
      </w:r>
      <w:r>
        <w:rPr>
          <w:rFonts w:ascii="Arial" w:hAnsi="Arial" w:cs="Arial" w:eastAsia="Arial"/>
          <w:sz w:val="30"/>
          <w:szCs w:val="30"/>
          <w:color w:val="231F20"/>
          <w:spacing w:val="-1"/>
          <w:w w:val="110"/>
          <w:b/>
          <w:bCs/>
        </w:rPr>
        <w:t>i</w:t>
      </w:r>
      <w:r>
        <w:rPr>
          <w:rFonts w:ascii="Arial" w:hAnsi="Arial" w:cs="Arial" w:eastAsia="Arial"/>
          <w:sz w:val="30"/>
          <w:szCs w:val="30"/>
          <w:color w:val="231F20"/>
          <w:spacing w:val="-4"/>
          <w:w w:val="110"/>
          <w:b/>
          <w:bCs/>
        </w:rPr>
        <w:t>v</w:t>
      </w:r>
      <w:r>
        <w:rPr>
          <w:rFonts w:ascii="Arial" w:hAnsi="Arial" w:cs="Arial" w:eastAsia="Arial"/>
          <w:sz w:val="30"/>
          <w:szCs w:val="30"/>
          <w:color w:val="231F20"/>
          <w:spacing w:val="1"/>
          <w:w w:val="110"/>
          <w:b/>
          <w:bCs/>
        </w:rPr>
        <w:t>e</w:t>
      </w:r>
      <w:r>
        <w:rPr>
          <w:rFonts w:ascii="Arial" w:hAnsi="Arial" w:cs="Arial" w:eastAsia="Arial"/>
          <w:sz w:val="30"/>
          <w:szCs w:val="30"/>
          <w:color w:val="231F20"/>
          <w:spacing w:val="3"/>
          <w:w w:val="110"/>
          <w:b/>
          <w:bCs/>
        </w:rPr>
        <w:t>r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110"/>
          <w:b/>
          <w:bCs/>
        </w:rPr>
        <w:t>s</w:t>
      </w:r>
      <w:r>
        <w:rPr>
          <w:rFonts w:ascii="Arial" w:hAnsi="Arial" w:cs="Arial" w:eastAsia="Arial"/>
          <w:sz w:val="30"/>
          <w:szCs w:val="30"/>
          <w:color w:val="231F20"/>
          <w:spacing w:val="10"/>
          <w:w w:val="11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231F20"/>
          <w:spacing w:val="-8"/>
          <w:w w:val="100"/>
          <w:b/>
          <w:bCs/>
        </w:rPr>
        <w:t>7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30"/>
          <w:szCs w:val="30"/>
          <w:color w:val="231F20"/>
          <w:spacing w:val="80"/>
          <w:w w:val="100"/>
          <w:b/>
          <w:bCs/>
        </w:rPr>
        <w:t> </w:t>
      </w:r>
      <w:r>
        <w:rPr>
          <w:rFonts w:ascii="Arial" w:hAnsi="Arial" w:cs="Arial" w:eastAsia="Arial"/>
          <w:sz w:val="30"/>
          <w:szCs w:val="30"/>
          <w:color w:val="231F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113"/>
          <w:b/>
          <w:bCs/>
        </w:rPr>
        <w:t>la</w:t>
      </w:r>
      <w:r>
        <w:rPr>
          <w:rFonts w:ascii="Arial" w:hAnsi="Arial" w:cs="Arial" w:eastAsia="Arial"/>
          <w:sz w:val="30"/>
          <w:szCs w:val="30"/>
          <w:color w:val="231F20"/>
          <w:spacing w:val="1"/>
          <w:w w:val="109"/>
          <w:b/>
          <w:bCs/>
        </w:rPr>
        <w:t>c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119"/>
          <w:b/>
          <w:bCs/>
        </w:rPr>
        <w:t>k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50" w:after="0" w:line="240" w:lineRule="auto"/>
        <w:ind w:left="100" w:right="-20"/>
        <w:jc w:val="left"/>
        <w:rPr>
          <w:rFonts w:ascii="Arial" w:hAnsi="Arial" w:cs="Arial" w:eastAsia="Arial"/>
          <w:sz w:val="30"/>
          <w:szCs w:val="30"/>
        </w:rPr>
      </w:pPr>
      <w:rPr/>
      <w:r>
        <w:rPr>
          <w:rFonts w:ascii="Arial" w:hAnsi="Arial" w:cs="Arial" w:eastAsia="Arial"/>
          <w:sz w:val="30"/>
          <w:szCs w:val="30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30"/>
          <w:szCs w:val="30"/>
          <w:color w:val="231F20"/>
          <w:spacing w:val="-1"/>
          <w:w w:val="84"/>
        </w:rPr>
        <w:t>n</w:t>
      </w:r>
      <w:r>
        <w:rPr>
          <w:rFonts w:ascii="Arial" w:hAnsi="Arial" w:cs="Arial" w:eastAsia="Arial"/>
          <w:sz w:val="30"/>
          <w:szCs w:val="30"/>
          <w:color w:val="231F20"/>
          <w:spacing w:val="3"/>
          <w:w w:val="84"/>
        </w:rPr>
        <w:t>i</w:t>
      </w:r>
      <w:r>
        <w:rPr>
          <w:rFonts w:ascii="Arial" w:hAnsi="Arial" w:cs="Arial" w:eastAsia="Arial"/>
          <w:sz w:val="30"/>
          <w:szCs w:val="30"/>
          <w:color w:val="231F20"/>
          <w:spacing w:val="-1"/>
          <w:w w:val="84"/>
        </w:rPr>
        <w:t>v</w:t>
      </w:r>
      <w:r>
        <w:rPr>
          <w:rFonts w:ascii="Arial" w:hAnsi="Arial" w:cs="Arial" w:eastAsia="Arial"/>
          <w:sz w:val="30"/>
          <w:szCs w:val="30"/>
          <w:color w:val="231F20"/>
          <w:spacing w:val="-2"/>
          <w:w w:val="84"/>
        </w:rPr>
        <w:t>e</w:t>
      </w:r>
      <w:r>
        <w:rPr>
          <w:rFonts w:ascii="Arial" w:hAnsi="Arial" w:cs="Arial" w:eastAsia="Arial"/>
          <w:sz w:val="30"/>
          <w:szCs w:val="30"/>
          <w:color w:val="231F20"/>
          <w:spacing w:val="3"/>
          <w:w w:val="84"/>
        </w:rPr>
        <w:t>r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30"/>
          <w:szCs w:val="30"/>
          <w:color w:val="231F20"/>
          <w:spacing w:val="52"/>
          <w:w w:val="84"/>
        </w:rPr>
        <w:t> </w:t>
      </w:r>
      <w:r>
        <w:rPr>
          <w:rFonts w:ascii="Arial" w:hAnsi="Arial" w:cs="Arial" w:eastAsia="Arial"/>
          <w:sz w:val="30"/>
          <w:szCs w:val="30"/>
          <w:color w:val="231F20"/>
          <w:spacing w:val="8"/>
          <w:w w:val="84"/>
        </w:rPr>
        <w:t>5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84"/>
        </w:rPr>
        <w:t>7</w:t>
      </w:r>
      <w:r>
        <w:rPr>
          <w:rFonts w:ascii="Arial" w:hAnsi="Arial" w:cs="Arial" w:eastAsia="Arial"/>
          <w:sz w:val="30"/>
          <w:szCs w:val="30"/>
          <w:color w:val="231F20"/>
          <w:spacing w:val="-19"/>
          <w:w w:val="84"/>
        </w:rPr>
        <w:t> </w:t>
      </w:r>
      <w:r>
        <w:rPr>
          <w:rFonts w:ascii="Arial" w:hAnsi="Arial" w:cs="Arial" w:eastAsia="Arial"/>
          <w:sz w:val="30"/>
          <w:szCs w:val="30"/>
          <w:color w:val="231F20"/>
          <w:spacing w:val="4"/>
          <w:w w:val="77"/>
        </w:rPr>
        <w:t>C</w:t>
      </w:r>
      <w:r>
        <w:rPr>
          <w:rFonts w:ascii="Arial" w:hAnsi="Arial" w:cs="Arial" w:eastAsia="Arial"/>
          <w:sz w:val="30"/>
          <w:szCs w:val="30"/>
          <w:color w:val="231F20"/>
          <w:spacing w:val="-1"/>
          <w:w w:val="89"/>
        </w:rPr>
        <w:t>o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89"/>
        </w:rPr>
        <w:t>n</w:t>
      </w:r>
      <w:r>
        <w:rPr>
          <w:rFonts w:ascii="Arial" w:hAnsi="Arial" w:cs="Arial" w:eastAsia="Arial"/>
          <w:sz w:val="30"/>
          <w:szCs w:val="30"/>
          <w:color w:val="231F20"/>
          <w:spacing w:val="-2"/>
          <w:w w:val="89"/>
        </w:rPr>
        <w:t>d</w:t>
      </w:r>
      <w:r>
        <w:rPr>
          <w:rFonts w:ascii="Arial" w:hAnsi="Arial" w:cs="Arial" w:eastAsia="Arial"/>
          <w:sz w:val="30"/>
          <w:szCs w:val="30"/>
          <w:color w:val="231F20"/>
          <w:spacing w:val="-2"/>
          <w:w w:val="89"/>
        </w:rPr>
        <w:t>e</w:t>
      </w:r>
      <w:r>
        <w:rPr>
          <w:rFonts w:ascii="Arial" w:hAnsi="Arial" w:cs="Arial" w:eastAsia="Arial"/>
          <w:sz w:val="30"/>
          <w:szCs w:val="30"/>
          <w:color w:val="231F20"/>
          <w:spacing w:val="-1"/>
          <w:w w:val="89"/>
        </w:rPr>
        <w:t>n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88"/>
        </w:rPr>
        <w:t>s</w:t>
      </w:r>
      <w:r>
        <w:rPr>
          <w:rFonts w:ascii="Arial" w:hAnsi="Arial" w:cs="Arial" w:eastAsia="Arial"/>
          <w:sz w:val="30"/>
          <w:szCs w:val="30"/>
          <w:color w:val="231F20"/>
          <w:spacing w:val="-1"/>
          <w:w w:val="89"/>
        </w:rPr>
        <w:t>e</w:t>
      </w:r>
      <w:r>
        <w:rPr>
          <w:rFonts w:ascii="Arial" w:hAnsi="Arial" w:cs="Arial" w:eastAsia="Arial"/>
          <w:sz w:val="30"/>
          <w:szCs w:val="30"/>
          <w:color w:val="231F20"/>
          <w:spacing w:val="0"/>
          <w:w w:val="89"/>
        </w:rPr>
        <w:t>d</w:t>
      </w:r>
      <w:r>
        <w:rPr>
          <w:rFonts w:ascii="Arial" w:hAnsi="Arial" w:cs="Arial" w:eastAsia="Arial"/>
          <w:sz w:val="30"/>
          <w:szCs w:val="30"/>
          <w:color w:val="000000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21" w:lineRule="auto"/>
        <w:ind w:left="100" w:right="4384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: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8"/>
          <w:szCs w:val="28"/>
          <w:color w:val="231F20"/>
          <w:spacing w:val="1"/>
          <w:w w:val="82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231F20"/>
          <w:spacing w:val="-2"/>
          <w:w w:val="82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231F20"/>
          <w:spacing w:val="1"/>
          <w:w w:val="82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231F20"/>
          <w:spacing w:val="-1"/>
          <w:w w:val="82"/>
          <w:b/>
          <w:bCs/>
        </w:rPr>
        <w:t>v</w:t>
      </w:r>
      <w:r>
        <w:rPr>
          <w:rFonts w:ascii="Arial" w:hAnsi="Arial" w:cs="Arial" w:eastAsia="Arial"/>
          <w:sz w:val="28"/>
          <w:szCs w:val="28"/>
          <w:color w:val="231F20"/>
          <w:spacing w:val="-1"/>
          <w:w w:val="82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231F20"/>
          <w:spacing w:val="6"/>
          <w:w w:val="82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231F20"/>
          <w:spacing w:val="0"/>
          <w:w w:val="82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231F20"/>
          <w:spacing w:val="20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231F20"/>
          <w:spacing w:val="6"/>
          <w:w w:val="82"/>
          <w:b/>
          <w:bCs/>
        </w:rPr>
        <w:t>6</w:t>
      </w:r>
      <w:r>
        <w:rPr>
          <w:rFonts w:ascii="Arial" w:hAnsi="Arial" w:cs="Arial" w:eastAsia="Arial"/>
          <w:sz w:val="28"/>
          <w:szCs w:val="28"/>
          <w:color w:val="231F20"/>
          <w:spacing w:val="0"/>
          <w:w w:val="82"/>
          <w:b/>
          <w:bCs/>
        </w:rPr>
        <w:t>7</w:t>
      </w:r>
      <w:r>
        <w:rPr>
          <w:rFonts w:ascii="Arial" w:hAnsi="Arial" w:cs="Arial" w:eastAsia="Arial"/>
          <w:sz w:val="28"/>
          <w:szCs w:val="28"/>
          <w:color w:val="231F20"/>
          <w:spacing w:val="-10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231F20"/>
          <w:spacing w:val="0"/>
          <w:w w:val="82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231F20"/>
          <w:spacing w:val="-1"/>
          <w:w w:val="82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231F20"/>
          <w:spacing w:val="-2"/>
          <w:w w:val="82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231F20"/>
          <w:spacing w:val="0"/>
          <w:w w:val="82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231F20"/>
          <w:spacing w:val="13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231F20"/>
          <w:spacing w:val="3"/>
          <w:w w:val="77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231F20"/>
          <w:spacing w:val="0"/>
          <w:w w:val="81"/>
          <w:b/>
          <w:bCs/>
        </w:rPr>
        <w:t>ond</w:t>
      </w:r>
      <w:r>
        <w:rPr>
          <w:rFonts w:ascii="Arial" w:hAnsi="Arial" w:cs="Arial" w:eastAsia="Arial"/>
          <w:sz w:val="28"/>
          <w:szCs w:val="28"/>
          <w:color w:val="231F20"/>
          <w:spacing w:val="-1"/>
          <w:w w:val="89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231F20"/>
          <w:spacing w:val="1"/>
          <w:w w:val="81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231F20"/>
          <w:spacing w:val="1"/>
          <w:w w:val="79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231F20"/>
          <w:spacing w:val="-1"/>
          <w:w w:val="89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231F20"/>
          <w:spacing w:val="0"/>
          <w:w w:val="81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2"/>
          <w:szCs w:val="22"/>
          <w:color w:val="231F20"/>
          <w:w w:val="78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1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4"/>
        </w:rPr>
        <w:t>U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4"/>
          <w:szCs w:val="24"/>
          <w:color w:val="231F20"/>
          <w:spacing w:val="3"/>
          <w:w w:val="84"/>
        </w:rPr>
        <w:t>i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4"/>
        </w:rPr>
        <w:t>v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4"/>
        </w:rPr>
        <w:t>e</w:t>
      </w:r>
      <w:r>
        <w:rPr>
          <w:rFonts w:ascii="Arial" w:hAnsi="Arial" w:cs="Arial" w:eastAsia="Arial"/>
          <w:sz w:val="24"/>
          <w:szCs w:val="24"/>
          <w:color w:val="231F20"/>
          <w:spacing w:val="3"/>
          <w:w w:val="84"/>
        </w:rPr>
        <w:t>r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4"/>
          <w:szCs w:val="24"/>
          <w:color w:val="231F20"/>
          <w:spacing w:val="43"/>
          <w:w w:val="84"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7"/>
          <w:w w:val="84"/>
        </w:rPr>
        <w:t>5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4"/>
        </w:rPr>
        <w:t>7</w:t>
      </w:r>
      <w:r>
        <w:rPr>
          <w:rFonts w:ascii="Arial" w:hAnsi="Arial" w:cs="Arial" w:eastAsia="Arial"/>
          <w:sz w:val="24"/>
          <w:szCs w:val="24"/>
          <w:color w:val="231F20"/>
          <w:spacing w:val="-14"/>
          <w:w w:val="84"/>
        </w:rPr>
        <w:t> </w:t>
      </w:r>
      <w:r>
        <w:rPr>
          <w:rFonts w:ascii="Arial" w:hAnsi="Arial" w:cs="Arial" w:eastAsia="Arial"/>
          <w:sz w:val="24"/>
          <w:szCs w:val="24"/>
          <w:color w:val="231F20"/>
          <w:spacing w:val="3"/>
          <w:w w:val="77"/>
        </w:rPr>
        <w:t>C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9"/>
        </w:rPr>
        <w:t>on</w:t>
      </w:r>
      <w:r>
        <w:rPr>
          <w:rFonts w:ascii="Arial" w:hAnsi="Arial" w:cs="Arial" w:eastAsia="Arial"/>
          <w:sz w:val="24"/>
          <w:szCs w:val="24"/>
          <w:color w:val="231F20"/>
          <w:spacing w:val="-2"/>
          <w:w w:val="89"/>
        </w:rPr>
        <w:t>d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9"/>
        </w:rPr>
        <w:t>e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9"/>
        </w:rPr>
        <w:t>ns</w:t>
      </w:r>
      <w:r>
        <w:rPr>
          <w:rFonts w:ascii="Arial" w:hAnsi="Arial" w:cs="Arial" w:eastAsia="Arial"/>
          <w:sz w:val="24"/>
          <w:szCs w:val="24"/>
          <w:color w:val="231F20"/>
          <w:spacing w:val="-1"/>
          <w:w w:val="89"/>
        </w:rPr>
        <w:t>e</w:t>
      </w:r>
      <w:r>
        <w:rPr>
          <w:rFonts w:ascii="Arial" w:hAnsi="Arial" w:cs="Arial" w:eastAsia="Arial"/>
          <w:sz w:val="24"/>
          <w:szCs w:val="24"/>
          <w:color w:val="231F20"/>
          <w:spacing w:val="0"/>
          <w:w w:val="89"/>
        </w:rPr>
        <w:t>d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0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dy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4"/>
        </w:rPr>
        <w:t>U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4"/>
        </w:rPr>
        <w:t>n</w:t>
      </w:r>
      <w:r>
        <w:rPr>
          <w:rFonts w:ascii="Arial" w:hAnsi="Arial" w:cs="Arial" w:eastAsia="Arial"/>
          <w:sz w:val="20"/>
          <w:szCs w:val="20"/>
          <w:color w:val="231F20"/>
          <w:spacing w:val="4"/>
          <w:w w:val="84"/>
        </w:rPr>
        <w:t>i</w:t>
      </w:r>
      <w:r>
        <w:rPr>
          <w:rFonts w:ascii="Arial" w:hAnsi="Arial" w:cs="Arial" w:eastAsia="Arial"/>
          <w:sz w:val="20"/>
          <w:szCs w:val="20"/>
          <w:color w:val="231F20"/>
          <w:spacing w:val="1"/>
          <w:w w:val="84"/>
        </w:rPr>
        <w:t>v</w:t>
      </w:r>
      <w:r>
        <w:rPr>
          <w:rFonts w:ascii="Arial" w:hAnsi="Arial" w:cs="Arial" w:eastAsia="Arial"/>
          <w:sz w:val="20"/>
          <w:szCs w:val="20"/>
          <w:color w:val="231F20"/>
          <w:spacing w:val="1"/>
          <w:w w:val="84"/>
        </w:rPr>
        <w:t>e</w:t>
      </w:r>
      <w:r>
        <w:rPr>
          <w:rFonts w:ascii="Arial" w:hAnsi="Arial" w:cs="Arial" w:eastAsia="Arial"/>
          <w:sz w:val="20"/>
          <w:szCs w:val="20"/>
          <w:color w:val="231F20"/>
          <w:spacing w:val="4"/>
          <w:w w:val="84"/>
        </w:rPr>
        <w:t>r</w:t>
      </w:r>
      <w:r>
        <w:rPr>
          <w:rFonts w:ascii="Arial" w:hAnsi="Arial" w:cs="Arial" w:eastAsia="Arial"/>
          <w:sz w:val="20"/>
          <w:szCs w:val="20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0"/>
          <w:szCs w:val="20"/>
          <w:color w:val="231F20"/>
          <w:spacing w:val="37"/>
          <w:w w:val="84"/>
        </w:rPr>
        <w:t> </w:t>
      </w:r>
      <w:r>
        <w:rPr>
          <w:rFonts w:ascii="Arial" w:hAnsi="Arial" w:cs="Arial" w:eastAsia="Arial"/>
          <w:sz w:val="20"/>
          <w:szCs w:val="20"/>
          <w:color w:val="231F20"/>
          <w:spacing w:val="7"/>
          <w:w w:val="84"/>
        </w:rPr>
        <w:t>5</w:t>
      </w:r>
      <w:r>
        <w:rPr>
          <w:rFonts w:ascii="Arial" w:hAnsi="Arial" w:cs="Arial" w:eastAsia="Arial"/>
          <w:sz w:val="20"/>
          <w:szCs w:val="20"/>
          <w:color w:val="231F20"/>
          <w:spacing w:val="0"/>
          <w:w w:val="84"/>
        </w:rPr>
        <w:t>7</w:t>
      </w:r>
      <w:r>
        <w:rPr>
          <w:rFonts w:ascii="Arial" w:hAnsi="Arial" w:cs="Arial" w:eastAsia="Arial"/>
          <w:sz w:val="20"/>
          <w:szCs w:val="20"/>
          <w:color w:val="231F20"/>
          <w:spacing w:val="-12"/>
          <w:w w:val="84"/>
        </w:rPr>
        <w:t> </w:t>
      </w:r>
      <w:r>
        <w:rPr>
          <w:rFonts w:ascii="Arial" w:hAnsi="Arial" w:cs="Arial" w:eastAsia="Arial"/>
          <w:sz w:val="20"/>
          <w:szCs w:val="20"/>
          <w:color w:val="231F20"/>
          <w:spacing w:val="5"/>
          <w:w w:val="77"/>
        </w:rPr>
        <w:t>C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9"/>
        </w:rPr>
        <w:t>o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9"/>
        </w:rPr>
        <w:t>n</w:t>
      </w:r>
      <w:r>
        <w:rPr>
          <w:rFonts w:ascii="Arial" w:hAnsi="Arial" w:cs="Arial" w:eastAsia="Arial"/>
          <w:sz w:val="20"/>
          <w:szCs w:val="20"/>
          <w:color w:val="231F20"/>
          <w:spacing w:val="0"/>
          <w:w w:val="89"/>
        </w:rPr>
        <w:t>d</w:t>
      </w:r>
      <w:r>
        <w:rPr>
          <w:rFonts w:ascii="Arial" w:hAnsi="Arial" w:cs="Arial" w:eastAsia="Arial"/>
          <w:sz w:val="20"/>
          <w:szCs w:val="20"/>
          <w:color w:val="231F20"/>
          <w:spacing w:val="1"/>
          <w:w w:val="89"/>
        </w:rPr>
        <w:t>e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9"/>
        </w:rPr>
        <w:t>n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8"/>
        </w:rPr>
        <w:t>s</w:t>
      </w:r>
      <w:r>
        <w:rPr>
          <w:rFonts w:ascii="Arial" w:hAnsi="Arial" w:cs="Arial" w:eastAsia="Arial"/>
          <w:sz w:val="20"/>
          <w:szCs w:val="20"/>
          <w:color w:val="231F20"/>
          <w:spacing w:val="1"/>
          <w:w w:val="89"/>
        </w:rPr>
        <w:t>e</w:t>
      </w:r>
      <w:r>
        <w:rPr>
          <w:rFonts w:ascii="Arial" w:hAnsi="Arial" w:cs="Arial" w:eastAsia="Arial"/>
          <w:sz w:val="20"/>
          <w:szCs w:val="20"/>
          <w:color w:val="231F20"/>
          <w:spacing w:val="0"/>
          <w:w w:val="89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11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1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11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11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231F20"/>
          <w:spacing w:val="5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19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9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9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9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4"/>
        </w:rPr>
        <w:t>U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4"/>
        </w:rPr>
        <w:t>n</w:t>
      </w:r>
      <w:r>
        <w:rPr>
          <w:rFonts w:ascii="Arial" w:hAnsi="Arial" w:cs="Arial" w:eastAsia="Arial"/>
          <w:sz w:val="20"/>
          <w:szCs w:val="20"/>
          <w:color w:val="231F20"/>
          <w:spacing w:val="4"/>
          <w:w w:val="84"/>
        </w:rPr>
        <w:t>i</w:t>
      </w:r>
      <w:r>
        <w:rPr>
          <w:rFonts w:ascii="Arial" w:hAnsi="Arial" w:cs="Arial" w:eastAsia="Arial"/>
          <w:sz w:val="20"/>
          <w:szCs w:val="20"/>
          <w:color w:val="231F20"/>
          <w:spacing w:val="1"/>
          <w:w w:val="84"/>
        </w:rPr>
        <w:t>v</w:t>
      </w:r>
      <w:r>
        <w:rPr>
          <w:rFonts w:ascii="Arial" w:hAnsi="Arial" w:cs="Arial" w:eastAsia="Arial"/>
          <w:sz w:val="20"/>
          <w:szCs w:val="20"/>
          <w:color w:val="231F20"/>
          <w:spacing w:val="1"/>
          <w:w w:val="84"/>
        </w:rPr>
        <w:t>e</w:t>
      </w:r>
      <w:r>
        <w:rPr>
          <w:rFonts w:ascii="Arial" w:hAnsi="Arial" w:cs="Arial" w:eastAsia="Arial"/>
          <w:sz w:val="20"/>
          <w:szCs w:val="20"/>
          <w:color w:val="231F20"/>
          <w:spacing w:val="4"/>
          <w:w w:val="84"/>
        </w:rPr>
        <w:t>r</w:t>
      </w:r>
      <w:r>
        <w:rPr>
          <w:rFonts w:ascii="Arial" w:hAnsi="Arial" w:cs="Arial" w:eastAsia="Arial"/>
          <w:sz w:val="20"/>
          <w:szCs w:val="20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0"/>
          <w:szCs w:val="20"/>
          <w:color w:val="231F20"/>
          <w:spacing w:val="37"/>
          <w:w w:val="84"/>
        </w:rPr>
        <w:t> </w:t>
      </w:r>
      <w:r>
        <w:rPr>
          <w:rFonts w:ascii="Arial" w:hAnsi="Arial" w:cs="Arial" w:eastAsia="Arial"/>
          <w:sz w:val="20"/>
          <w:szCs w:val="20"/>
          <w:color w:val="231F20"/>
          <w:spacing w:val="7"/>
          <w:w w:val="84"/>
        </w:rPr>
        <w:t>5</w:t>
      </w:r>
      <w:r>
        <w:rPr>
          <w:rFonts w:ascii="Arial" w:hAnsi="Arial" w:cs="Arial" w:eastAsia="Arial"/>
          <w:sz w:val="20"/>
          <w:szCs w:val="20"/>
          <w:color w:val="231F20"/>
          <w:spacing w:val="0"/>
          <w:w w:val="84"/>
        </w:rPr>
        <w:t>7</w:t>
      </w:r>
      <w:r>
        <w:rPr>
          <w:rFonts w:ascii="Arial" w:hAnsi="Arial" w:cs="Arial" w:eastAsia="Arial"/>
          <w:sz w:val="20"/>
          <w:szCs w:val="20"/>
          <w:color w:val="231F20"/>
          <w:spacing w:val="-12"/>
          <w:w w:val="84"/>
        </w:rPr>
        <w:t> </w:t>
      </w:r>
      <w:r>
        <w:rPr>
          <w:rFonts w:ascii="Arial" w:hAnsi="Arial" w:cs="Arial" w:eastAsia="Arial"/>
          <w:sz w:val="20"/>
          <w:szCs w:val="20"/>
          <w:color w:val="231F20"/>
          <w:spacing w:val="5"/>
          <w:w w:val="77"/>
        </w:rPr>
        <w:t>C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9"/>
        </w:rPr>
        <w:t>o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9"/>
        </w:rPr>
        <w:t>n</w:t>
      </w:r>
      <w:r>
        <w:rPr>
          <w:rFonts w:ascii="Arial" w:hAnsi="Arial" w:cs="Arial" w:eastAsia="Arial"/>
          <w:sz w:val="20"/>
          <w:szCs w:val="20"/>
          <w:color w:val="231F20"/>
          <w:spacing w:val="0"/>
          <w:w w:val="89"/>
        </w:rPr>
        <w:t>d</w:t>
      </w:r>
      <w:r>
        <w:rPr>
          <w:rFonts w:ascii="Arial" w:hAnsi="Arial" w:cs="Arial" w:eastAsia="Arial"/>
          <w:sz w:val="20"/>
          <w:szCs w:val="20"/>
          <w:color w:val="231F20"/>
          <w:spacing w:val="1"/>
          <w:w w:val="89"/>
        </w:rPr>
        <w:t>e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9"/>
        </w:rPr>
        <w:t>n</w:t>
      </w:r>
      <w:r>
        <w:rPr>
          <w:rFonts w:ascii="Arial" w:hAnsi="Arial" w:cs="Arial" w:eastAsia="Arial"/>
          <w:sz w:val="20"/>
          <w:szCs w:val="20"/>
          <w:color w:val="231F20"/>
          <w:spacing w:val="2"/>
          <w:w w:val="88"/>
        </w:rPr>
        <w:t>s</w:t>
      </w:r>
      <w:r>
        <w:rPr>
          <w:rFonts w:ascii="Arial" w:hAnsi="Arial" w:cs="Arial" w:eastAsia="Arial"/>
          <w:sz w:val="20"/>
          <w:szCs w:val="20"/>
          <w:color w:val="231F20"/>
          <w:spacing w:val="1"/>
          <w:w w:val="89"/>
        </w:rPr>
        <w:t>e</w:t>
      </w:r>
      <w:r>
        <w:rPr>
          <w:rFonts w:ascii="Arial" w:hAnsi="Arial" w:cs="Arial" w:eastAsia="Arial"/>
          <w:sz w:val="20"/>
          <w:szCs w:val="20"/>
          <w:color w:val="231F20"/>
          <w:spacing w:val="0"/>
          <w:w w:val="89"/>
        </w:rPr>
        <w:t>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0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9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9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0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90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9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0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90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9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0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90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0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3"/>
          <w:w w:val="94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0"/>
          <w:w w:val="94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0"/>
          <w:w w:val="94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2"/>
          <w:w w:val="94"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3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5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5"/>
          <w:w w:val="100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color w:val="231F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11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1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11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11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231F20"/>
          <w:spacing w:val="5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19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9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9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19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980" w:bottom="280" w:left="980" w:right="980"/>
        </w:sectPr>
      </w:pPr>
      <w:rPr/>
    </w:p>
    <w:p>
      <w:pPr>
        <w:spacing w:before="54" w:after="0" w:line="240" w:lineRule="auto"/>
        <w:ind w:left="116" w:right="6483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-2"/>
          <w:w w:val="82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2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2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ce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515658"/>
          <w:spacing w:val="5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2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2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2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2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515658"/>
          <w:spacing w:val="33"/>
          <w:w w:val="82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7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6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5"/>
          <w:b/>
          <w:bCs/>
        </w:rPr>
        <w:t>z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6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1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1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65" w:lineRule="auto"/>
        <w:ind w:left="116" w:right="52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3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3"/>
        </w:rPr>
        <w:t>1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3"/>
        </w:rPr>
        <w:t>0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3"/>
        </w:rPr>
        <w:t>0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%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3"/>
          <w:w w:val="122"/>
        </w:rPr>
        <w:t>“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6"/>
        </w:rPr>
        <w:t>4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8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22"/>
        </w:rPr>
        <w:t>”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7" w:lineRule="exact"/>
        <w:ind w:left="116" w:right="2507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93.435699pt;margin-top:34.609249pt;width:169.527pt;height:101.685pt;mso-position-horizontal-relative:page;mso-position-vertical-relative:paragraph;z-index:-541" coordorigin="1869,692" coordsize="3391,2034">
            <v:group style="position:absolute;left:2391;top:1430;width:636;height:634" coordorigin="2391,1430" coordsize="636,634">
              <v:shape style="position:absolute;left:2391;top:1430;width:636;height:634" coordorigin="2391,1430" coordsize="636,634" path="m2710,1430l2634,1439,2564,1465,2503,1506,2453,1559,2416,1623,2395,1695,2391,1746,2392,1773,2408,1847,2439,1914,2485,1971,2542,2016,2610,2047,2684,2062,2710,2063,2736,2062,2810,2047,2877,2016,2934,1971,2979,1914,3011,1847,3026,1773,3027,1746,3026,1720,3011,1646,2979,1579,2934,1522,2877,1477,2810,1446,2736,1431,2710,1430e" filled="t" fillcolor="#1C3968" stroked="f">
                <v:path arrowok="t"/>
                <v:fill/>
              </v:shape>
            </v:group>
            <v:group style="position:absolute;left:2415;top:1451;width:588;height:590" coordorigin="2415,1451" coordsize="588,590">
              <v:shape style="position:absolute;left:2415;top:1451;width:588;height:590" coordorigin="2415,1451" coordsize="588,590" path="m2710,1451l2639,1460,2575,1484,2518,1522,2472,1572,2438,1632,2419,1699,2415,1746,2416,1771,2430,1840,2459,1902,2502,1955,2555,1997,2617,2027,2686,2041,2710,2042,2734,2041,2802,2027,2864,1997,2917,1955,2959,1902,2988,1840,3002,1771,3003,1746,3002,1722,2988,1653,2959,1591,2917,1538,2864,1496,2802,1466,2734,1452,2710,1451e" filled="t" fillcolor="#FFFFFF" stroked="f">
                <v:path arrowok="t"/>
                <v:fill/>
              </v:shape>
            </v:group>
            <v:group style="position:absolute;left:2437;top:1474;width:544;height:546" coordorigin="2437,1474" coordsize="544,546">
              <v:shape style="position:absolute;left:2437;top:1474;width:544;height:546" coordorigin="2437,1474" coordsize="544,546" path="m2727,1474l2654,1481,2589,1504,2534,1540,2490,1586,2458,1642,2440,1704,2437,1746,2438,1770,2452,1836,2480,1895,2522,1945,2574,1984,2635,2010,2702,2020,2726,2019,2794,2005,2854,1977,2905,1937,2944,1885,2970,1826,2981,1759,2980,1735,2967,1666,2940,1605,2900,1553,2850,1513,2791,1486,2727,1474e" filled="t" fillcolor="#1C3968" stroked="f">
                <v:path arrowok="t"/>
                <v:fill/>
              </v:shape>
              <v:shape style="position:absolute;left:2378;top:2070;width:662;height:48" type="#_x0000_t75">
                <v:imagedata r:id="rId10" o:title=""/>
              </v:shape>
            </v:group>
            <v:group style="position:absolute;left:2393;top:2083;width:632;height:17" coordorigin="2393,2083" coordsize="632,17">
              <v:shape style="position:absolute;left:2393;top:2083;width:632;height:17" coordorigin="2393,2083" coordsize="632,17" path="m2650,2083l2650,2083e" filled="f" stroked="t" strokeweight=".1pt" strokecolor="#CECDCD">
                <v:path arrowok="t"/>
              </v:shape>
            </v:group>
            <v:group style="position:absolute;left:2519;top:1486;width:399;height:477" coordorigin="2519,1486" coordsize="399,477">
              <v:shape style="position:absolute;left:2519;top:1486;width:399;height:477" coordorigin="2519,1486" coordsize="399,477" path="m2708,1486l2554,1571,2519,1862,2576,1964,2725,1883,2696,1829,2634,1829,2634,1653,2798,1653,2708,1486e" filled="t" fillcolor="#FFFFFF" stroked="f">
                <v:path arrowok="t"/>
                <v:fill/>
              </v:shape>
              <v:shape style="position:absolute;left:2519;top:1486;width:399;height:477" coordorigin="2519,1486" coordsize="399,477" path="m2798,1653l2634,1653,2773,1755,2725,1781,2808,1937,2919,1879,2875,1801,2919,1779,2876,1699,2823,1699,2798,1653e" filled="t" fillcolor="#FFFFFF" stroked="f">
                <v:path arrowok="t"/>
                <v:fill/>
              </v:shape>
              <v:shape style="position:absolute;left:2519;top:1486;width:399;height:477" coordorigin="2519,1486" coordsize="399,477" path="m2682,1803l2634,1829,2696,1829,2682,1803e" filled="t" fillcolor="#FFFFFF" stroked="f">
                <v:path arrowok="t"/>
                <v:fill/>
              </v:shape>
              <v:shape style="position:absolute;left:2519;top:1486;width:399;height:477" coordorigin="2519,1486" coordsize="399,477" path="m2864,1677l2823,1699,2876,1699,2864,1677e" filled="t" fillcolor="#FFFFFF" stroked="f">
                <v:path arrowok="t"/>
                <v:fill/>
              </v:shape>
            </v:group>
            <v:group style="position:absolute;left:1888;top:783;width:2;height:1879" coordorigin="1888,783" coordsize="2,1879">
              <v:shape style="position:absolute;left:1888;top:783;width:2;height:1879" coordorigin="1888,783" coordsize="0,1879" path="m1888,783l1888,2663e" filled="f" stroked="t" strokeweight=".7pt" strokecolor="#231F20">
                <v:path arrowok="t"/>
                <v:stroke dashstyle="dash"/>
              </v:shape>
            </v:group>
            <v:group style="position:absolute;left:1972;top:2719;width:3218;height:2" coordorigin="1972,2719" coordsize="3218,2">
              <v:shape style="position:absolute;left:1972;top:2719;width:3218;height:2" coordorigin="1972,2719" coordsize="3218,0" path="m1972,2719l5189,2719e" filled="f" stroked="t" strokeweight=".7pt" strokecolor="#231F20">
                <v:path arrowok="t"/>
                <v:stroke dashstyle="dash"/>
              </v:shape>
            </v:group>
            <v:group style="position:absolute;left:1888;top:2691;width:28;height:28" coordorigin="1888,2691" coordsize="28,28">
              <v:shape style="position:absolute;left:1888;top:2691;width:28;height:28" coordorigin="1888,2691" coordsize="28,28" path="m1888,2691l1888,2719,1916,2719e" filled="f" stroked="t" strokeweight=".7pt" strokecolor="#231F20">
                <v:path arrowok="t"/>
              </v:shape>
            </v:group>
            <v:group style="position:absolute;left:5217;top:2691;width:28;height:28" coordorigin="5217,2691" coordsize="28,28">
              <v:shape style="position:absolute;left:5217;top:2691;width:28;height:28" coordorigin="5217,2691" coordsize="28,28" path="m5217,2719l5245,2719,5245,2691e" filled="f" stroked="t" strokeweight=".7pt" strokecolor="#231F20">
                <v:path arrowok="t"/>
              </v:shape>
            </v:group>
            <v:group style="position:absolute;left:1944;top:699;width:3218;height:2" coordorigin="1944,699" coordsize="3218,2">
              <v:shape style="position:absolute;left:1944;top:699;width:3218;height:2" coordorigin="1944,699" coordsize="3218,0" path="m5161,699l1944,699e" filled="f" stroked="t" strokeweight=".7pt" strokecolor="#231F20">
                <v:path arrowok="t"/>
                <v:stroke dashstyle="dash"/>
              </v:shape>
            </v:group>
            <v:group style="position:absolute;left:5217;top:699;width:28;height:28" coordorigin="5217,699" coordsize="28,28">
              <v:shape style="position:absolute;left:5217;top:699;width:28;height:28" coordorigin="5217,699" coordsize="28,28" path="m5245,727l5245,699,5217,699e" filled="f" stroked="t" strokeweight=".7pt" strokecolor="#231F20">
                <v:path arrowok="t"/>
              </v:shape>
            </v:group>
            <v:group style="position:absolute;left:1888;top:699;width:28;height:28" coordorigin="1888,699" coordsize="28,28">
              <v:shape style="position:absolute;left:1888;top:699;width:28;height:28" coordorigin="1888,699" coordsize="28,28" path="m1916,699l1888,699,1888,727e" filled="f" stroked="t" strokeweight=".7pt" strokecolor="#231F20">
                <v:path arrowok="t"/>
              </v:shape>
            </v:group>
            <v:group style="position:absolute;left:2369;top:724;width:2;height:1970" coordorigin="2369,724" coordsize="2,1970">
              <v:shape style="position:absolute;left:2369;top:724;width:2;height:1970" coordorigin="2369,724" coordsize="0,1970" path="m2369,724l2369,2693e" filled="f" stroked="t" strokeweight=".7pt" strokecolor="#231F20">
                <v:path arrowok="t"/>
                <v:stroke dashstyle="dash"/>
              </v:shape>
            </v:group>
            <v:group style="position:absolute;left:3131;top:1569;width:2122;height:461" coordorigin="3131,1569" coordsize="2122,461">
              <v:shape style="position:absolute;left:3131;top:1569;width:2122;height:461" coordorigin="3131,1569" coordsize="2122,461" path="m3136,1569l5252,1569,5252,2030,3131,2030e" filled="f" stroked="t" strokeweight=".7pt" strokecolor="#231F20">
                <v:path arrowok="t"/>
              </v:shape>
            </v:group>
            <v:group style="position:absolute;left:5245;top:755;width:2;height:1879" coordorigin="5245,755" coordsize="2,1879">
              <v:shape style="position:absolute;left:5245;top:755;width:2;height:1879" coordorigin="5245,755" coordsize="0,1879" path="m5245,2635l5245,755e" filled="f" stroked="t" strokeweight=".7pt" strokecolor="#231F20">
                <v:path arrowok="t"/>
                <v:stroke dashstyle="dash"/>
              </v:shape>
            </v:group>
            <v:group style="position:absolute;left:4783;top:707;width:2;height:1969" coordorigin="4783,707" coordsize="2,1969">
              <v:shape style="position:absolute;left:4783;top:707;width:2;height:1969" coordorigin="4783,707" coordsize="0,1969" path="m4783,707l4783,2676e" filled="f" stroked="t" strokeweight=".7pt" strokecolor="#231F20">
                <v:path arrowok="t"/>
                <v:stroke dashstyle="dash"/>
              </v:shape>
            </v:group>
            <v:group style="position:absolute;left:1881;top:1203;width:3358;height:2" coordorigin="1881,1203" coordsize="3358,2">
              <v:shape style="position:absolute;left:1881;top:1203;width:3358;height:2" coordorigin="1881,1203" coordsize="3358,0" path="m1881,1203l5238,1203e" filled="f" stroked="t" strokeweight=".7pt" strokecolor="#231F20">
                <v:path arrowok="t"/>
                <v:stroke dashstyle="dash"/>
              </v:shape>
            </v:group>
            <v:group style="position:absolute;left:1876;top:2260;width:3349;height:2" coordorigin="1876,2260" coordsize="3349,2">
              <v:shape style="position:absolute;left:1876;top:2260;width:3349;height:2" coordorigin="1876,2260" coordsize="3349,0" path="m1876,2260l5224,2260e" filled="f" stroked="t" strokeweight=".7pt" strokecolor="#231F20">
                <v:path arrowok="t"/>
                <v:stroke dashstyle="dash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z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.5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35"/>
          <w:w w:val="81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1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93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1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position w:val="-1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225" w:lineRule="exact"/>
        <w:ind w:left="1068" w:right="-20"/>
        <w:jc w:val="left"/>
        <w:tabs>
          <w:tab w:pos="394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31F20"/>
          <w:spacing w:val="-8"/>
          <w:w w:val="100"/>
        </w:rPr>
        <w:t>1</w:t>
      </w:r>
      <w:r>
        <w:rPr>
          <w:rFonts w:ascii="Arial" w:hAnsi="Arial" w:cs="Arial" w:eastAsia="Arial"/>
          <w:sz w:val="19"/>
          <w:szCs w:val="19"/>
          <w:color w:val="231F20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color w:val="231F20"/>
          <w:spacing w:val="0"/>
          <w:w w:val="100"/>
        </w:rPr>
        <w:tab/>
      </w:r>
      <w:r>
        <w:rPr>
          <w:rFonts w:ascii="Arial" w:hAnsi="Arial" w:cs="Arial" w:eastAsia="Arial"/>
          <w:sz w:val="19"/>
          <w:szCs w:val="19"/>
          <w:color w:val="231F20"/>
          <w:spacing w:val="-8"/>
          <w:w w:val="100"/>
          <w:position w:val="-1"/>
        </w:rPr>
        <w:t>1x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2240" w:h="15840"/>
          <w:pgMar w:top="980" w:bottom="280" w:left="960" w:right="980"/>
        </w:sectPr>
      </w:pPr>
      <w:rPr/>
    </w:p>
    <w:p>
      <w:pPr>
        <w:spacing w:before="14" w:after="0" w:line="446" w:lineRule="exact"/>
        <w:ind w:left="2123" w:right="-71"/>
        <w:jc w:val="center"/>
        <w:tabs>
          <w:tab w:pos="3900" w:val="left"/>
        </w:tabs>
        <w:rPr>
          <w:rFonts w:ascii="Arial" w:hAnsi="Arial" w:cs="Arial" w:eastAsia="Arial"/>
          <w:sz w:val="31"/>
          <w:szCs w:val="31"/>
        </w:rPr>
      </w:pPr>
      <w:rPr/>
      <w:r>
        <w:rPr>
          <w:rFonts w:ascii="Arial" w:hAnsi="Arial" w:cs="Arial" w:eastAsia="Arial"/>
          <w:sz w:val="40"/>
          <w:szCs w:val="40"/>
          <w:color w:val="1C3968"/>
          <w:spacing w:val="0"/>
          <w:w w:val="112"/>
          <w:b/>
          <w:bCs/>
          <w:position w:val="-2"/>
        </w:rPr>
        <w:t>4</w:t>
      </w:r>
      <w:r>
        <w:rPr>
          <w:rFonts w:ascii="Arial" w:hAnsi="Arial" w:cs="Arial" w:eastAsia="Arial"/>
          <w:sz w:val="38"/>
          <w:szCs w:val="38"/>
          <w:color w:val="1C3968"/>
          <w:spacing w:val="-21"/>
          <w:w w:val="112"/>
          <w:b/>
          <w:bCs/>
          <w:position w:val="-2"/>
        </w:rPr>
        <w:t>C</w:t>
      </w:r>
      <w:r>
        <w:rPr>
          <w:rFonts w:ascii="Arial" w:hAnsi="Arial" w:cs="Arial" w:eastAsia="Arial"/>
          <w:sz w:val="38"/>
          <w:szCs w:val="38"/>
          <w:color w:val="1C3968"/>
          <w:spacing w:val="-21"/>
          <w:w w:val="112"/>
          <w:b/>
          <w:bCs/>
          <w:position w:val="-2"/>
        </w:rPr>
        <w:t>l</w:t>
      </w:r>
      <w:r>
        <w:rPr>
          <w:rFonts w:ascii="Arial" w:hAnsi="Arial" w:cs="Arial" w:eastAsia="Arial"/>
          <w:sz w:val="38"/>
          <w:szCs w:val="38"/>
          <w:color w:val="1C3968"/>
          <w:spacing w:val="-21"/>
          <w:w w:val="112"/>
          <w:b/>
          <w:bCs/>
          <w:position w:val="-2"/>
        </w:rPr>
        <w:t>i</w:t>
      </w:r>
      <w:r>
        <w:rPr>
          <w:rFonts w:ascii="Arial" w:hAnsi="Arial" w:cs="Arial" w:eastAsia="Arial"/>
          <w:sz w:val="38"/>
          <w:szCs w:val="38"/>
          <w:color w:val="1C3968"/>
          <w:spacing w:val="-21"/>
          <w:w w:val="112"/>
          <w:b/>
          <w:bCs/>
          <w:position w:val="-2"/>
        </w:rPr>
        <w:t>c</w:t>
      </w:r>
      <w:r>
        <w:rPr>
          <w:rFonts w:ascii="Arial" w:hAnsi="Arial" w:cs="Arial" w:eastAsia="Arial"/>
          <w:sz w:val="38"/>
          <w:szCs w:val="38"/>
          <w:color w:val="1C3968"/>
          <w:spacing w:val="-21"/>
          <w:w w:val="112"/>
          <w:b/>
          <w:bCs/>
          <w:position w:val="-2"/>
        </w:rPr>
        <w:t>k</w:t>
      </w:r>
      <w:r>
        <w:rPr>
          <w:rFonts w:ascii="Arial" w:hAnsi="Arial" w:cs="Arial" w:eastAsia="Arial"/>
          <w:sz w:val="38"/>
          <w:szCs w:val="38"/>
          <w:color w:val="1C3968"/>
          <w:spacing w:val="0"/>
          <w:w w:val="112"/>
          <w:b/>
          <w:bCs/>
          <w:position w:val="-2"/>
        </w:rPr>
        <w:t>s</w:t>
      </w:r>
      <w:r>
        <w:rPr>
          <w:rFonts w:ascii="Arial" w:hAnsi="Arial" w:cs="Arial" w:eastAsia="Arial"/>
          <w:sz w:val="38"/>
          <w:szCs w:val="38"/>
          <w:color w:val="1C3968"/>
          <w:spacing w:val="-107"/>
          <w:w w:val="112"/>
          <w:b/>
          <w:bCs/>
          <w:position w:val="-2"/>
        </w:rPr>
        <w:t> </w:t>
      </w:r>
      <w:r>
        <w:rPr>
          <w:rFonts w:ascii="Arial" w:hAnsi="Arial" w:cs="Arial" w:eastAsia="Arial"/>
          <w:sz w:val="38"/>
          <w:szCs w:val="38"/>
          <w:color w:val="1C3968"/>
          <w:spacing w:val="0"/>
          <w:w w:val="100"/>
          <w:b/>
          <w:bCs/>
          <w:position w:val="-2"/>
        </w:rPr>
        <w:tab/>
      </w:r>
      <w:r>
        <w:rPr>
          <w:rFonts w:ascii="Arial" w:hAnsi="Arial" w:cs="Arial" w:eastAsia="Arial"/>
          <w:sz w:val="38"/>
          <w:szCs w:val="38"/>
          <w:color w:val="1C3968"/>
          <w:spacing w:val="0"/>
          <w:w w:val="100"/>
          <w:b/>
          <w:bCs/>
          <w:position w:val="-2"/>
        </w:rPr>
      </w:r>
      <w:r>
        <w:rPr>
          <w:rFonts w:ascii="Arial" w:hAnsi="Arial" w:cs="Arial" w:eastAsia="Arial"/>
          <w:sz w:val="31"/>
          <w:szCs w:val="31"/>
          <w:color w:val="231F20"/>
          <w:spacing w:val="0"/>
          <w:w w:val="80"/>
          <w:position w:val="-5"/>
        </w:rPr>
        <w:t>x</w:t>
      </w:r>
      <w:r>
        <w:rPr>
          <w:rFonts w:ascii="Arial" w:hAnsi="Arial" w:cs="Arial" w:eastAsia="Arial"/>
          <w:sz w:val="31"/>
          <w:szCs w:val="31"/>
          <w:color w:val="000000"/>
          <w:spacing w:val="0"/>
          <w:w w:val="100"/>
          <w:position w:val="0"/>
        </w:rPr>
      </w:r>
    </w:p>
    <w:p>
      <w:pPr>
        <w:spacing w:before="0" w:after="0" w:line="104" w:lineRule="exact"/>
        <w:ind w:left="2276" w:right="250"/>
        <w:jc w:val="center"/>
        <w:rPr>
          <w:rFonts w:ascii="Arial" w:hAnsi="Arial" w:cs="Arial" w:eastAsia="Arial"/>
          <w:sz w:val="5"/>
          <w:szCs w:val="5"/>
        </w:rPr>
      </w:pPr>
      <w:rPr/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B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1"/>
        </w:rPr>
        <w:t>y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1"/>
        </w:rPr>
        <w:t> 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E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s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t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i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m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a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t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o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r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1"/>
        </w:rPr>
        <w:t>s</w:t>
      </w:r>
      <w:r>
        <w:rPr>
          <w:rFonts w:ascii="Arial" w:hAnsi="Arial" w:cs="Arial" w:eastAsia="Arial"/>
          <w:sz w:val="12"/>
          <w:szCs w:val="12"/>
          <w:color w:val="F36F21"/>
          <w:spacing w:val="10"/>
          <w:w w:val="91"/>
        </w:rPr>
        <w:t> 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F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o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1"/>
        </w:rPr>
        <w:t>r</w:t>
      </w:r>
      <w:r>
        <w:rPr>
          <w:rFonts w:ascii="Arial" w:hAnsi="Arial" w:cs="Arial" w:eastAsia="Arial"/>
          <w:sz w:val="12"/>
          <w:szCs w:val="12"/>
          <w:color w:val="F36F21"/>
          <w:spacing w:val="-9"/>
          <w:w w:val="91"/>
        </w:rPr>
        <w:t> 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79"/>
        </w:rPr>
        <w:t>E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3"/>
        </w:rPr>
        <w:t>s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105"/>
        </w:rPr>
        <w:t>t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105"/>
        </w:rPr>
        <w:t>i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m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4"/>
        </w:rPr>
        <w:t>a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105"/>
        </w:rPr>
        <w:t>t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4"/>
        </w:rPr>
        <w:t>o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105"/>
        </w:rPr>
        <w:t>r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3"/>
        </w:rPr>
        <w:t>s</w:t>
      </w:r>
      <w:r>
        <w:rPr>
          <w:rFonts w:ascii="Arial" w:hAnsi="Arial" w:cs="Arial" w:eastAsia="Arial"/>
          <w:sz w:val="12"/>
          <w:szCs w:val="12"/>
          <w:color w:val="F36F21"/>
          <w:spacing w:val="-24"/>
          <w:w w:val="100"/>
        </w:rPr>
        <w:t> </w:t>
      </w:r>
      <w:r>
        <w:rPr>
          <w:rFonts w:ascii="Arial" w:hAnsi="Arial" w:cs="Arial" w:eastAsia="Arial"/>
          <w:sz w:val="5"/>
          <w:szCs w:val="5"/>
          <w:color w:val="F36F21"/>
          <w:spacing w:val="0"/>
          <w:w w:val="94"/>
          <w:position w:val="5"/>
        </w:rPr>
        <w:t>TM</w:t>
      </w:r>
      <w:r>
        <w:rPr>
          <w:rFonts w:ascii="Arial" w:hAnsi="Arial" w:cs="Arial" w:eastAsia="Arial"/>
          <w:sz w:val="5"/>
          <w:szCs w:val="5"/>
          <w:color w:val="000000"/>
          <w:spacing w:val="0"/>
          <w:w w:val="100"/>
          <w:position w:val="0"/>
        </w:rPr>
      </w:r>
    </w:p>
    <w:p>
      <w:pPr>
        <w:spacing w:before="46" w:after="0" w:line="240" w:lineRule="auto"/>
        <w:ind w:right="-73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40" w:lineRule="auto"/>
        <w:ind w:left="514" w:right="-7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.5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1" w:after="0" w:line="441" w:lineRule="exact"/>
        <w:ind w:right="-20"/>
        <w:jc w:val="left"/>
        <w:rPr>
          <w:rFonts w:ascii="Arial" w:hAnsi="Arial" w:cs="Arial" w:eastAsia="Arial"/>
          <w:sz w:val="38"/>
          <w:szCs w:val="38"/>
        </w:rPr>
      </w:pPr>
      <w:rPr/>
      <w:r>
        <w:rPr/>
        <w:br w:type="column"/>
      </w:r>
      <w:r>
        <w:rPr>
          <w:rFonts w:ascii="Arial" w:hAnsi="Arial" w:cs="Arial" w:eastAsia="Arial"/>
          <w:sz w:val="40"/>
          <w:szCs w:val="40"/>
          <w:color w:val="1C3968"/>
          <w:w w:val="120"/>
          <w:b/>
          <w:bCs/>
          <w:position w:val="-2"/>
        </w:rPr>
        <w:t>4</w:t>
      </w:r>
      <w:r>
        <w:rPr>
          <w:rFonts w:ascii="Arial" w:hAnsi="Arial" w:cs="Arial" w:eastAsia="Arial"/>
          <w:sz w:val="38"/>
          <w:szCs w:val="38"/>
          <w:color w:val="1C3968"/>
          <w:spacing w:val="-19"/>
          <w:w w:val="107"/>
          <w:b/>
          <w:bCs/>
          <w:position w:val="-2"/>
        </w:rPr>
        <w:t>C</w:t>
      </w:r>
      <w:r>
        <w:rPr>
          <w:rFonts w:ascii="Arial" w:hAnsi="Arial" w:cs="Arial" w:eastAsia="Arial"/>
          <w:sz w:val="38"/>
          <w:szCs w:val="38"/>
          <w:color w:val="1C3968"/>
          <w:spacing w:val="-19"/>
          <w:w w:val="119"/>
          <w:b/>
          <w:bCs/>
          <w:position w:val="-2"/>
        </w:rPr>
        <w:t>l</w:t>
      </w:r>
      <w:r>
        <w:rPr>
          <w:rFonts w:ascii="Arial" w:hAnsi="Arial" w:cs="Arial" w:eastAsia="Arial"/>
          <w:sz w:val="38"/>
          <w:szCs w:val="38"/>
          <w:color w:val="1C3968"/>
          <w:spacing w:val="-19"/>
          <w:w w:val="119"/>
          <w:b/>
          <w:bCs/>
          <w:position w:val="-2"/>
        </w:rPr>
        <w:t>i</w:t>
      </w:r>
      <w:r>
        <w:rPr>
          <w:rFonts w:ascii="Arial" w:hAnsi="Arial" w:cs="Arial" w:eastAsia="Arial"/>
          <w:sz w:val="38"/>
          <w:szCs w:val="38"/>
          <w:color w:val="1C3968"/>
          <w:spacing w:val="-19"/>
          <w:w w:val="109"/>
          <w:b/>
          <w:bCs/>
          <w:position w:val="-2"/>
        </w:rPr>
        <w:t>c</w:t>
      </w:r>
      <w:r>
        <w:rPr>
          <w:rFonts w:ascii="Arial" w:hAnsi="Arial" w:cs="Arial" w:eastAsia="Arial"/>
          <w:sz w:val="38"/>
          <w:szCs w:val="38"/>
          <w:color w:val="1C3968"/>
          <w:spacing w:val="-19"/>
          <w:w w:val="119"/>
          <w:b/>
          <w:bCs/>
          <w:position w:val="-2"/>
        </w:rPr>
        <w:t>k</w:t>
      </w:r>
      <w:r>
        <w:rPr>
          <w:rFonts w:ascii="Arial" w:hAnsi="Arial" w:cs="Arial" w:eastAsia="Arial"/>
          <w:sz w:val="38"/>
          <w:szCs w:val="38"/>
          <w:color w:val="1C3968"/>
          <w:spacing w:val="0"/>
          <w:w w:val="99"/>
          <w:b/>
          <w:bCs/>
          <w:position w:val="-2"/>
        </w:rPr>
        <w:t>s</w:t>
      </w:r>
      <w:r>
        <w:rPr>
          <w:rFonts w:ascii="Arial" w:hAnsi="Arial" w:cs="Arial" w:eastAsia="Arial"/>
          <w:sz w:val="38"/>
          <w:szCs w:val="38"/>
          <w:color w:val="000000"/>
          <w:spacing w:val="0"/>
          <w:w w:val="100"/>
          <w:position w:val="0"/>
        </w:rPr>
      </w:r>
    </w:p>
    <w:p>
      <w:pPr>
        <w:spacing w:before="0" w:after="0" w:line="107" w:lineRule="exact"/>
        <w:ind w:left="132" w:right="-20"/>
        <w:jc w:val="left"/>
        <w:rPr>
          <w:rFonts w:ascii="Arial" w:hAnsi="Arial" w:cs="Arial" w:eastAsia="Arial"/>
          <w:sz w:val="5"/>
          <w:szCs w:val="5"/>
        </w:rPr>
      </w:pPr>
      <w:rPr/>
      <w:r>
        <w:rPr/>
        <w:pict>
          <v:group style="position:absolute;margin-left:395.368408pt;margin-top:-26.128101pt;width:94.737pt;height:36.642pt;mso-position-horizontal-relative:page;mso-position-vertical-relative:paragraph;z-index:-542" coordorigin="7907,-523" coordsize="1895,733">
            <v:group style="position:absolute;left:7930;top:-500;width:636;height:634" coordorigin="7930,-500" coordsize="636,634">
              <v:shape style="position:absolute;left:7930;top:-500;width:636;height:634" coordorigin="7930,-500" coordsize="636,634" path="m8249,-500l8173,-490,8103,-464,8042,-424,7992,-370,7955,-306,7934,-234,7930,-183,7931,-157,7947,-82,7978,-15,8024,42,8081,87,8149,118,8223,133,8249,134,8275,133,8349,118,8416,87,8473,42,8518,-15,8550,-82,8565,-157,8566,-183,8565,-209,8550,-283,8518,-350,8473,-407,8416,-452,8349,-483,8275,-499,8249,-500e" filled="t" fillcolor="#1C3968" stroked="f">
                <v:path arrowok="t"/>
                <v:fill/>
              </v:shape>
            </v:group>
            <v:group style="position:absolute;left:7954;top:-478;width:588;height:590" coordorigin="7954,-478" coordsize="588,590">
              <v:shape style="position:absolute;left:7954;top:-478;width:588;height:590" coordorigin="7954,-478" coordsize="588,590" path="m8249,-478l8178,-469,8114,-445,8057,-407,8011,-357,7977,-297,7958,-231,7954,-183,7955,-159,7969,-90,7998,-27,8041,26,8094,68,8156,97,8225,111,8249,112,8273,111,8341,97,8403,68,8456,26,8498,-27,8527,-90,8541,-159,8542,-183,8541,-207,8527,-276,8498,-338,8456,-391,8403,-434,8341,-463,8273,-477,8249,-478e" filled="t" fillcolor="#FFFFFF" stroked="f">
                <v:path arrowok="t"/>
                <v:fill/>
              </v:shape>
            </v:group>
            <v:group style="position:absolute;left:7976;top:-456;width:544;height:546" coordorigin="7976,-456" coordsize="544,546">
              <v:shape style="position:absolute;left:7976;top:-456;width:544;height:546" coordorigin="7976,-456" coordsize="544,546" path="m8266,-456l8193,-448,8128,-425,8073,-389,8029,-343,7997,-288,7979,-226,7976,-183,7977,-159,7991,-93,8019,-34,8061,16,8113,55,8174,80,8241,91,8265,90,8333,76,8393,48,8444,7,8483,-44,8509,-104,8520,-170,8519,-195,8506,-263,8479,-325,8439,-376,8389,-416,8330,-444,8266,-456e" filled="t" fillcolor="#1C3968" stroked="f">
                <v:path arrowok="t"/>
                <v:fill/>
              </v:shape>
              <v:shape style="position:absolute;left:7917;top:141;width:662;height:48" type="#_x0000_t75">
                <v:imagedata r:id="rId11" o:title=""/>
              </v:shape>
            </v:group>
            <v:group style="position:absolute;left:7932;top:154;width:632;height:17" coordorigin="7932,154" coordsize="632,17">
              <v:shape style="position:absolute;left:7932;top:154;width:632;height:17" coordorigin="7932,154" coordsize="632,17" path="m8189,154l8189,154e" filled="f" stroked="t" strokeweight=".1pt" strokecolor="#CECDCD">
                <v:path arrowok="t"/>
              </v:shape>
            </v:group>
            <v:group style="position:absolute;left:8058;top:-443;width:399;height:477" coordorigin="8058,-443" coordsize="399,477">
              <v:shape style="position:absolute;left:8058;top:-443;width:399;height:477" coordorigin="8058,-443" coordsize="399,477" path="m8247,-443l8093,-359,8058,-68,8115,34,8264,-46,8235,-100,8173,-100,8173,-276,8338,-276,8247,-443e" filled="t" fillcolor="#FFFFFF" stroked="f">
                <v:path arrowok="t"/>
                <v:fill/>
              </v:shape>
              <v:shape style="position:absolute;left:8058;top:-443;width:399;height:477" coordorigin="8058,-443" coordsize="399,477" path="m8338,-276l8173,-276,8312,-174,8264,-148,8347,8,8458,-50,8414,-128,8458,-150,8415,-230,8362,-230,8338,-276e" filled="t" fillcolor="#FFFFFF" stroked="f">
                <v:path arrowok="t"/>
                <v:fill/>
              </v:shape>
              <v:shape style="position:absolute;left:8058;top:-443;width:399;height:477" coordorigin="8058,-443" coordsize="399,477" path="m8221,-126l8173,-100,8235,-100,8221,-126e" filled="t" fillcolor="#FFFFFF" stroked="f">
                <v:path arrowok="t"/>
                <v:fill/>
              </v:shape>
              <v:shape style="position:absolute;left:8058;top:-443;width:399;height:477" coordorigin="8058,-443" coordsize="399,477" path="m8403,-252l8362,-230,8415,-230,8403,-252e" filled="t" fillcolor="#FFFFFF" stroked="f">
                <v:path arrowok="t"/>
                <v:fill/>
              </v:shape>
            </v:group>
            <v:group style="position:absolute;left:7910;top:-520;width:1890;height:728" coordorigin="7910,-520" coordsize="1890,728">
              <v:shape style="position:absolute;left:7910;top:-520;width:1890;height:728" coordorigin="7910,-520" coordsize="1890,728" path="m9800,-520l7913,-520,7910,208,9796,208e" filled="f" stroked="t" strokeweight=".25pt" strokecolor="#231F2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B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1"/>
        </w:rPr>
        <w:t>y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1"/>
        </w:rPr>
        <w:t> 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E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s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t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i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m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a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t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o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r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1"/>
        </w:rPr>
        <w:t>s</w:t>
      </w:r>
      <w:r>
        <w:rPr>
          <w:rFonts w:ascii="Arial" w:hAnsi="Arial" w:cs="Arial" w:eastAsia="Arial"/>
          <w:sz w:val="12"/>
          <w:szCs w:val="12"/>
          <w:color w:val="F36F21"/>
          <w:spacing w:val="10"/>
          <w:w w:val="91"/>
        </w:rPr>
        <w:t> 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F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o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1"/>
        </w:rPr>
        <w:t>r</w:t>
      </w:r>
      <w:r>
        <w:rPr>
          <w:rFonts w:ascii="Arial" w:hAnsi="Arial" w:cs="Arial" w:eastAsia="Arial"/>
          <w:sz w:val="12"/>
          <w:szCs w:val="12"/>
          <w:color w:val="F36F21"/>
          <w:spacing w:val="-9"/>
          <w:w w:val="91"/>
        </w:rPr>
        <w:t> 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79"/>
        </w:rPr>
        <w:t>E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3"/>
        </w:rPr>
        <w:t>s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105"/>
        </w:rPr>
        <w:t>t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105"/>
        </w:rPr>
        <w:t>i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1"/>
        </w:rPr>
        <w:t>m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4"/>
        </w:rPr>
        <w:t>a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105"/>
        </w:rPr>
        <w:t>t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94"/>
        </w:rPr>
        <w:t>o</w:t>
      </w:r>
      <w:r>
        <w:rPr>
          <w:rFonts w:ascii="Arial" w:hAnsi="Arial" w:cs="Arial" w:eastAsia="Arial"/>
          <w:sz w:val="12"/>
          <w:szCs w:val="12"/>
          <w:color w:val="F36F21"/>
          <w:spacing w:val="-1"/>
          <w:w w:val="105"/>
        </w:rPr>
        <w:t>r</w:t>
      </w:r>
      <w:r>
        <w:rPr>
          <w:rFonts w:ascii="Arial" w:hAnsi="Arial" w:cs="Arial" w:eastAsia="Arial"/>
          <w:sz w:val="12"/>
          <w:szCs w:val="12"/>
          <w:color w:val="F36F21"/>
          <w:spacing w:val="0"/>
          <w:w w:val="93"/>
        </w:rPr>
        <w:t>s</w:t>
      </w:r>
      <w:r>
        <w:rPr>
          <w:rFonts w:ascii="Arial" w:hAnsi="Arial" w:cs="Arial" w:eastAsia="Arial"/>
          <w:sz w:val="12"/>
          <w:szCs w:val="12"/>
          <w:color w:val="F36F21"/>
          <w:spacing w:val="-24"/>
          <w:w w:val="100"/>
        </w:rPr>
        <w:t> </w:t>
      </w:r>
      <w:r>
        <w:rPr>
          <w:rFonts w:ascii="Arial" w:hAnsi="Arial" w:cs="Arial" w:eastAsia="Arial"/>
          <w:sz w:val="5"/>
          <w:szCs w:val="5"/>
          <w:color w:val="F36F21"/>
          <w:spacing w:val="0"/>
          <w:w w:val="100"/>
          <w:position w:val="5"/>
        </w:rPr>
        <w:t>TM</w:t>
      </w:r>
      <w:r>
        <w:rPr>
          <w:rFonts w:ascii="Arial" w:hAnsi="Arial" w:cs="Arial" w:eastAsia="Arial"/>
          <w:sz w:val="5"/>
          <w:szCs w:val="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960" w:right="980"/>
          <w:cols w:num="3" w:equalWidth="0">
            <w:col w:w="4096" w:space="1783"/>
            <w:col w:w="921" w:space="913"/>
            <w:col w:w="2587"/>
          </w:cols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4.714298pt;margin-top:282.142914pt;width:540pt;height:.1pt;mso-position-horizontal-relative:page;mso-position-vertical-relative:page;z-index:-540" coordorigin="694,5643" coordsize="10800,2">
            <v:shape style="position:absolute;left:694;top:5643;width:10800;height:2" coordorigin="694,5643" coordsize="10800,0" path="m694,5643l11494,5643e" filled="f" stroked="t" strokeweight="1pt" strokecolor="#515658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215" w:lineRule="exact"/>
        <w:ind w:left="1079" w:right="-20"/>
        <w:jc w:val="left"/>
        <w:tabs>
          <w:tab w:pos="396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31F20"/>
          <w:spacing w:val="-8"/>
          <w:w w:val="100"/>
          <w:position w:val="-1"/>
        </w:rPr>
        <w:t>1</w:t>
      </w:r>
      <w:r>
        <w:rPr>
          <w:rFonts w:ascii="Arial" w:hAnsi="Arial" w:cs="Arial" w:eastAsia="Arial"/>
          <w:sz w:val="19"/>
          <w:szCs w:val="19"/>
          <w:color w:val="231F20"/>
          <w:spacing w:val="0"/>
          <w:w w:val="100"/>
          <w:position w:val="-1"/>
        </w:rPr>
        <w:t>x</w:t>
      </w:r>
      <w:r>
        <w:rPr>
          <w:rFonts w:ascii="Arial" w:hAnsi="Arial" w:cs="Arial" w:eastAsia="Arial"/>
          <w:sz w:val="19"/>
          <w:szCs w:val="19"/>
          <w:color w:val="231F20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19"/>
          <w:szCs w:val="19"/>
          <w:color w:val="231F20"/>
          <w:spacing w:val="-8"/>
          <w:w w:val="100"/>
          <w:position w:val="-1"/>
        </w:rPr>
        <w:t>1x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2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8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5"/>
          <w:w w:val="8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515658"/>
          <w:spacing w:val="-3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515658"/>
          <w:spacing w:val="17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-2"/>
          <w:w w:val="8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20"/>
          <w:w w:val="8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3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1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6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515658"/>
          <w:spacing w:val="6"/>
          <w:w w:val="85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75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5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5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75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1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7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8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9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8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7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50" w:lineRule="auto"/>
        <w:ind w:left="120" w:right="334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z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3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75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5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5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75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ph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ha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ng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35"/>
          <w:w w:val="81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5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50" w:lineRule="auto"/>
        <w:ind w:left="120" w:right="28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7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6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se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se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se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30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3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8"/>
          <w:b/>
          <w:bCs/>
        </w:rPr>
        <w:t>J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8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78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  <w:b/>
          <w:bCs/>
        </w:rPr>
        <w:t>J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7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8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  <w:b/>
          <w:bCs/>
        </w:rPr>
        <w:t>og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ph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x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1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1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up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50" w:lineRule="auto"/>
        <w:ind w:left="120" w:right="6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73"/>
        </w:rPr>
        <w:t>J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3"/>
        </w:rPr>
        <w:t>EG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7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se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0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0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8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78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78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36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9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5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31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8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78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78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9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j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75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5"/>
          <w:b/>
          <w:bCs/>
        </w:rPr>
        <w:t>NG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75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3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3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3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71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  <w:b/>
          <w:bCs/>
        </w:rPr>
        <w:t>ph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50" w:lineRule="auto"/>
        <w:ind w:left="120" w:right="8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(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)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1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ws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5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4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32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1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,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5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v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(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)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(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)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8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ws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b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k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to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3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3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1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1"/>
          <w:w w:val="78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8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78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22"/>
          <w:szCs w:val="22"/>
          <w:color w:val="231F20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1"/>
          <w:w w:val="82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gg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0"/>
          <w:w w:val="8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75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8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5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5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8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50" w:lineRule="auto"/>
        <w:ind w:left="120" w:right="25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3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4"/>
        </w:rPr>
        <w:t>-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4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4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4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4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4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4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2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at</w:t>
      </w:r>
      <w:r>
        <w:rPr>
          <w:rFonts w:ascii="Arial" w:hAnsi="Arial" w:cs="Arial" w:eastAsia="Arial"/>
          <w:sz w:val="22"/>
          <w:szCs w:val="22"/>
          <w:color w:val="231F20"/>
          <w:spacing w:val="1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es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2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1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85"/>
        </w:rPr>
        <w:t>J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7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69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69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82"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8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1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w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q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2"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y</w:t>
      </w:r>
      <w:r>
        <w:rPr>
          <w:rFonts w:ascii="Arial" w:hAnsi="Arial" w:cs="Arial" w:eastAsia="Arial"/>
          <w:sz w:val="22"/>
          <w:szCs w:val="22"/>
          <w:color w:val="231F20"/>
          <w:spacing w:val="1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82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91"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86"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7"/>
          <w:w w:val="88"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79"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3"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3"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6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960" w:right="980"/>
        </w:sectPr>
      </w:pPr>
      <w:rPr/>
    </w:p>
    <w:p>
      <w:pPr>
        <w:spacing w:before="5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37.384602pt;margin-top:281pt;width:540pt;height:.1pt;mso-position-horizontal-relative:page;mso-position-vertical-relative:page;z-index:-539" coordorigin="748,5620" coordsize="10800,2">
            <v:shape style="position:absolute;left:748;top:5620;width:10800;height:2" coordorigin="748,5620" coordsize="10800,0" path="m748,5620l11548,5620e" filled="f" stroked="t" strokeweight="1pt" strokecolor="#515658">
              <v:path arrowok="t"/>
            </v:shape>
          </v:group>
          <w10:wrap type="none"/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9.692001" w:type="dxa"/>
      </w:tblPr>
      <w:tblGrid/>
      <w:tr>
        <w:trPr>
          <w:trHeight w:val="418" w:hRule="exact"/>
        </w:trPr>
        <w:tc>
          <w:tcPr>
            <w:tcW w:w="2762" w:type="dxa"/>
            <w:tcBorders>
              <w:top w:val="nil" w:sz="6" w:space="0" w:color="auto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72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  <w:b/>
                <w:bCs/>
              </w:rPr>
              <w:t>Logo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7"/>
                <w:w w:val="8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  <w:b/>
                <w:bCs/>
              </w:rPr>
              <w:t>Usage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650" w:type="dxa"/>
            <w:tcBorders>
              <w:top w:val="nil" w:sz="6" w:space="0" w:color="auto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72" w:after="0" w:line="240" w:lineRule="auto"/>
              <w:ind w:left="980" w:right="113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7"/>
                <w:b/>
                <w:bCs/>
              </w:rPr>
              <w:t>Good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nil" w:sz="6" w:space="0" w:color="auto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72" w:after="0" w:line="240" w:lineRule="auto"/>
              <w:ind w:left="807" w:right="7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  <w:b/>
                <w:bCs/>
              </w:rPr>
              <w:t>Better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33" w:type="dxa"/>
            <w:tcBorders>
              <w:top w:val="nil" w:sz="6" w:space="0" w:color="auto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72" w:after="0" w:line="240" w:lineRule="auto"/>
              <w:ind w:left="1043" w:right="101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  <w:b/>
                <w:bCs/>
              </w:rPr>
              <w:t>Best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84" w:hRule="exact"/>
        </w:trPr>
        <w:tc>
          <w:tcPr>
            <w:tcW w:w="2762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79"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our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7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Color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5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Process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3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Printing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650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70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5"/>
              </w:rPr>
              <w:t>JPEG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4"/>
                <w:w w:val="75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5"/>
              </w:rPr>
              <w:t>(CMYK)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6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5"/>
              </w:rPr>
              <w:t>TIFF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2"/>
                <w:w w:val="75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5"/>
              </w:rPr>
              <w:t>(CMYK)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33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79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5"/>
              </w:rPr>
              <w:t>EPS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6"/>
                <w:w w:val="75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5"/>
              </w:rPr>
              <w:t>(CMYK)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84" w:hRule="exact"/>
        </w:trPr>
        <w:tc>
          <w:tcPr>
            <w:tcW w:w="2762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3"/>
                <w:w w:val="8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wo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8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Color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Printing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650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146" w:right="13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17" w:right="95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33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181" w:right="114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84" w:hRule="exact"/>
        </w:trPr>
        <w:tc>
          <w:tcPr>
            <w:tcW w:w="2762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8"/>
              </w:rPr>
              <w:t>One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"/>
                <w:w w:val="78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8"/>
              </w:rPr>
              <w:t>Color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1"/>
                <w:w w:val="78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3"/>
              </w:rPr>
              <w:t>Printing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650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75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3"/>
              </w:rPr>
              <w:t>JPEG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9"/>
                <w:w w:val="7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7"/>
              </w:rPr>
              <w:t>(B&amp;W)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66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3"/>
              </w:rPr>
              <w:t>TIFF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9"/>
                <w:w w:val="73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7"/>
              </w:rPr>
              <w:t>(B&amp;W)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33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83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2"/>
              </w:rPr>
              <w:t>EPS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9"/>
                <w:w w:val="7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7"/>
              </w:rPr>
              <w:t>(B&amp;W)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748" w:hRule="exact"/>
        </w:trPr>
        <w:tc>
          <w:tcPr>
            <w:tcW w:w="2762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Electronic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3"/>
                <w:w w:val="8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Media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81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2"/>
                <w:w w:val="81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wer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81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oint,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6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on-screen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33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use)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650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146" w:right="13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17" w:right="95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33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63" w:right="103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2"/>
              </w:rPr>
              <w:t>PNG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748" w:hRule="exact"/>
        </w:trPr>
        <w:tc>
          <w:tcPr>
            <w:tcW w:w="2762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81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ord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1"/>
                <w:w w:val="81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Processing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8"/>
              </w:rPr>
              <w:t>(MS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78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3"/>
                <w:w w:val="78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8"/>
              </w:rPr>
              <w:t>ord,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1"/>
                <w:w w:val="78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8"/>
              </w:rPr>
              <w:t>Excel)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650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4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2"/>
              </w:rPr>
              <w:t>JPEG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5"/>
                <w:w w:val="7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2"/>
              </w:rPr>
              <w:t>(RGB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9"/>
                <w:w w:val="7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0"/>
                <w:w w:val="8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0"/>
              </w:rPr>
              <w:t>B&amp;W)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17" w:right="95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33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57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2"/>
              </w:rPr>
              <w:t>PNG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9"/>
                <w:w w:val="7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2"/>
              </w:rPr>
              <w:t>(RGB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9"/>
                <w:w w:val="7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13"/>
                <w:w w:val="79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9"/>
              </w:rPr>
              <w:t>BW)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84" w:hRule="exact"/>
        </w:trPr>
        <w:tc>
          <w:tcPr>
            <w:tcW w:w="2762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4"/>
                <w:w w:val="76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eb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650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146" w:right="13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941" w:right="8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1"/>
              </w:rPr>
              <w:t>GIF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33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63" w:right="103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2"/>
              </w:rPr>
              <w:t>PNG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84" w:hRule="exact"/>
        </w:trPr>
        <w:tc>
          <w:tcPr>
            <w:tcW w:w="2762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4"/>
              </w:rPr>
              <w:t>Silk-screen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2"/>
                <w:w w:val="84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100"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2"/>
              </w:rPr>
              <w:t>Embroide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4"/>
                <w:w w:val="82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1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650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146" w:right="13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75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17" w:right="95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89"/>
              </w:rPr>
              <w:t>–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533" w:type="dxa"/>
            <w:tcBorders>
              <w:top w:val="single" w:sz="4" w:space="0" w:color="231F20"/>
              <w:bottom w:val="single" w:sz="4" w:space="0" w:color="231F20"/>
              <w:left w:val="nil" w:sz="6" w:space="0" w:color="auto"/>
              <w:right w:val="nil" w:sz="6" w:space="0" w:color="auto"/>
            </w:tcBorders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77" w:right="104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231F20"/>
                <w:spacing w:val="0"/>
                <w:w w:val="72"/>
              </w:rPr>
              <w:t>EPS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4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Que</w:t>
      </w:r>
      <w:r>
        <w:rPr>
          <w:rFonts w:ascii="Arial" w:hAnsi="Arial" w:cs="Arial" w:eastAsia="Arial"/>
          <w:sz w:val="28"/>
          <w:szCs w:val="28"/>
          <w:color w:val="515658"/>
          <w:spacing w:val="2"/>
          <w:w w:val="79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1"/>
          <w:w w:val="79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515658"/>
          <w:spacing w:val="16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9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515658"/>
          <w:spacing w:val="10"/>
          <w:w w:val="79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4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78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515658"/>
          <w:spacing w:val="-1"/>
          <w:w w:val="85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5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84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515658"/>
          <w:spacing w:val="4"/>
          <w:w w:val="84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515658"/>
          <w:spacing w:val="0"/>
          <w:w w:val="79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or</w:t>
      </w:r>
      <w:r>
        <w:rPr>
          <w:rFonts w:ascii="Arial" w:hAnsi="Arial" w:cs="Arial" w:eastAsia="Arial"/>
          <w:sz w:val="22"/>
          <w:szCs w:val="22"/>
          <w:color w:val="231F20"/>
          <w:spacing w:val="-9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additional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questions</w:t>
      </w:r>
      <w:r>
        <w:rPr>
          <w:rFonts w:ascii="Arial" w:hAnsi="Arial" w:cs="Arial" w:eastAsia="Arial"/>
          <w:sz w:val="22"/>
          <w:szCs w:val="22"/>
          <w:color w:val="231F20"/>
          <w:spacing w:val="12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please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e-mail</w:t>
      </w:r>
      <w:r>
        <w:rPr>
          <w:rFonts w:ascii="Arial" w:hAnsi="Arial" w:cs="Arial" w:eastAsia="Arial"/>
          <w:sz w:val="22"/>
          <w:szCs w:val="22"/>
          <w:color w:val="231F20"/>
          <w:spacing w:val="33"/>
          <w:w w:val="82"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either</w:t>
      </w:r>
      <w:r>
        <w:rPr>
          <w:rFonts w:ascii="Arial" w:hAnsi="Arial" w:cs="Arial" w:eastAsia="Arial"/>
          <w:sz w:val="22"/>
          <w:szCs w:val="22"/>
          <w:color w:val="231F20"/>
          <w:spacing w:val="14"/>
          <w:w w:val="82"/>
        </w:rPr>
        <w:t> </w:t>
      </w:r>
      <w:hyperlink r:id="rId12">
        <w:r>
          <w:rPr>
            <w:rFonts w:ascii="Arial" w:hAnsi="Arial" w:cs="Arial" w:eastAsia="Arial"/>
            <w:sz w:val="22"/>
            <w:szCs w:val="22"/>
            <w:color w:val="231F20"/>
            <w:spacing w:val="0"/>
            <w:w w:val="82"/>
          </w:rPr>
          <w:t>chris@designrange</w:t>
        </w:r>
        <w:r>
          <w:rPr>
            <w:rFonts w:ascii="Arial" w:hAnsi="Arial" w:cs="Arial" w:eastAsia="Arial"/>
            <w:sz w:val="22"/>
            <w:szCs w:val="22"/>
            <w:color w:val="231F20"/>
            <w:spacing w:val="0"/>
            <w:w w:val="82"/>
          </w:rPr>
          <w:t>rs.com</w:t>
        </w:r>
        <w:r>
          <w:rPr>
            <w:rFonts w:ascii="Arial" w:hAnsi="Arial" w:cs="Arial" w:eastAsia="Arial"/>
            <w:sz w:val="22"/>
            <w:szCs w:val="22"/>
            <w:color w:val="231F20"/>
            <w:spacing w:val="16"/>
            <w:w w:val="82"/>
          </w:rPr>
          <w:t> </w:t>
        </w:r>
      </w:hyperlink>
      <w:r>
        <w:rPr>
          <w:rFonts w:ascii="Arial" w:hAnsi="Arial" w:cs="Arial" w:eastAsia="Arial"/>
          <w:sz w:val="22"/>
          <w:szCs w:val="22"/>
          <w:color w:val="231F20"/>
          <w:spacing w:val="0"/>
          <w:w w:val="82"/>
        </w:rPr>
        <w:t>or</w:t>
      </w:r>
      <w:r>
        <w:rPr>
          <w:rFonts w:ascii="Arial" w:hAnsi="Arial" w:cs="Arial" w:eastAsia="Arial"/>
          <w:sz w:val="22"/>
          <w:szCs w:val="22"/>
          <w:color w:val="231F20"/>
          <w:spacing w:val="5"/>
          <w:w w:val="82"/>
        </w:rPr>
        <w:t> </w:t>
      </w:r>
      <w:hyperlink r:id="rId13">
        <w:r>
          <w:rPr>
            <w:rFonts w:ascii="Arial" w:hAnsi="Arial" w:cs="Arial" w:eastAsia="Arial"/>
            <w:sz w:val="22"/>
            <w:szCs w:val="22"/>
            <w:color w:val="231F20"/>
            <w:spacing w:val="0"/>
            <w:w w:val="83"/>
          </w:rPr>
          <w:t>jen</w:t>
        </w:r>
        <w:r>
          <w:rPr>
            <w:rFonts w:ascii="Arial" w:hAnsi="Arial" w:cs="Arial" w:eastAsia="Arial"/>
            <w:sz w:val="22"/>
            <w:szCs w:val="22"/>
            <w:color w:val="231F20"/>
            <w:spacing w:val="2"/>
            <w:w w:val="83"/>
          </w:rPr>
          <w:t>n</w:t>
        </w:r>
      </w:hyperlink>
      <w:hyperlink r:id="rId14">
        <w:r>
          <w:rPr>
            <w:rFonts w:ascii="Arial" w:hAnsi="Arial" w:cs="Arial" w:eastAsia="Arial"/>
            <w:sz w:val="22"/>
            <w:szCs w:val="22"/>
            <w:color w:val="231F20"/>
            <w:spacing w:val="0"/>
            <w:w w:val="82"/>
          </w:rPr>
          <w:t>y@designrangers.com</w:t>
        </w:r>
        <w:r>
          <w:rPr>
            <w:rFonts w:ascii="Arial" w:hAnsi="Arial" w:cs="Arial" w:eastAsia="Arial"/>
            <w:sz w:val="22"/>
            <w:szCs w:val="22"/>
            <w:color w:val="000000"/>
            <w:spacing w:val="0"/>
            <w:w w:val="100"/>
          </w:rPr>
        </w:r>
      </w:hyperlink>
    </w:p>
    <w:sectPr>
      <w:pgSz w:w="12240" w:h="15840"/>
      <w:pgMar w:top="880" w:bottom="280" w:left="94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color-wheel-pro.com/color-meaning.html" TargetMode="External"/><Relationship Id="rId8" Type="http://schemas.openxmlformats.org/officeDocument/2006/relationships/hyperlink" Target="http://desktoppub.about.com/lr/color_symbolism/48085/2/" TargetMode="External"/><Relationship Id="rId9" Type="http://schemas.openxmlformats.org/officeDocument/2006/relationships/hyperlink" Target="http://findarticles.com/p/articles/mi_m0FCR/" TargetMode="Externa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mailto:chris@designrangers.com" TargetMode="External"/><Relationship Id="rId13" Type="http://schemas.openxmlformats.org/officeDocument/2006/relationships/hyperlink" Target="mailto:jenny@designrangers.com" TargetMode="External"/><Relationship Id="rId14" Type="http://schemas.openxmlformats.org/officeDocument/2006/relationships/hyperlink" Target="mailto:y@designrangers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2012-04-11T13:52:54Z</dcterms:created>
  <dcterms:modified xsi:type="dcterms:W3CDTF">2012-04-11T13:52:54Z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2010-03-09T00:00:00Z</vt:filetime>
  </property>
  <property fmtid="{D5CDD505-2E9C-101B-9397-08002B2CF9AE}" pid="3" name="LastSaved">
    <vt:filetime>2012-04-11T00:00:00Z</vt:filetime>
  </property>
</Properties>
</file>