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519" w:rsidRDefault="00663921">
      <w:bookmarkStart w:id="0" w:name="_GoBack"/>
      <w:bookmarkEnd w:id="0"/>
      <w:r>
        <w:t>SENT VIA EMAIL:</w:t>
      </w:r>
    </w:p>
    <w:p w:rsidR="00663921" w:rsidRDefault="00663921"/>
    <w:p w:rsidR="00663921" w:rsidRDefault="00663921"/>
    <w:p w:rsidR="00663921" w:rsidRDefault="00663921">
      <w:r>
        <w:t>RE:</w:t>
      </w:r>
    </w:p>
    <w:p w:rsidR="00663921" w:rsidRDefault="00663921"/>
    <w:p w:rsidR="00663921" w:rsidRDefault="00663921"/>
    <w:p w:rsidR="00663921" w:rsidRDefault="00663921" w:rsidP="00BD1519"/>
    <w:p w:rsidR="00663921" w:rsidRPr="00663921" w:rsidRDefault="00663921" w:rsidP="00663921"/>
    <w:p w:rsidR="00663921" w:rsidRPr="00663921" w:rsidRDefault="00663921" w:rsidP="00663921"/>
    <w:p w:rsidR="00663921" w:rsidRPr="00663921" w:rsidRDefault="00663921" w:rsidP="00663921"/>
    <w:p w:rsidR="00663921" w:rsidRPr="00663921" w:rsidRDefault="00663921" w:rsidP="00663921"/>
    <w:p w:rsidR="00663921" w:rsidRPr="00663921" w:rsidRDefault="00663921" w:rsidP="00663921"/>
    <w:p w:rsidR="00663921" w:rsidRDefault="00663921" w:rsidP="00663921"/>
    <w:p w:rsidR="00BD1519" w:rsidRDefault="00BD1519" w:rsidP="00663921">
      <w:pPr>
        <w:tabs>
          <w:tab w:val="left" w:pos="1395"/>
        </w:tabs>
      </w:pPr>
    </w:p>
    <w:p w:rsidR="00663921" w:rsidRDefault="00663921" w:rsidP="00663921">
      <w:pPr>
        <w:tabs>
          <w:tab w:val="left" w:pos="1395"/>
        </w:tabs>
      </w:pPr>
    </w:p>
    <w:p w:rsidR="00663921" w:rsidRDefault="00663921" w:rsidP="00663921">
      <w:pPr>
        <w:tabs>
          <w:tab w:val="left" w:pos="1395"/>
        </w:tabs>
      </w:pPr>
    </w:p>
    <w:p w:rsidR="00663921" w:rsidRDefault="00663921" w:rsidP="00663921">
      <w:pPr>
        <w:tabs>
          <w:tab w:val="left" w:pos="1395"/>
        </w:tabs>
      </w:pPr>
    </w:p>
    <w:p w:rsidR="00663921" w:rsidRDefault="00663921" w:rsidP="00663921">
      <w:pPr>
        <w:tabs>
          <w:tab w:val="left" w:pos="1395"/>
        </w:tabs>
      </w:pPr>
    </w:p>
    <w:p w:rsidR="00663921" w:rsidRDefault="00663921" w:rsidP="00663921">
      <w:pPr>
        <w:tabs>
          <w:tab w:val="left" w:pos="1395"/>
        </w:tabs>
      </w:pPr>
    </w:p>
    <w:p w:rsidR="00663921" w:rsidRDefault="00663921" w:rsidP="00663921">
      <w:pPr>
        <w:tabs>
          <w:tab w:val="left" w:pos="1395"/>
        </w:tabs>
      </w:pPr>
    </w:p>
    <w:p w:rsidR="00663921" w:rsidRDefault="00663921" w:rsidP="00663921">
      <w:pPr>
        <w:tabs>
          <w:tab w:val="left" w:pos="1395"/>
        </w:tabs>
      </w:pPr>
    </w:p>
    <w:p w:rsidR="00663921" w:rsidRDefault="00663921" w:rsidP="00663921">
      <w:pPr>
        <w:tabs>
          <w:tab w:val="left" w:pos="1395"/>
        </w:tabs>
      </w:pPr>
    </w:p>
    <w:p w:rsidR="00663921" w:rsidRDefault="00663921" w:rsidP="00663921">
      <w:pPr>
        <w:tabs>
          <w:tab w:val="left" w:pos="1395"/>
        </w:tabs>
      </w:pPr>
    </w:p>
    <w:p w:rsidR="00663921" w:rsidRDefault="00663921" w:rsidP="00663921">
      <w:pPr>
        <w:tabs>
          <w:tab w:val="left" w:pos="1395"/>
        </w:tabs>
      </w:pPr>
    </w:p>
    <w:p w:rsidR="00663921" w:rsidRDefault="00663921" w:rsidP="00663921">
      <w:pPr>
        <w:tabs>
          <w:tab w:val="left" w:pos="1395"/>
        </w:tabs>
      </w:pPr>
    </w:p>
    <w:p w:rsidR="00663921" w:rsidRDefault="00663921" w:rsidP="00663921">
      <w:pPr>
        <w:tabs>
          <w:tab w:val="left" w:pos="1395"/>
        </w:tabs>
      </w:pPr>
    </w:p>
    <w:p w:rsidR="00663921" w:rsidRDefault="00663921" w:rsidP="00663921">
      <w:pPr>
        <w:tabs>
          <w:tab w:val="left" w:pos="1395"/>
        </w:tabs>
      </w:pPr>
    </w:p>
    <w:p w:rsidR="00663921" w:rsidRDefault="00663921" w:rsidP="00663921">
      <w:pPr>
        <w:tabs>
          <w:tab w:val="left" w:pos="1395"/>
        </w:tabs>
      </w:pPr>
    </w:p>
    <w:p w:rsidR="00663921" w:rsidRDefault="00663921" w:rsidP="00663921">
      <w:pPr>
        <w:tabs>
          <w:tab w:val="left" w:pos="1395"/>
        </w:tabs>
      </w:pPr>
    </w:p>
    <w:p w:rsidR="00663921" w:rsidRDefault="00663921" w:rsidP="00663921">
      <w:pPr>
        <w:tabs>
          <w:tab w:val="left" w:pos="1395"/>
        </w:tabs>
      </w:pPr>
    </w:p>
    <w:p w:rsidR="00663921" w:rsidRDefault="00663921" w:rsidP="00663921">
      <w:pPr>
        <w:tabs>
          <w:tab w:val="left" w:pos="1395"/>
        </w:tabs>
      </w:pPr>
    </w:p>
    <w:p w:rsidR="00663921" w:rsidRDefault="00663921" w:rsidP="00663921">
      <w:pPr>
        <w:tabs>
          <w:tab w:val="left" w:pos="1395"/>
        </w:tabs>
      </w:pPr>
    </w:p>
    <w:p w:rsidR="00663921" w:rsidRDefault="00663921" w:rsidP="00663921">
      <w:pPr>
        <w:tabs>
          <w:tab w:val="left" w:pos="1395"/>
        </w:tabs>
      </w:pPr>
    </w:p>
    <w:p w:rsidR="00663921" w:rsidRDefault="00663921" w:rsidP="00663921">
      <w:pPr>
        <w:tabs>
          <w:tab w:val="left" w:pos="1395"/>
        </w:tabs>
      </w:pPr>
    </w:p>
    <w:p w:rsidR="00663921" w:rsidRDefault="00663921" w:rsidP="00663921">
      <w:pPr>
        <w:tabs>
          <w:tab w:val="left" w:pos="1395"/>
        </w:tabs>
      </w:pPr>
    </w:p>
    <w:p w:rsidR="00663921" w:rsidRDefault="00663921" w:rsidP="00663921">
      <w:pPr>
        <w:tabs>
          <w:tab w:val="left" w:pos="1395"/>
        </w:tabs>
      </w:pPr>
    </w:p>
    <w:p w:rsidR="00663921" w:rsidRDefault="00663921" w:rsidP="00663921">
      <w:pPr>
        <w:tabs>
          <w:tab w:val="left" w:pos="1395"/>
        </w:tabs>
      </w:pPr>
    </w:p>
    <w:p w:rsidR="00663921" w:rsidRDefault="00663921" w:rsidP="00663921">
      <w:pPr>
        <w:tabs>
          <w:tab w:val="left" w:pos="1395"/>
        </w:tabs>
      </w:pPr>
    </w:p>
    <w:p w:rsidR="00663921" w:rsidRDefault="00663921" w:rsidP="00663921">
      <w:pPr>
        <w:tabs>
          <w:tab w:val="left" w:pos="1395"/>
        </w:tabs>
      </w:pPr>
    </w:p>
    <w:p w:rsidR="00663921" w:rsidRPr="00663921" w:rsidRDefault="00663921" w:rsidP="00663921">
      <w:pPr>
        <w:tabs>
          <w:tab w:val="left" w:pos="1395"/>
        </w:tabs>
      </w:pPr>
    </w:p>
    <w:sectPr w:rsidR="00663921" w:rsidRPr="00663921" w:rsidSect="00663921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432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C82" w:rsidRDefault="00101C82" w:rsidP="00D94B58">
      <w:pPr>
        <w:spacing w:after="0" w:line="240" w:lineRule="auto"/>
      </w:pPr>
      <w:r>
        <w:separator/>
      </w:r>
    </w:p>
  </w:endnote>
  <w:endnote w:type="continuationSeparator" w:id="0">
    <w:p w:rsidR="00101C82" w:rsidRDefault="00101C82" w:rsidP="00D94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350" w:rsidRDefault="00663921" w:rsidP="00663921">
    <w:pPr>
      <w:pStyle w:val="Footer"/>
      <w:ind w:left="-1440"/>
      <w:jc w:val="center"/>
      <w:rPr>
        <w:b/>
        <w:bCs/>
      </w:rPr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 w:rsidR="00291592">
      <w:rPr>
        <w:b/>
        <w:bCs/>
        <w:noProof/>
      </w:rPr>
      <w:t>2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 w:rsidR="00291592">
      <w:rPr>
        <w:b/>
        <w:bCs/>
        <w:noProof/>
      </w:rPr>
      <w:t>2</w:t>
    </w:r>
    <w:r>
      <w:rPr>
        <w:b/>
        <w:bCs/>
      </w:rPr>
      <w:fldChar w:fldCharType="end"/>
    </w:r>
  </w:p>
  <w:p w:rsidR="00663921" w:rsidRDefault="00663921" w:rsidP="00663921">
    <w:pPr>
      <w:pStyle w:val="Footer"/>
      <w:ind w:left="-1440"/>
      <w:jc w:val="center"/>
      <w:rPr>
        <w:b/>
        <w:bCs/>
      </w:rPr>
    </w:pPr>
  </w:p>
  <w:p w:rsidR="00663921" w:rsidRDefault="00663921" w:rsidP="00663921">
    <w:pPr>
      <w:pStyle w:val="Footer"/>
      <w:ind w:left="-144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921" w:rsidRDefault="00663921" w:rsidP="00663921">
    <w:pPr>
      <w:pStyle w:val="Footer"/>
      <w:ind w:left="-1440"/>
      <w:jc w:val="both"/>
    </w:pPr>
    <w:r w:rsidRPr="00663921">
      <w:rPr>
        <w:noProof/>
      </w:rPr>
      <w:drawing>
        <wp:inline distT="0" distB="0" distL="0" distR="0" wp14:anchorId="2995600E" wp14:editId="6292B15B">
          <wp:extent cx="7791450" cy="90487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13400" cy="9538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C82" w:rsidRDefault="00101C82" w:rsidP="00D94B58">
      <w:pPr>
        <w:spacing w:after="0" w:line="240" w:lineRule="auto"/>
      </w:pPr>
      <w:r>
        <w:separator/>
      </w:r>
    </w:p>
  </w:footnote>
  <w:footnote w:type="continuationSeparator" w:id="0">
    <w:p w:rsidR="00101C82" w:rsidRDefault="00101C82" w:rsidP="00D94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350" w:rsidRDefault="000E6350" w:rsidP="00D94B58">
    <w:pPr>
      <w:pStyle w:val="Header"/>
      <w:ind w:left="-540"/>
      <w:jc w:val="right"/>
    </w:pPr>
    <w:r>
      <w:t xml:space="preserve"> </w:t>
    </w:r>
  </w:p>
  <w:p w:rsidR="000E6350" w:rsidRPr="00D94B58" w:rsidRDefault="000E6350" w:rsidP="00D94B58">
    <w:pPr>
      <w:pStyle w:val="Header"/>
      <w:ind w:left="-5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921" w:rsidRDefault="00663921" w:rsidP="00663921">
    <w:pPr>
      <w:pStyle w:val="Header"/>
      <w:ind w:left="-540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80005B4" wp14:editId="33E7B085">
          <wp:simplePos x="0" y="0"/>
          <wp:positionH relativeFrom="column">
            <wp:posOffset>-419100</wp:posOffset>
          </wp:positionH>
          <wp:positionV relativeFrom="paragraph">
            <wp:posOffset>45118</wp:posOffset>
          </wp:positionV>
          <wp:extent cx="1854036" cy="808527"/>
          <wp:effectExtent l="0" t="0" r="0" b="0"/>
          <wp:wrapTight wrapText="bothSides">
            <wp:wrapPolygon edited="0">
              <wp:start x="0" y="0"/>
              <wp:lineTo x="0" y="20870"/>
              <wp:lineTo x="21311" y="20870"/>
              <wp:lineTo x="21311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M Logo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036" cy="8085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832 Oregon Avenue</w:t>
    </w:r>
  </w:p>
  <w:p w:rsidR="00663921" w:rsidRDefault="00663921" w:rsidP="00663921">
    <w:pPr>
      <w:pStyle w:val="Header"/>
      <w:ind w:left="-540"/>
      <w:jc w:val="right"/>
    </w:pPr>
    <w:r>
      <w:t>Linthicum, Maryland 21090</w:t>
    </w:r>
  </w:p>
  <w:p w:rsidR="00663921" w:rsidRDefault="00663921" w:rsidP="00663921">
    <w:pPr>
      <w:pStyle w:val="Header"/>
      <w:ind w:left="-540"/>
      <w:jc w:val="right"/>
    </w:pPr>
    <w:r>
      <w:t>Phone: 877-279-7373</w:t>
    </w:r>
  </w:p>
  <w:p w:rsidR="00663921" w:rsidRDefault="00663921" w:rsidP="00663921">
    <w:pPr>
      <w:pStyle w:val="Header"/>
      <w:ind w:left="-540"/>
      <w:jc w:val="right"/>
    </w:pPr>
    <w:r>
      <w:t>Fax: 877-279-7374</w:t>
    </w:r>
  </w:p>
  <w:p w:rsidR="00663921" w:rsidRDefault="00101C82" w:rsidP="00663921">
    <w:pPr>
      <w:pStyle w:val="Header"/>
      <w:jc w:val="right"/>
      <w:rPr>
        <w:rStyle w:val="Hyperlink"/>
      </w:rPr>
    </w:pPr>
    <w:hyperlink r:id="rId2" w:history="1">
      <w:r w:rsidR="00663921" w:rsidRPr="00161642">
        <w:rPr>
          <w:rStyle w:val="Hyperlink"/>
        </w:rPr>
        <w:t>www.LightingMaintenance.com</w:t>
      </w:r>
    </w:hyperlink>
  </w:p>
  <w:p w:rsidR="00663921" w:rsidRDefault="00663921" w:rsidP="00663921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592"/>
    <w:rsid w:val="000E6350"/>
    <w:rsid w:val="00101C82"/>
    <w:rsid w:val="00291592"/>
    <w:rsid w:val="0044597D"/>
    <w:rsid w:val="005D2741"/>
    <w:rsid w:val="00663921"/>
    <w:rsid w:val="00B26A70"/>
    <w:rsid w:val="00BD1519"/>
    <w:rsid w:val="00C33067"/>
    <w:rsid w:val="00D94B58"/>
    <w:rsid w:val="00FA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B139DD7-BA90-4E56-B42F-17189BC83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4B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4B58"/>
  </w:style>
  <w:style w:type="paragraph" w:styleId="Footer">
    <w:name w:val="footer"/>
    <w:basedOn w:val="Normal"/>
    <w:link w:val="FooterChar"/>
    <w:uiPriority w:val="99"/>
    <w:unhideWhenUsed/>
    <w:rsid w:val="00D94B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4B58"/>
  </w:style>
  <w:style w:type="character" w:styleId="Hyperlink">
    <w:name w:val="Hyperlink"/>
    <w:basedOn w:val="DefaultParagraphFont"/>
    <w:uiPriority w:val="99"/>
    <w:unhideWhenUsed/>
    <w:rsid w:val="00D94B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ightingMaintenance.com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orkstation\Documents\Custom%20Office%20Templates\Letterhead%20MD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A53A8-D11C-4719-84E5-588236748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 MDY.dotx</Template>
  <TotalTime>1</TotalTime>
  <Pages>2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 Yoder</cp:lastModifiedBy>
  <cp:revision>1</cp:revision>
  <dcterms:created xsi:type="dcterms:W3CDTF">2019-10-16T10:32:00Z</dcterms:created>
  <dcterms:modified xsi:type="dcterms:W3CDTF">2019-10-16T10:33:00Z</dcterms:modified>
</cp:coreProperties>
</file>