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F8" w:rsidRDefault="000F3EF8"/>
    <w:sectPr w:rsidR="000F3EF8" w:rsidSect="002B3300">
      <w:headerReference w:type="default" r:id="rId6"/>
      <w:footerReference w:type="default" r:id="rId7"/>
      <w:pgSz w:w="11906" w:h="16838"/>
      <w:pgMar w:top="3402" w:right="1151" w:bottom="1440" w:left="11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02" w:rsidRDefault="00AE0A02" w:rsidP="002B3300">
      <w:pPr>
        <w:spacing w:after="0" w:line="240" w:lineRule="auto"/>
      </w:pPr>
      <w:r>
        <w:separator/>
      </w:r>
    </w:p>
  </w:endnote>
  <w:endnote w:type="continuationSeparator" w:id="1">
    <w:p w:rsidR="00AE0A02" w:rsidRDefault="00AE0A02" w:rsidP="002B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Trenc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00" w:rsidRDefault="00A21C77">
    <w:pPr>
      <w:pStyle w:val="Footer"/>
    </w:pPr>
    <w:r>
      <w:rPr>
        <w:noProof/>
        <w:lang w:eastAsia="en-IN" w:bidi="hi-I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-2442845</wp:posOffset>
          </wp:positionV>
          <wp:extent cx="7545705" cy="3063875"/>
          <wp:effectExtent l="19050" t="0" r="0" b="0"/>
          <wp:wrapNone/>
          <wp:docPr id="2" name="Picture 1" descr="foot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705" cy="306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02" w:rsidRDefault="00AE0A02" w:rsidP="002B3300">
      <w:pPr>
        <w:spacing w:after="0" w:line="240" w:lineRule="auto"/>
      </w:pPr>
      <w:r>
        <w:separator/>
      </w:r>
    </w:p>
  </w:footnote>
  <w:footnote w:type="continuationSeparator" w:id="1">
    <w:p w:rsidR="00AE0A02" w:rsidRDefault="00AE0A02" w:rsidP="002B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00" w:rsidRPr="002B3300" w:rsidRDefault="002B3300" w:rsidP="002B3300">
    <w:pPr>
      <w:pStyle w:val="Header"/>
    </w:pPr>
    <w:r>
      <w:rPr>
        <w:noProof/>
        <w:lang w:eastAsia="en-IN" w:bidi="hi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-727710</wp:posOffset>
          </wp:positionH>
          <wp:positionV relativeFrom="paragraph">
            <wp:posOffset>-450215</wp:posOffset>
          </wp:positionV>
          <wp:extent cx="7560310" cy="2075180"/>
          <wp:effectExtent l="19050" t="0" r="2540" b="0"/>
          <wp:wrapNone/>
          <wp:docPr id="1" name="Picture 0" descr="header graphic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graphics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2075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E0A02"/>
    <w:rsid w:val="000F3EF8"/>
    <w:rsid w:val="002B3300"/>
    <w:rsid w:val="00A21C77"/>
    <w:rsid w:val="00AE0A02"/>
    <w:rsid w:val="00D32A3E"/>
    <w:rsid w:val="00E36877"/>
    <w:rsid w:val="00E82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300"/>
  </w:style>
  <w:style w:type="paragraph" w:styleId="Footer">
    <w:name w:val="footer"/>
    <w:basedOn w:val="Normal"/>
    <w:link w:val="FooterChar"/>
    <w:uiPriority w:val="99"/>
    <w:semiHidden/>
    <w:unhideWhenUsed/>
    <w:rsid w:val="002B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3300"/>
  </w:style>
  <w:style w:type="paragraph" w:styleId="BalloonText">
    <w:name w:val="Balloon Text"/>
    <w:basedOn w:val="Normal"/>
    <w:link w:val="BalloonTextChar"/>
    <w:uiPriority w:val="99"/>
    <w:semiHidden/>
    <w:unhideWhenUsed/>
    <w:rsid w:val="002B3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cts\2016\DECEMBER%202016\Letterhead\B%20Vetter\OUT\BERNHARD%20VETTER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BERNHARD VETTER_Letterhead.dotx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KOUSIK</dc:creator>
  <cp:lastModifiedBy>KOUSIK</cp:lastModifiedBy>
  <cp:revision>1</cp:revision>
  <dcterms:created xsi:type="dcterms:W3CDTF">2017-01-01T13:14:00Z</dcterms:created>
  <dcterms:modified xsi:type="dcterms:W3CDTF">2017-01-01T13:16:00Z</dcterms:modified>
</cp:coreProperties>
</file>