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42D" w:rsidRDefault="00E7242D">
      <w:pPr>
        <w:rPr>
          <w:noProof/>
        </w:rPr>
      </w:pPr>
    </w:p>
    <w:p w:rsidR="004407F0" w:rsidRDefault="00E7242D">
      <w:r>
        <w:rPr>
          <w:noProof/>
        </w:rPr>
        <w:drawing>
          <wp:inline distT="0" distB="0" distL="0" distR="0" wp14:anchorId="7E6AEB12" wp14:editId="39D33468">
            <wp:extent cx="302895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955" t="18590" r="27083" b="7906"/>
                    <a:stretch/>
                  </pic:blipFill>
                  <pic:spPr bwMode="auto">
                    <a:xfrm>
                      <a:off x="0" y="0"/>
                      <a:ext cx="3028950" cy="3276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407F0">
        <w:t xml:space="preserve"> </w:t>
      </w:r>
    </w:p>
    <w:p w:rsidR="00444ABD" w:rsidRDefault="004407F0">
      <w:bookmarkStart w:id="0" w:name="_GoBack"/>
      <w:bookmarkEnd w:id="0"/>
      <w:r>
        <w:t xml:space="preserve"> I visualize the logo going where the A. Gary Anderson Memorial Golf Classic text is listed above the photo, or placed in the dark green background of the photo.  </w:t>
      </w:r>
    </w:p>
    <w:sectPr w:rsidR="00444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Arabic">
    <w:panose1 w:val="02040503050201020203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42D"/>
    <w:rsid w:val="004407F0"/>
    <w:rsid w:val="00444ABD"/>
    <w:rsid w:val="006F67A3"/>
    <w:rsid w:val="00E7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E4D9F"/>
  <w15:chartTrackingRefBased/>
  <w15:docId w15:val="{6D1F4F89-AB5E-4D95-B2C7-692594108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6F67A3"/>
    <w:pPr>
      <w:spacing w:after="0" w:line="240" w:lineRule="auto"/>
    </w:pPr>
    <w:rPr>
      <w:rFonts w:ascii="Adobe Arabic" w:eastAsiaTheme="majorEastAsia" w:hAnsi="Adobe Arabic" w:cstheme="majorBid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89DC171F</Template>
  <TotalTime>15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Shari Hunke</dc:creator>
  <cp:keywords/>
  <dc:description/>
  <cp:lastModifiedBy>Shari Hunke</cp:lastModifiedBy>
  <cp:revision>1</cp:revision>
  <dcterms:created xsi:type="dcterms:W3CDTF">2017-01-05T18:47:00Z</dcterms:created>
  <dcterms:modified xsi:type="dcterms:W3CDTF">2017-01-05T19:02:00Z</dcterms:modified>
</cp:coreProperties>
</file>