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26C" w:rsidRPr="004C0684" w:rsidRDefault="00A7780D" w:rsidP="004C0684">
      <w:pPr>
        <w:pStyle w:val="Email"/>
        <w:spacing w:line="276" w:lineRule="auto"/>
        <w:ind w:right="450" w:hanging="36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-7620</wp:posOffset>
                </wp:positionV>
                <wp:extent cx="3497580" cy="527685"/>
                <wp:effectExtent l="0" t="0" r="7620" b="571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527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41EA" w:rsidRPr="004B6FC8" w:rsidRDefault="008A41EA" w:rsidP="004B6FC8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A51303">
                              <w:rPr>
                                <w:rFonts w:ascii="Engravers MT" w:hAnsi="Engravers MT" w:cs="Traditional Arabic"/>
                                <w:sz w:val="44"/>
                                <w:szCs w:val="44"/>
                              </w:rPr>
                              <w:t>LA</w:t>
                            </w:r>
                            <w:r>
                              <w:rPr>
                                <w:rFonts w:ascii="Engravers MT" w:hAnsi="Engravers MT" w:cs="Traditional Arabic"/>
                                <w:sz w:val="44"/>
                                <w:szCs w:val="44"/>
                              </w:rPr>
                              <w:t>W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2.6pt;margin-top:-.6pt;width:275.4pt;height:4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NK3ggIAAA8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" stroked="f">
                <v:textbox>
                  <w:txbxContent>
                    <w:p w:rsidR="008A41EA" w:rsidRPr="004B6FC8" w:rsidRDefault="008A41EA" w:rsidP="004B6FC8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A51303">
                        <w:rPr>
                          <w:rFonts w:ascii="Engravers MT" w:hAnsi="Engravers MT" w:cs="Traditional Arabic"/>
                          <w:sz w:val="44"/>
                          <w:szCs w:val="44"/>
                        </w:rPr>
                        <w:t>LA</w:t>
                      </w:r>
                      <w:r>
                        <w:rPr>
                          <w:rFonts w:ascii="Engravers MT" w:hAnsi="Engravers MT" w:cs="Traditional Arabic"/>
                          <w:sz w:val="44"/>
                          <w:szCs w:val="44"/>
                        </w:rPr>
                        <w:t>W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6953885</wp:posOffset>
                </wp:positionH>
                <wp:positionV relativeFrom="page">
                  <wp:posOffset>320040</wp:posOffset>
                </wp:positionV>
                <wp:extent cx="494030" cy="1252855"/>
                <wp:effectExtent l="19050" t="19050" r="39370" b="61595"/>
                <wp:wrapNone/>
                <wp:docPr id="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4030" cy="1252855"/>
                        </a:xfrm>
                        <a:custGeom>
                          <a:avLst/>
                          <a:gdLst>
                            <a:gd name="T0" fmla="*/ 0 w 1376"/>
                            <a:gd name="T1" fmla="*/ 0 h 3365"/>
                            <a:gd name="T2" fmla="*/ 1376 w 1376"/>
                            <a:gd name="T3" fmla="*/ 0 h 3365"/>
                            <a:gd name="T4" fmla="*/ 1376 w 1376"/>
                            <a:gd name="T5" fmla="*/ 3365 h 3365"/>
                            <a:gd name="T6" fmla="*/ 1363 w 1376"/>
                            <a:gd name="T7" fmla="*/ 3134 h 3365"/>
                            <a:gd name="T8" fmla="*/ 1351 w 1376"/>
                            <a:gd name="T9" fmla="*/ 2914 h 3365"/>
                            <a:gd name="T10" fmla="*/ 1338 w 1376"/>
                            <a:gd name="T11" fmla="*/ 2706 h 3365"/>
                            <a:gd name="T12" fmla="*/ 1325 w 1376"/>
                            <a:gd name="T13" fmla="*/ 2507 h 3365"/>
                            <a:gd name="T14" fmla="*/ 1310 w 1376"/>
                            <a:gd name="T15" fmla="*/ 2320 h 3365"/>
                            <a:gd name="T16" fmla="*/ 1295 w 1376"/>
                            <a:gd name="T17" fmla="*/ 2141 h 3365"/>
                            <a:gd name="T18" fmla="*/ 1277 w 1376"/>
                            <a:gd name="T19" fmla="*/ 1973 h 3365"/>
                            <a:gd name="T20" fmla="*/ 1260 w 1376"/>
                            <a:gd name="T21" fmla="*/ 1813 h 3365"/>
                            <a:gd name="T22" fmla="*/ 1240 w 1376"/>
                            <a:gd name="T23" fmla="*/ 1663 h 3365"/>
                            <a:gd name="T24" fmla="*/ 1218 w 1376"/>
                            <a:gd name="T25" fmla="*/ 1523 h 3365"/>
                            <a:gd name="T26" fmla="*/ 1195 w 1376"/>
                            <a:gd name="T27" fmla="*/ 1389 h 3365"/>
                            <a:gd name="T28" fmla="*/ 1169 w 1376"/>
                            <a:gd name="T29" fmla="*/ 1265 h 3365"/>
                            <a:gd name="T30" fmla="*/ 1142 w 1376"/>
                            <a:gd name="T31" fmla="*/ 1149 h 3365"/>
                            <a:gd name="T32" fmla="*/ 1112 w 1376"/>
                            <a:gd name="T33" fmla="*/ 1039 h 3365"/>
                            <a:gd name="T34" fmla="*/ 1080 w 1376"/>
                            <a:gd name="T35" fmla="*/ 937 h 3365"/>
                            <a:gd name="T36" fmla="*/ 1046 w 1376"/>
                            <a:gd name="T37" fmla="*/ 842 h 3365"/>
                            <a:gd name="T38" fmla="*/ 1008 w 1376"/>
                            <a:gd name="T39" fmla="*/ 753 h 3365"/>
                            <a:gd name="T40" fmla="*/ 967 w 1376"/>
                            <a:gd name="T41" fmla="*/ 671 h 3365"/>
                            <a:gd name="T42" fmla="*/ 924 w 1376"/>
                            <a:gd name="T43" fmla="*/ 595 h 3365"/>
                            <a:gd name="T44" fmla="*/ 877 w 1376"/>
                            <a:gd name="T45" fmla="*/ 524 h 3365"/>
                            <a:gd name="T46" fmla="*/ 826 w 1376"/>
                            <a:gd name="T47" fmla="*/ 458 h 3365"/>
                            <a:gd name="T48" fmla="*/ 772 w 1376"/>
                            <a:gd name="T49" fmla="*/ 398 h 3365"/>
                            <a:gd name="T50" fmla="*/ 714 w 1376"/>
                            <a:gd name="T51" fmla="*/ 342 h 3365"/>
                            <a:gd name="T52" fmla="*/ 653 w 1376"/>
                            <a:gd name="T53" fmla="*/ 291 h 3365"/>
                            <a:gd name="T54" fmla="*/ 587 w 1376"/>
                            <a:gd name="T55" fmla="*/ 243 h 3365"/>
                            <a:gd name="T56" fmla="*/ 517 w 1376"/>
                            <a:gd name="T57" fmla="*/ 199 h 3365"/>
                            <a:gd name="T58" fmla="*/ 443 w 1376"/>
                            <a:gd name="T59" fmla="*/ 159 h 3365"/>
                            <a:gd name="T60" fmla="*/ 364 w 1376"/>
                            <a:gd name="T61" fmla="*/ 123 h 3365"/>
                            <a:gd name="T62" fmla="*/ 280 w 1376"/>
                            <a:gd name="T63" fmla="*/ 89 h 3365"/>
                            <a:gd name="T64" fmla="*/ 192 w 1376"/>
                            <a:gd name="T65" fmla="*/ 57 h 3365"/>
                            <a:gd name="T66" fmla="*/ 98 w 1376"/>
                            <a:gd name="T67" fmla="*/ 27 h 3365"/>
                            <a:gd name="T68" fmla="*/ 0 w 1376"/>
                            <a:gd name="T69" fmla="*/ 0 h 3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376" h="3365">
                              <a:moveTo>
                                <a:pt x="0" y="0"/>
                              </a:moveTo>
                              <a:lnTo>
                                <a:pt x="1376" y="0"/>
                              </a:lnTo>
                              <a:lnTo>
                                <a:pt x="1376" y="3365"/>
                              </a:lnTo>
                              <a:lnTo>
                                <a:pt x="1363" y="3134"/>
                              </a:lnTo>
                              <a:lnTo>
                                <a:pt x="1351" y="2914"/>
                              </a:lnTo>
                              <a:lnTo>
                                <a:pt x="1338" y="2706"/>
                              </a:lnTo>
                              <a:lnTo>
                                <a:pt x="1325" y="2507"/>
                              </a:lnTo>
                              <a:lnTo>
                                <a:pt x="1310" y="2320"/>
                              </a:lnTo>
                              <a:lnTo>
                                <a:pt x="1295" y="2141"/>
                              </a:lnTo>
                              <a:lnTo>
                                <a:pt x="1277" y="1973"/>
                              </a:lnTo>
                              <a:lnTo>
                                <a:pt x="1260" y="1813"/>
                              </a:lnTo>
                              <a:lnTo>
                                <a:pt x="1240" y="1663"/>
                              </a:lnTo>
                              <a:lnTo>
                                <a:pt x="1218" y="1523"/>
                              </a:lnTo>
                              <a:lnTo>
                                <a:pt x="1195" y="1389"/>
                              </a:lnTo>
                              <a:lnTo>
                                <a:pt x="1169" y="1265"/>
                              </a:lnTo>
                              <a:lnTo>
                                <a:pt x="1142" y="1149"/>
                              </a:lnTo>
                              <a:lnTo>
                                <a:pt x="1112" y="1039"/>
                              </a:lnTo>
                              <a:lnTo>
                                <a:pt x="1080" y="937"/>
                              </a:lnTo>
                              <a:lnTo>
                                <a:pt x="1046" y="842"/>
                              </a:lnTo>
                              <a:lnTo>
                                <a:pt x="1008" y="753"/>
                              </a:lnTo>
                              <a:lnTo>
                                <a:pt x="967" y="671"/>
                              </a:lnTo>
                              <a:lnTo>
                                <a:pt x="924" y="595"/>
                              </a:lnTo>
                              <a:lnTo>
                                <a:pt x="877" y="524"/>
                              </a:lnTo>
                              <a:lnTo>
                                <a:pt x="826" y="458"/>
                              </a:lnTo>
                              <a:lnTo>
                                <a:pt x="772" y="398"/>
                              </a:lnTo>
                              <a:lnTo>
                                <a:pt x="714" y="342"/>
                              </a:lnTo>
                              <a:lnTo>
                                <a:pt x="653" y="291"/>
                              </a:lnTo>
                              <a:lnTo>
                                <a:pt x="587" y="243"/>
                              </a:lnTo>
                              <a:lnTo>
                                <a:pt x="517" y="199"/>
                              </a:lnTo>
                              <a:lnTo>
                                <a:pt x="443" y="159"/>
                              </a:lnTo>
                              <a:lnTo>
                                <a:pt x="364" y="123"/>
                              </a:lnTo>
                              <a:lnTo>
                                <a:pt x="280" y="89"/>
                              </a:lnTo>
                              <a:lnTo>
                                <a:pt x="192" y="57"/>
                              </a:lnTo>
                              <a:lnTo>
                                <a:pt x="98" y="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85001"/>
                          </a:srgbClr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7E375" id="Freeform 5" o:spid="_x0000_s1026" style="position:absolute;margin-left:547.55pt;margin-top:25.2pt;width:38.9pt;height:98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black" strokecolor="#f2f2f2" strokeweight="3pt">
                <v:fill opacity="55769f"/>
                <v:shadow on="t" color="#7f7f7f" opacity=".5" offset="1pt"/>
                <v:path arrowok="t" o:connecttype="custom" o:connectlocs="0,0;494030,0;494030,1252855;489363,1166849;485054,1084939;480387,1007496;475719,933405;470334,863781;464948,797136;458486,734586;452382,675015;445201,619167;437303,567043;429045,517152;419710,470984;410016,427795;399245,386840;387756,348863;375549,313493;361906,280357;347185,249826;331747,221530;314872,195095;296562,170522;277174,148183;256350,127333;234449,108345;210753,90474;185620,74092;159052,59199;130688,45795;100529,33136;68934,21222;35185,10053;0,0" o:connectangles="0,0,0,0,0,0,0,0,0,0,0,0,0,0,0,0,0,0,0,0,0,0,0,0,0,0,0,0,0,0,0,0,0,0,0"/>
                <w10:wrap anchorx="page" anchory="page"/>
              </v:shape>
            </w:pict>
          </mc:Fallback>
        </mc:AlternateContent>
      </w:r>
      <w:r w:rsidR="0084026C">
        <w:rPr>
          <w:rFonts w:cs="Times New Roman"/>
        </w:rPr>
        <w:tab/>
      </w:r>
      <w:r w:rsidR="00701765" w:rsidRPr="00701765">
        <w:rPr>
          <w:rFonts w:cs="Times New Roman"/>
          <w:noProof/>
        </w:rPr>
        <w:drawing>
          <wp:inline distT="0" distB="0" distL="0" distR="0">
            <wp:extent cx="1841808" cy="819509"/>
            <wp:effectExtent l="19050" t="0" r="6042" b="0"/>
            <wp:docPr id="2" name="Picture 1" descr="C:\Users\Qui Que\Documents\My Dropbox\Website\Website Photos 3.18.12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ui Que\Documents\My Dropbox\Website\Website Photos 3.18.12\2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597" cy="81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026C">
        <w:rPr>
          <w:rFonts w:cs="Times New Roman"/>
        </w:rPr>
        <w:tab/>
      </w:r>
      <w:r w:rsidR="0084026C">
        <w:rPr>
          <w:rFonts w:cs="Times New Roman"/>
        </w:rPr>
        <w:tab/>
      </w:r>
    </w:p>
    <w:p w:rsidR="00B0095C" w:rsidRDefault="00A7780D" w:rsidP="004C0684">
      <w:pPr>
        <w:tabs>
          <w:tab w:val="left" w:pos="308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8890</wp:posOffset>
                </wp:positionV>
                <wp:extent cx="4704715" cy="89535"/>
                <wp:effectExtent l="19050" t="19050" r="38735" b="6286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4715" cy="89535"/>
                        </a:xfrm>
                        <a:prstGeom prst="verticalScroll">
                          <a:avLst>
                            <a:gd name="adj" fmla="val 0"/>
                          </a:avLst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D8DEAA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6" o:spid="_x0000_s1026" type="#_x0000_t97" style="position:absolute;margin-left:-16.45pt;margin-top:.7pt;width:370.45pt;height:7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" adj="0" fillcolor="black" strokecolor="#f2f2f2" strokeweight="3pt">
                <v:shadow on="t" color="#7f7f7f" opacity=".5" offset="1pt"/>
                <v:textbox style="layout-flow:vertical-ideographic" inset="0,0,0,0"/>
              </v:shape>
            </w:pict>
          </mc:Fallback>
        </mc:AlternateContent>
      </w:r>
      <w:r w:rsidR="00C77D36">
        <w:tab/>
      </w:r>
    </w:p>
    <w:p w:rsidR="009A1236" w:rsidRDefault="000A112C" w:rsidP="00E121D4">
      <w:pPr>
        <w:tabs>
          <w:tab w:val="left" w:pos="2544"/>
        </w:tabs>
        <w:spacing w:line="240" w:lineRule="auto"/>
        <w:ind w:left="-360"/>
      </w:pPr>
      <w:r w:rsidRPr="000C646B">
        <w:rPr>
          <w:sz w:val="23"/>
          <w:szCs w:val="23"/>
        </w:rPr>
        <w:fldChar w:fldCharType="begin"/>
      </w:r>
      <w:r w:rsidR="005A655B" w:rsidRPr="000C646B">
        <w:rPr>
          <w:sz w:val="23"/>
          <w:szCs w:val="23"/>
        </w:rPr>
        <w:instrText xml:space="preserve"> DATE \@ "dddd, MMMM dd, yyyy" </w:instrText>
      </w:r>
      <w:r w:rsidRPr="000C646B">
        <w:rPr>
          <w:sz w:val="23"/>
          <w:szCs w:val="23"/>
        </w:rPr>
        <w:fldChar w:fldCharType="separate"/>
      </w:r>
      <w:r w:rsidR="00A87393">
        <w:rPr>
          <w:noProof/>
          <w:sz w:val="23"/>
          <w:szCs w:val="23"/>
        </w:rPr>
        <w:t>Saturday, September 17, 2016</w:t>
      </w:r>
      <w:r w:rsidRPr="000C646B">
        <w:rPr>
          <w:sz w:val="23"/>
          <w:szCs w:val="23"/>
        </w:rPr>
        <w:fldChar w:fldCharType="end"/>
      </w:r>
      <w:r w:rsidR="00E121D4">
        <w:tab/>
      </w:r>
      <w:r w:rsidR="003404B0">
        <w:rPr>
          <w:rFonts w:ascii="Engravers MT" w:hAnsi="Engravers MT"/>
        </w:rPr>
        <w:t xml:space="preserve">  </w:t>
      </w:r>
      <w:r>
        <w:rPr>
          <w:rFonts w:ascii="Engravers MT" w:hAnsi="Engravers MT"/>
        </w:rPr>
        <w:fldChar w:fldCharType="begin"/>
      </w:r>
      <w:r w:rsidR="003404B0">
        <w:rPr>
          <w:rFonts w:ascii="Engravers MT" w:hAnsi="Engravers MT"/>
        </w:rPr>
        <w:instrText xml:space="preserve"> ASK  Author "What is the letter from? I.E. Enrique Latoison, Laura Covey, Brian Searls?"  \* MERGEFORMAT </w:instrText>
      </w:r>
      <w:r>
        <w:rPr>
          <w:rFonts w:ascii="Engravers MT" w:hAnsi="Engravers MT"/>
        </w:rPr>
        <w:fldChar w:fldCharType="separate"/>
      </w:r>
      <w:bookmarkStart w:id="0" w:name="Author"/>
      <w:r w:rsidR="00410683">
        <w:rPr>
          <w:rFonts w:ascii="Engravers MT" w:hAnsi="Engravers MT"/>
        </w:rPr>
        <w:t>Enrique Latoison</w:t>
      </w:r>
      <w:bookmarkEnd w:id="0"/>
      <w:r>
        <w:rPr>
          <w:rFonts w:ascii="Engravers MT" w:hAnsi="Engravers MT"/>
        </w:rPr>
        <w:fldChar w:fldCharType="end"/>
      </w:r>
      <w:r w:rsidR="00E121D4">
        <w:tab/>
      </w:r>
    </w:p>
    <w:p w:rsidR="009A1236" w:rsidRPr="009A1236" w:rsidRDefault="00212167" w:rsidP="009A1236">
      <w:pPr>
        <w:pStyle w:val="Address"/>
        <w:jc w:val="right"/>
        <w:rPr>
          <w:rFonts w:ascii="Constantia" w:hAnsi="Constantia"/>
        </w:rPr>
      </w:pPr>
      <w:fldSimple w:instr=" REF  Author  \* MERGEFORMAT ">
        <w:r w:rsidR="00A87393" w:rsidRPr="00A87393">
          <w:rPr>
            <w:rFonts w:ascii="Constantia" w:hAnsi="Constantia"/>
          </w:rPr>
          <w:t>Enrique Latoison</w:t>
        </w:r>
      </w:fldSimple>
      <w:r w:rsidR="00052BFD" w:rsidRPr="009A1236">
        <w:rPr>
          <w:rFonts w:ascii="Constantia" w:hAnsi="Constantia"/>
        </w:rPr>
        <w:t xml:space="preserve"> </w:t>
      </w:r>
      <w:r w:rsidR="009A1236" w:rsidRPr="009A1236">
        <w:rPr>
          <w:rFonts w:ascii="Constantia" w:hAnsi="Constantia"/>
        </w:rPr>
        <w:t>Esq.</w:t>
      </w:r>
    </w:p>
    <w:p w:rsidR="009A1236" w:rsidRPr="009A1236" w:rsidRDefault="009A1236" w:rsidP="009A1236">
      <w:pPr>
        <w:pStyle w:val="Address"/>
        <w:jc w:val="right"/>
        <w:rPr>
          <w:rFonts w:ascii="Constantia" w:hAnsi="Constantia"/>
        </w:rPr>
      </w:pPr>
      <w:r w:rsidRPr="009A1236">
        <w:rPr>
          <w:rFonts w:ascii="Constantia" w:hAnsi="Constantia"/>
        </w:rPr>
        <w:t xml:space="preserve">212 West Front St. </w:t>
      </w:r>
    </w:p>
    <w:p w:rsidR="009A1236" w:rsidRPr="009A1236" w:rsidRDefault="009A1236" w:rsidP="009A1236">
      <w:pPr>
        <w:pStyle w:val="Address"/>
        <w:jc w:val="right"/>
        <w:rPr>
          <w:rFonts w:ascii="Constantia" w:hAnsi="Constantia"/>
        </w:rPr>
      </w:pPr>
      <w:r w:rsidRPr="009A1236">
        <w:rPr>
          <w:rFonts w:ascii="Constantia" w:hAnsi="Constantia"/>
        </w:rPr>
        <w:t>Suite 300</w:t>
      </w:r>
    </w:p>
    <w:p w:rsidR="009A1236" w:rsidRPr="009A1236" w:rsidRDefault="009A1236" w:rsidP="009A1236">
      <w:pPr>
        <w:pStyle w:val="Address"/>
        <w:jc w:val="right"/>
        <w:rPr>
          <w:rFonts w:ascii="Constantia" w:hAnsi="Constantia"/>
        </w:rPr>
      </w:pPr>
      <w:r w:rsidRPr="009A1236">
        <w:rPr>
          <w:rFonts w:ascii="Constantia" w:hAnsi="Constantia"/>
        </w:rPr>
        <w:t>Media, PA 19063</w:t>
      </w:r>
    </w:p>
    <w:p w:rsidR="00E121D4" w:rsidRPr="009A1236" w:rsidRDefault="009A1236" w:rsidP="009A1236">
      <w:pPr>
        <w:tabs>
          <w:tab w:val="left" w:pos="2544"/>
        </w:tabs>
        <w:spacing w:line="240" w:lineRule="auto"/>
        <w:ind w:left="-360"/>
        <w:jc w:val="right"/>
      </w:pPr>
      <w:r w:rsidRPr="009A1236">
        <w:tab/>
      </w:r>
      <w:r w:rsidRPr="009A1236">
        <w:tab/>
      </w:r>
      <w:r w:rsidRPr="009A1236">
        <w:tab/>
      </w:r>
      <w:r w:rsidRPr="009A1236">
        <w:tab/>
      </w:r>
      <w:r w:rsidRPr="009A1236">
        <w:tab/>
      </w:r>
      <w:r w:rsidRPr="009A1236">
        <w:tab/>
      </w:r>
      <w:r w:rsidRPr="009A1236">
        <w:tab/>
        <w:t>(</w:t>
      </w:r>
      <w:r w:rsidR="00E121D4" w:rsidRPr="009A1236">
        <w:t>610)999.1439</w:t>
      </w:r>
    </w:p>
    <w:p w:rsidR="00984194" w:rsidRDefault="00984194" w:rsidP="00984194">
      <w:pPr>
        <w:pStyle w:val="NoSpacing"/>
        <w:ind w:hanging="360"/>
      </w:pPr>
      <w:r>
        <w:t xml:space="preserve">The Honorable Harry J. </w:t>
      </w:r>
      <w:proofErr w:type="spellStart"/>
      <w:r>
        <w:t>Karapalides</w:t>
      </w:r>
      <w:proofErr w:type="spellEnd"/>
      <w:r>
        <w:t>, Esq.</w:t>
      </w:r>
    </w:p>
    <w:p w:rsidR="00984194" w:rsidRDefault="00984194" w:rsidP="00984194">
      <w:pPr>
        <w:pStyle w:val="NoSpacing"/>
        <w:ind w:hanging="360"/>
      </w:pPr>
      <w:r>
        <w:t>District Court 32-1-33</w:t>
      </w:r>
    </w:p>
    <w:p w:rsidR="00984194" w:rsidRDefault="00984194" w:rsidP="00984194">
      <w:pPr>
        <w:pStyle w:val="NoSpacing"/>
        <w:ind w:hanging="360"/>
      </w:pPr>
      <w:r>
        <w:t>Barclay Sq. Building</w:t>
      </w:r>
    </w:p>
    <w:p w:rsidR="00984194" w:rsidRDefault="00984194" w:rsidP="00984194">
      <w:pPr>
        <w:pStyle w:val="NoSpacing"/>
        <w:ind w:hanging="360"/>
      </w:pPr>
      <w:r>
        <w:t>1550 Garrett Road</w:t>
      </w:r>
    </w:p>
    <w:p w:rsidR="00984194" w:rsidRDefault="00984194" w:rsidP="00984194">
      <w:pPr>
        <w:pStyle w:val="NoSpacing"/>
        <w:ind w:hanging="360"/>
      </w:pPr>
      <w:r>
        <w:t>Upper Darby, PA., 19082-4505</w:t>
      </w:r>
    </w:p>
    <w:p w:rsidR="003404B0" w:rsidRDefault="003404B0" w:rsidP="003404B0">
      <w:pPr>
        <w:pStyle w:val="NoSpacing"/>
      </w:pPr>
    </w:p>
    <w:p w:rsidR="008B1F47" w:rsidRDefault="008B1F47" w:rsidP="003404B0">
      <w:pPr>
        <w:pStyle w:val="NoSpacing"/>
      </w:pPr>
    </w:p>
    <w:p w:rsidR="003404B0" w:rsidRDefault="008B1F47" w:rsidP="003404B0">
      <w:pPr>
        <w:pStyle w:val="NoSpacing"/>
      </w:pPr>
      <w:r>
        <w:tab/>
      </w:r>
      <w:r>
        <w:tab/>
      </w:r>
      <w:r w:rsidR="003404B0">
        <w:t xml:space="preserve">RE: </w:t>
      </w:r>
      <w:r w:rsidR="000A112C" w:rsidRPr="00EA192B">
        <w:rPr>
          <w:b/>
          <w:u w:val="single"/>
        </w:rPr>
        <w:fldChar w:fldCharType="begin"/>
      </w:r>
      <w:r w:rsidR="003404B0" w:rsidRPr="00EA192B">
        <w:rPr>
          <w:b/>
          <w:u w:val="single"/>
        </w:rPr>
        <w:instrText xml:space="preserve"> ASK  ClientsName "What is Clients Name?"  \* MERGEFORMAT </w:instrText>
      </w:r>
      <w:r w:rsidR="000A112C" w:rsidRPr="00EA192B">
        <w:rPr>
          <w:b/>
          <w:u w:val="single"/>
        </w:rPr>
        <w:fldChar w:fldCharType="separate"/>
      </w:r>
      <w:bookmarkStart w:id="1" w:name="ClientsName"/>
      <w:r w:rsidR="00410683">
        <w:rPr>
          <w:b/>
          <w:u w:val="single"/>
        </w:rPr>
        <w:t>David Joe</w:t>
      </w:r>
      <w:bookmarkEnd w:id="1"/>
      <w:r w:rsidR="000A112C" w:rsidRPr="00EA192B">
        <w:rPr>
          <w:b/>
          <w:u w:val="single"/>
        </w:rPr>
        <w:fldChar w:fldCharType="end"/>
      </w:r>
      <w:fldSimple w:instr=" REF  ClientsName  \* MERGEFORMAT ">
        <w:r w:rsidR="00A87393">
          <w:rPr>
            <w:b/>
            <w:u w:val="single"/>
          </w:rPr>
          <w:t>David Joe</w:t>
        </w:r>
      </w:fldSimple>
      <w:r w:rsidR="003404B0" w:rsidRPr="00EA192B">
        <w:rPr>
          <w:b/>
          <w:u w:val="single"/>
        </w:rPr>
        <w:t xml:space="preserve"> </w:t>
      </w:r>
      <w:r w:rsidR="000A112C">
        <w:rPr>
          <w:b/>
          <w:u w:val="single"/>
        </w:rPr>
        <w:fldChar w:fldCharType="begin"/>
      </w:r>
      <w:r w:rsidR="003404B0">
        <w:rPr>
          <w:b/>
          <w:u w:val="single"/>
        </w:rPr>
        <w:instrText xml:space="preserve"> ASK  CR "What is the CR#?"  \* MERGEFORMAT </w:instrText>
      </w:r>
      <w:r w:rsidR="000A112C">
        <w:rPr>
          <w:b/>
          <w:u w:val="single"/>
        </w:rPr>
        <w:fldChar w:fldCharType="separate"/>
      </w:r>
      <w:bookmarkStart w:id="2" w:name="CR"/>
      <w:r w:rsidR="00410683">
        <w:rPr>
          <w:b/>
          <w:u w:val="single"/>
        </w:rPr>
        <w:t>CR#</w:t>
      </w:r>
      <w:bookmarkEnd w:id="2"/>
      <w:r w:rsidR="000A112C">
        <w:rPr>
          <w:b/>
          <w:u w:val="single"/>
        </w:rPr>
        <w:fldChar w:fldCharType="end"/>
      </w:r>
      <w:r w:rsidR="000A112C">
        <w:rPr>
          <w:b/>
          <w:u w:val="single"/>
        </w:rPr>
        <w:fldChar w:fldCharType="begin"/>
      </w:r>
      <w:r w:rsidR="003404B0">
        <w:rPr>
          <w:b/>
          <w:u w:val="single"/>
        </w:rPr>
        <w:instrText xml:space="preserve"> REF  CR </w:instrText>
      </w:r>
      <w:r w:rsidR="000A112C">
        <w:rPr>
          <w:b/>
          <w:u w:val="single"/>
        </w:rPr>
        <w:fldChar w:fldCharType="separate"/>
      </w:r>
      <w:r w:rsidR="00A87393">
        <w:rPr>
          <w:b/>
          <w:u w:val="single"/>
        </w:rPr>
        <w:t>CR#</w:t>
      </w:r>
      <w:r w:rsidR="000A112C">
        <w:rPr>
          <w:b/>
          <w:u w:val="single"/>
        </w:rPr>
        <w:fldChar w:fldCharType="end"/>
      </w:r>
      <w:r w:rsidR="003404B0" w:rsidRPr="00EA192B">
        <w:rPr>
          <w:b/>
          <w:u w:val="single"/>
        </w:rPr>
        <w:t xml:space="preserve"> </w:t>
      </w:r>
      <w:r w:rsidR="003404B0">
        <w:rPr>
          <w:b/>
          <w:u w:val="single"/>
        </w:rPr>
        <w:t>Letter of Appearance</w:t>
      </w:r>
    </w:p>
    <w:p w:rsidR="003404B0" w:rsidRDefault="003404B0" w:rsidP="003404B0">
      <w:pPr>
        <w:pStyle w:val="NoSpacing"/>
      </w:pPr>
    </w:p>
    <w:p w:rsidR="003404B0" w:rsidRDefault="003404B0" w:rsidP="003404B0">
      <w:pPr>
        <w:pStyle w:val="NoSpacing"/>
      </w:pPr>
    </w:p>
    <w:p w:rsidR="003404B0" w:rsidRDefault="003404B0" w:rsidP="003404B0">
      <w:pPr>
        <w:pStyle w:val="NoSpacing"/>
      </w:pPr>
      <w:r>
        <w:tab/>
      </w:r>
      <w:r>
        <w:tab/>
      </w:r>
    </w:p>
    <w:p w:rsidR="00410683" w:rsidRDefault="00410683" w:rsidP="00410683">
      <w:pPr>
        <w:pStyle w:val="NoSpacing"/>
        <w:spacing w:line="360" w:lineRule="auto"/>
        <w:ind w:hanging="270"/>
      </w:pPr>
      <w:r>
        <w:t xml:space="preserve">Dear Judge </w:t>
      </w:r>
      <w:proofErr w:type="spellStart"/>
      <w:r w:rsidR="00984194">
        <w:t>Karapalides</w:t>
      </w:r>
      <w:proofErr w:type="spellEnd"/>
      <w:r>
        <w:t>,</w:t>
      </w:r>
    </w:p>
    <w:p w:rsidR="003404B0" w:rsidRDefault="003404B0" w:rsidP="003404B0">
      <w:pPr>
        <w:spacing w:after="0" w:line="360" w:lineRule="auto"/>
        <w:ind w:firstLine="720"/>
        <w:jc w:val="both"/>
      </w:pPr>
      <w:r>
        <w:t xml:space="preserve">This letter should serve to confirm that, </w:t>
      </w:r>
      <w:fldSimple w:instr=" REF  ClientsName ">
        <w:r w:rsidR="00A87393">
          <w:rPr>
            <w:b/>
            <w:u w:val="single"/>
          </w:rPr>
          <w:t>David Joe</w:t>
        </w:r>
      </w:fldSimple>
      <w:r>
        <w:t xml:space="preserve"> </w:t>
      </w:r>
      <w:fldSimple w:instr=" REF  CR ">
        <w:r w:rsidR="00A87393">
          <w:rPr>
            <w:b/>
            <w:u w:val="single"/>
          </w:rPr>
          <w:t>CR#</w:t>
        </w:r>
      </w:fldSimple>
      <w:r>
        <w:t>, has retained the services of this law office for the above mentioned matter.</w:t>
      </w:r>
      <w:r w:rsidR="00FB7683">
        <w:t xml:space="preserve"> </w:t>
      </w:r>
      <w:r>
        <w:t xml:space="preserve">It’s requested that any future communications dealing with this matter be handled by my office.  Please enter my name, </w:t>
      </w:r>
      <w:fldSimple w:instr=" REF  Author  \* MERGEFORMAT ">
        <w:r w:rsidR="00A87393" w:rsidRPr="00A87393">
          <w:t>Enrique Latoison</w:t>
        </w:r>
      </w:fldSimple>
      <w:r>
        <w:t xml:space="preserve"> Esquire as the Attorney of Record.</w:t>
      </w:r>
    </w:p>
    <w:p w:rsidR="003404B0" w:rsidRDefault="003404B0" w:rsidP="003404B0">
      <w:pPr>
        <w:spacing w:after="0" w:line="360" w:lineRule="auto"/>
        <w:jc w:val="both"/>
      </w:pPr>
      <w:r>
        <w:tab/>
      </w:r>
      <w:r w:rsidR="000A112C">
        <w:rPr>
          <w:lang w:val="en-CA"/>
        </w:rPr>
        <w:fldChar w:fldCharType="begin"/>
      </w:r>
      <w:r>
        <w:rPr>
          <w:lang w:val="en-CA"/>
        </w:rPr>
        <w:instrText xml:space="preserve"> SEQ CHAPTER \h \r 1</w:instrText>
      </w:r>
      <w:r w:rsidR="000A112C">
        <w:rPr>
          <w:lang w:val="en-CA"/>
        </w:rPr>
        <w:fldChar w:fldCharType="end"/>
      </w:r>
      <w:r w:rsidR="000A112C">
        <w:rPr>
          <w:lang w:val="en-CA"/>
        </w:rPr>
        <w:fldChar w:fldCharType="begin"/>
      </w:r>
      <w:r>
        <w:rPr>
          <w:lang w:val="en-CA"/>
        </w:rPr>
        <w:instrText xml:space="preserve"> SEQ CHAPTER \h \r 1</w:instrText>
      </w:r>
      <w:r w:rsidR="000A112C">
        <w:rPr>
          <w:lang w:val="en-CA"/>
        </w:rPr>
        <w:fldChar w:fldCharType="end"/>
      </w:r>
      <w:r>
        <w:t xml:space="preserve">Thank you, should you have any questions, please feel free to contact me.  My direct number to my office is (610) 999-1439.  </w:t>
      </w:r>
    </w:p>
    <w:p w:rsidR="003404B0" w:rsidRPr="00A10D12" w:rsidRDefault="003404B0" w:rsidP="003404B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04B0" w:rsidRDefault="003404B0" w:rsidP="003404B0">
      <w:pPr>
        <w:pStyle w:val="NoSpacing"/>
      </w:pPr>
    </w:p>
    <w:p w:rsidR="003404B0" w:rsidRDefault="003404B0" w:rsidP="003404B0">
      <w:pPr>
        <w:pStyle w:val="NoSpacing"/>
      </w:pPr>
    </w:p>
    <w:p w:rsidR="003404B0" w:rsidRDefault="003404B0" w:rsidP="003404B0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Very Truly Yours and Thankful,</w:t>
      </w:r>
    </w:p>
    <w:p w:rsidR="00BB3A51" w:rsidRPr="004B184A" w:rsidRDefault="00BB3A51" w:rsidP="00BB3A51">
      <w:pPr>
        <w:pStyle w:val="NoSpacing"/>
        <w:ind w:hanging="360"/>
      </w:pPr>
    </w:p>
    <w:p w:rsidR="00BB3A51" w:rsidRPr="004B184A" w:rsidRDefault="00BB3A51" w:rsidP="00BB3A51">
      <w:pPr>
        <w:pStyle w:val="NoSpacing"/>
      </w:pPr>
      <w:r w:rsidRPr="004B184A">
        <w:tab/>
      </w:r>
      <w:r w:rsidRPr="004B184A">
        <w:tab/>
      </w:r>
    </w:p>
    <w:p w:rsidR="00BB3A51" w:rsidRPr="00052BFD" w:rsidRDefault="00BB3A51" w:rsidP="00BB3A51">
      <w:pPr>
        <w:pStyle w:val="NoSpacing"/>
      </w:pPr>
      <w:r w:rsidRPr="00052BFD">
        <w:tab/>
      </w:r>
      <w:r w:rsidRPr="00052BFD">
        <w:tab/>
      </w:r>
      <w:r w:rsidRPr="00052BFD">
        <w:tab/>
      </w:r>
      <w:r w:rsidRPr="00052BFD">
        <w:tab/>
      </w:r>
      <w:r w:rsidRPr="00052BFD">
        <w:tab/>
      </w:r>
      <w:r w:rsidRPr="00052BFD">
        <w:tab/>
      </w:r>
      <w:r w:rsidRPr="00052BFD">
        <w:tab/>
      </w:r>
      <w:r w:rsidRPr="00052BFD">
        <w:tab/>
      </w:r>
      <w:fldSimple w:instr=" REF  Author  \* MERGEFORMAT ">
        <w:r w:rsidR="00A87393" w:rsidRPr="00A87393">
          <w:t>Enrique Latoison</w:t>
        </w:r>
      </w:fldSimple>
      <w:r w:rsidR="00052BFD" w:rsidRPr="00052BFD">
        <w:t xml:space="preserve"> </w:t>
      </w:r>
      <w:r w:rsidRPr="00052BFD">
        <w:t>Esq.</w:t>
      </w:r>
    </w:p>
    <w:p w:rsidR="00E121D4" w:rsidRPr="00052BFD" w:rsidRDefault="00E121D4" w:rsidP="00E121D4">
      <w:r w:rsidRPr="00052BFD">
        <w:br w:type="page"/>
      </w:r>
    </w:p>
    <w:p w:rsidR="004C0684" w:rsidRPr="004C0684" w:rsidRDefault="00A7780D" w:rsidP="004C0684">
      <w:pPr>
        <w:pStyle w:val="Email"/>
        <w:spacing w:line="276" w:lineRule="auto"/>
        <w:ind w:right="450" w:hanging="360"/>
        <w:rPr>
          <w:rFonts w:cs="Times New Roman"/>
        </w:rPr>
      </w:pPr>
      <w:r>
        <w:rPr>
          <w:rFonts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1800860</wp:posOffset>
                </wp:positionH>
                <wp:positionV relativeFrom="paragraph">
                  <wp:posOffset>-41275</wp:posOffset>
                </wp:positionV>
                <wp:extent cx="3497580" cy="527685"/>
                <wp:effectExtent l="0" t="0" r="7620" b="571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527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41EA" w:rsidRPr="00211928" w:rsidRDefault="008A41EA" w:rsidP="00211928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11928">
                              <w:rPr>
                                <w:rFonts w:ascii="Engravers MT" w:hAnsi="Engravers MT" w:cs="Traditional Arabic"/>
                                <w:sz w:val="52"/>
                                <w:szCs w:val="52"/>
                              </w:rPr>
                              <w:t>FAX COVER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1.8pt;margin-top:-3.25pt;width:275.4pt;height:4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grGhQIAABY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" stroked="f">
                <v:textbox>
                  <w:txbxContent>
                    <w:p w:rsidR="008A41EA" w:rsidRPr="00211928" w:rsidRDefault="008A41EA" w:rsidP="00211928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211928">
                        <w:rPr>
                          <w:rFonts w:ascii="Engravers MT" w:hAnsi="Engravers MT" w:cs="Traditional Arabic"/>
                          <w:sz w:val="52"/>
                          <w:szCs w:val="52"/>
                        </w:rPr>
                        <w:t>FAX COVER</w:t>
                      </w:r>
                    </w:p>
                  </w:txbxContent>
                </v:textbox>
              </v:shape>
            </w:pict>
          </mc:Fallback>
        </mc:AlternateContent>
      </w:r>
      <w:r w:rsidR="00211928">
        <w:rPr>
          <w:rFonts w:cs="Times New Roman"/>
        </w:rPr>
        <w:tab/>
      </w:r>
      <w:r w:rsidR="004C0684" w:rsidRPr="00701765">
        <w:rPr>
          <w:rFonts w:cs="Times New Roman"/>
          <w:noProof/>
        </w:rPr>
        <w:drawing>
          <wp:inline distT="0" distB="0" distL="0" distR="0">
            <wp:extent cx="1841808" cy="819509"/>
            <wp:effectExtent l="19050" t="0" r="6042" b="0"/>
            <wp:docPr id="3" name="Picture 1" descr="C:\Users\Qui Que\Documents\My Dropbox\Website\Website Photos 3.18.12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ui Que\Documents\My Dropbox\Website\Website Photos 3.18.12\2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597" cy="81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0684">
        <w:rPr>
          <w:rFonts w:cs="Times New Roman"/>
        </w:rPr>
        <w:tab/>
      </w:r>
      <w:r w:rsidR="004C0684">
        <w:rPr>
          <w:rFonts w:cs="Times New Roman"/>
        </w:rPr>
        <w:tab/>
      </w:r>
      <w:r w:rsidR="004C0684">
        <w:rPr>
          <w:rFonts w:cs="Times New Roman"/>
        </w:rPr>
        <w:tab/>
      </w:r>
      <w:bookmarkStart w:id="3" w:name="_GoBack"/>
      <w:bookmarkEnd w:id="3"/>
    </w:p>
    <w:p w:rsidR="004C0684" w:rsidRDefault="00A7780D" w:rsidP="004C0684">
      <w:pPr>
        <w:tabs>
          <w:tab w:val="left" w:pos="308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8890</wp:posOffset>
                </wp:positionV>
                <wp:extent cx="4704715" cy="89535"/>
                <wp:effectExtent l="19050" t="19050" r="38735" b="6286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4715" cy="89535"/>
                        </a:xfrm>
                        <a:prstGeom prst="verticalScroll">
                          <a:avLst>
                            <a:gd name="adj" fmla="val 0"/>
                          </a:avLst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BCB45" id="AutoShape 6" o:spid="_x0000_s1026" type="#_x0000_t97" style="position:absolute;margin-left:-16.45pt;margin-top:.7pt;width:370.45pt;height: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" adj="0" fillcolor="black" strokecolor="#f2f2f2" strokeweight="3pt">
                <v:shadow on="t" color="#7f7f7f" opacity=".5" offset="1pt"/>
                <v:textbox style="layout-flow:vertical-ideographic" inset="0,0,0,0"/>
              </v:shape>
            </w:pict>
          </mc:Fallback>
        </mc:AlternateContent>
      </w:r>
      <w:r w:rsidR="004C0684">
        <w:tab/>
      </w:r>
    </w:p>
    <w:p w:rsidR="00BB3A51" w:rsidRPr="004C0684" w:rsidRDefault="000A112C" w:rsidP="004C0684">
      <w:pPr>
        <w:pStyle w:val="Email"/>
        <w:spacing w:line="228" w:lineRule="auto"/>
        <w:ind w:right="450" w:hanging="360"/>
        <w:rPr>
          <w:rFonts w:ascii="Constantia" w:hAnsi="Constantia"/>
          <w:sz w:val="28"/>
          <w:szCs w:val="28"/>
        </w:rPr>
      </w:pPr>
      <w:r w:rsidRPr="004C0684">
        <w:rPr>
          <w:rFonts w:ascii="Constantia" w:hAnsi="Constantia"/>
          <w:sz w:val="23"/>
          <w:szCs w:val="23"/>
        </w:rPr>
        <w:fldChar w:fldCharType="begin"/>
      </w:r>
      <w:r w:rsidR="004C0684" w:rsidRPr="004C0684">
        <w:rPr>
          <w:rFonts w:ascii="Constantia" w:hAnsi="Constantia"/>
          <w:sz w:val="23"/>
          <w:szCs w:val="23"/>
        </w:rPr>
        <w:instrText xml:space="preserve"> DATE \@ "dddd, MMMM dd, yyyy" </w:instrText>
      </w:r>
      <w:r w:rsidRPr="004C0684">
        <w:rPr>
          <w:rFonts w:ascii="Constantia" w:hAnsi="Constantia"/>
          <w:sz w:val="23"/>
          <w:szCs w:val="23"/>
        </w:rPr>
        <w:fldChar w:fldCharType="separate"/>
      </w:r>
      <w:r w:rsidR="00A87393">
        <w:rPr>
          <w:rFonts w:ascii="Constantia" w:hAnsi="Constantia"/>
          <w:noProof/>
          <w:sz w:val="23"/>
          <w:szCs w:val="23"/>
        </w:rPr>
        <w:t>Saturday, September 17, 2016</w:t>
      </w:r>
      <w:r w:rsidRPr="004C0684">
        <w:rPr>
          <w:rFonts w:ascii="Constantia" w:hAnsi="Constantia"/>
          <w:sz w:val="23"/>
          <w:szCs w:val="23"/>
        </w:rPr>
        <w:fldChar w:fldCharType="end"/>
      </w:r>
      <w:r w:rsidR="004C0684" w:rsidRPr="004C0684">
        <w:rPr>
          <w:rFonts w:ascii="Constantia" w:hAnsi="Constantia"/>
        </w:rPr>
        <w:tab/>
      </w:r>
      <w:r w:rsidR="00BB3A51" w:rsidRPr="004C0684">
        <w:rPr>
          <w:rFonts w:ascii="Constantia" w:hAnsi="Constantia"/>
        </w:rPr>
        <w:tab/>
      </w:r>
      <w:r w:rsidR="00BB3A51" w:rsidRPr="004C0684">
        <w:rPr>
          <w:rFonts w:ascii="Constantia" w:hAnsi="Constantia"/>
        </w:rPr>
        <w:tab/>
      </w:r>
      <w:r w:rsidR="00BB3A51" w:rsidRPr="004C0684">
        <w:rPr>
          <w:rFonts w:ascii="Constantia" w:hAnsi="Constantia"/>
        </w:rPr>
        <w:tab/>
      </w:r>
      <w:r w:rsidR="00BB3A51" w:rsidRPr="004C0684">
        <w:rPr>
          <w:rFonts w:ascii="Constantia" w:hAnsi="Constantia"/>
        </w:rPr>
        <w:tab/>
      </w:r>
      <w:r w:rsidR="00BB3A51" w:rsidRPr="004C0684">
        <w:rPr>
          <w:rFonts w:ascii="Constantia" w:hAnsi="Constantia"/>
        </w:rPr>
        <w:tab/>
      </w:r>
      <w:r w:rsidR="00BB3A51" w:rsidRPr="004C0684">
        <w:rPr>
          <w:rFonts w:ascii="Constantia" w:hAnsi="Constantia"/>
        </w:rPr>
        <w:tab/>
      </w:r>
      <w:r w:rsidR="00BB3A51" w:rsidRPr="004C0684">
        <w:rPr>
          <w:rFonts w:ascii="Constantia" w:hAnsi="Constantia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</w:r>
      <w:r w:rsidR="00BB3A51" w:rsidRPr="004C0684">
        <w:rPr>
          <w:rFonts w:ascii="Constantia" w:hAnsi="Constantia"/>
          <w:sz w:val="28"/>
          <w:szCs w:val="28"/>
        </w:rPr>
        <w:tab/>
        <w:t xml:space="preserve">          </w:t>
      </w:r>
    </w:p>
    <w:tbl>
      <w:tblPr>
        <w:tblStyle w:val="TableGrid"/>
        <w:tblpPr w:leftFromText="180" w:rightFromText="180" w:vertAnchor="page" w:horzAnchor="margin" w:tblpY="38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D8D8D8" w:themeColor="light1" w:themeShade="D8"/>
          <w:insideV w:val="single" w:sz="4" w:space="0" w:color="D8D8D8" w:themeColor="light1" w:themeShade="D8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74"/>
        <w:gridCol w:w="3870"/>
      </w:tblGrid>
      <w:tr w:rsidR="00984194" w:rsidRPr="00410683" w:rsidTr="00BB3A51">
        <w:trPr>
          <w:trHeight w:val="720"/>
        </w:trPr>
        <w:tc>
          <w:tcPr>
            <w:tcW w:w="6174" w:type="dxa"/>
            <w:tcBorders>
              <w:top w:val="single" w:sz="4" w:space="0" w:color="D8D8D8" w:themeColor="light1" w:themeShade="D8"/>
              <w:left w:val="nil"/>
              <w:bottom w:val="single" w:sz="4" w:space="0" w:color="D8D8D8" w:themeColor="light1" w:themeShade="D8"/>
              <w:right w:val="single" w:sz="4" w:space="0" w:color="D8D8D8" w:themeColor="light1" w:themeShade="D8"/>
            </w:tcBorders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</w:tcPr>
          <w:p w:rsidR="00984194" w:rsidRPr="00984194" w:rsidRDefault="00984194" w:rsidP="00984194">
            <w:pPr>
              <w:pStyle w:val="FaxBodyText"/>
              <w:framePr w:hSpace="0" w:wrap="auto" w:yAlign="inline"/>
              <w:rPr>
                <w:rFonts w:ascii="Constantia" w:hAnsi="Constantia"/>
                <w:sz w:val="28"/>
                <w:szCs w:val="28"/>
              </w:rPr>
            </w:pPr>
            <w:r w:rsidRPr="00984194">
              <w:rPr>
                <w:rFonts w:ascii="Constantia" w:hAnsi="Constantia"/>
                <w:b/>
                <w:sz w:val="28"/>
                <w:szCs w:val="28"/>
              </w:rPr>
              <w:t>To:</w:t>
            </w:r>
            <w:r w:rsidRPr="00984194">
              <w:rPr>
                <w:rFonts w:ascii="Constantia" w:hAnsi="Constantia"/>
                <w:sz w:val="28"/>
                <w:szCs w:val="28"/>
              </w:rPr>
              <w:t xml:space="preserve"> The Honorable  Harry J. </w:t>
            </w:r>
            <w:proofErr w:type="spellStart"/>
            <w:r w:rsidRPr="00984194">
              <w:rPr>
                <w:rFonts w:ascii="Constantia" w:hAnsi="Constantia"/>
                <w:sz w:val="28"/>
                <w:szCs w:val="28"/>
              </w:rPr>
              <w:t>Karapalides</w:t>
            </w:r>
            <w:proofErr w:type="spellEnd"/>
            <w:r w:rsidRPr="00984194">
              <w:rPr>
                <w:rFonts w:ascii="Constantia" w:hAnsi="Constantia"/>
                <w:sz w:val="28"/>
                <w:szCs w:val="28"/>
              </w:rPr>
              <w:t>, Esq.</w:t>
            </w:r>
          </w:p>
          <w:p w:rsidR="00984194" w:rsidRPr="00984194" w:rsidRDefault="00984194" w:rsidP="00984194">
            <w:pPr>
              <w:pStyle w:val="FaxBodyText"/>
              <w:framePr w:hSpace="0" w:wrap="auto" w:yAlign="inline"/>
              <w:rPr>
                <w:rFonts w:ascii="Constantia" w:eastAsiaTheme="minorHAnsi" w:hAnsi="Constantia"/>
                <w:sz w:val="28"/>
                <w:szCs w:val="28"/>
              </w:rPr>
            </w:pPr>
            <w:r w:rsidRPr="00984194">
              <w:rPr>
                <w:rFonts w:ascii="Constantia" w:hAnsi="Constantia"/>
                <w:sz w:val="28"/>
                <w:szCs w:val="28"/>
              </w:rPr>
              <w:t>District Court 32-1-33</w:t>
            </w:r>
          </w:p>
        </w:tc>
        <w:tc>
          <w:tcPr>
            <w:tcW w:w="3870" w:type="dxa"/>
            <w:tcBorders>
              <w:top w:val="single" w:sz="4" w:space="0" w:color="D8D8D8" w:themeColor="light1" w:themeShade="D8"/>
              <w:left w:val="single" w:sz="4" w:space="0" w:color="D8D8D8" w:themeColor="light1" w:themeShade="D8"/>
              <w:bottom w:val="single" w:sz="4" w:space="0" w:color="D8D8D8" w:themeColor="light1" w:themeShade="D8"/>
              <w:right w:val="nil"/>
            </w:tcBorders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</w:tcPr>
          <w:p w:rsidR="00984194" w:rsidRPr="00410683" w:rsidRDefault="00984194" w:rsidP="00984194">
            <w:pPr>
              <w:pStyle w:val="FaxBodyText"/>
              <w:framePr w:hSpace="0" w:wrap="auto" w:yAlign="inline"/>
              <w:rPr>
                <w:rFonts w:ascii="Constantia" w:eastAsiaTheme="minorHAnsi" w:hAnsi="Constantia"/>
                <w:sz w:val="28"/>
                <w:szCs w:val="28"/>
              </w:rPr>
            </w:pPr>
            <w:r w:rsidRPr="00410683">
              <w:rPr>
                <w:rFonts w:ascii="Constantia" w:hAnsi="Constantia"/>
                <w:b/>
                <w:sz w:val="28"/>
                <w:szCs w:val="28"/>
              </w:rPr>
              <w:t>From:</w:t>
            </w:r>
            <w:r w:rsidRPr="00410683">
              <w:rPr>
                <w:rFonts w:ascii="Constantia" w:hAnsi="Constantia"/>
                <w:sz w:val="28"/>
                <w:szCs w:val="28"/>
              </w:rPr>
              <w:t xml:space="preserve"> </w:t>
            </w:r>
            <w:fldSimple w:instr=" REF  Author  \* MERGEFORMAT ">
              <w:r w:rsidR="00A87393" w:rsidRPr="00A87393">
                <w:rPr>
                  <w:rFonts w:ascii="Constantia" w:hAnsi="Constantia"/>
                  <w:sz w:val="28"/>
                  <w:szCs w:val="28"/>
                </w:rPr>
                <w:t>Enrique Latoison</w:t>
              </w:r>
            </w:fldSimple>
            <w:r w:rsidRPr="00410683">
              <w:rPr>
                <w:rFonts w:ascii="Constantia" w:hAnsi="Constantia"/>
                <w:sz w:val="28"/>
                <w:szCs w:val="28"/>
              </w:rPr>
              <w:t xml:space="preserve"> Esq.</w:t>
            </w:r>
          </w:p>
        </w:tc>
      </w:tr>
      <w:tr w:rsidR="00984194" w:rsidRPr="00410683" w:rsidTr="00BB3A51">
        <w:trPr>
          <w:trHeight w:val="720"/>
        </w:trPr>
        <w:tc>
          <w:tcPr>
            <w:tcW w:w="6174" w:type="dxa"/>
            <w:tcBorders>
              <w:top w:val="single" w:sz="4" w:space="0" w:color="D8D8D8" w:themeColor="light1" w:themeShade="D8"/>
              <w:left w:val="nil"/>
              <w:bottom w:val="single" w:sz="4" w:space="0" w:color="D8D8D8" w:themeColor="light1" w:themeShade="D8"/>
              <w:right w:val="single" w:sz="4" w:space="0" w:color="D8D8D8" w:themeColor="light1" w:themeShade="D8"/>
            </w:tcBorders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</w:tcPr>
          <w:p w:rsidR="00984194" w:rsidRPr="00984194" w:rsidRDefault="00984194" w:rsidP="00984194">
            <w:pPr>
              <w:pStyle w:val="FaxBodyText"/>
              <w:framePr w:hSpace="0" w:wrap="auto" w:yAlign="inline"/>
              <w:rPr>
                <w:rFonts w:ascii="Constantia" w:eastAsiaTheme="minorHAnsi" w:hAnsi="Constantia"/>
                <w:sz w:val="28"/>
                <w:szCs w:val="28"/>
              </w:rPr>
            </w:pPr>
            <w:r w:rsidRPr="00984194">
              <w:rPr>
                <w:rFonts w:ascii="Constantia" w:hAnsi="Constantia"/>
                <w:b/>
                <w:sz w:val="28"/>
                <w:szCs w:val="28"/>
              </w:rPr>
              <w:t>Fax:</w:t>
            </w:r>
            <w:r w:rsidRPr="00984194">
              <w:rPr>
                <w:rFonts w:ascii="Constantia" w:hAnsi="Constantia"/>
                <w:sz w:val="28"/>
                <w:szCs w:val="28"/>
              </w:rPr>
              <w:t xml:space="preserve"> 610.623.0463</w:t>
            </w:r>
          </w:p>
        </w:tc>
        <w:tc>
          <w:tcPr>
            <w:tcW w:w="3870" w:type="dxa"/>
            <w:tcBorders>
              <w:top w:val="single" w:sz="4" w:space="0" w:color="D8D8D8" w:themeColor="light1" w:themeShade="D8"/>
              <w:left w:val="single" w:sz="4" w:space="0" w:color="D8D8D8" w:themeColor="light1" w:themeShade="D8"/>
              <w:bottom w:val="single" w:sz="4" w:space="0" w:color="D8D8D8" w:themeColor="light1" w:themeShade="D8"/>
              <w:right w:val="nil"/>
            </w:tcBorders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</w:tcPr>
          <w:p w:rsidR="00984194" w:rsidRPr="00410683" w:rsidRDefault="00984194" w:rsidP="00984194">
            <w:pPr>
              <w:pStyle w:val="FaxBodyText"/>
              <w:framePr w:hSpace="0" w:wrap="auto" w:yAlign="inline"/>
              <w:rPr>
                <w:rFonts w:ascii="Constantia" w:eastAsiaTheme="minorHAnsi" w:hAnsi="Constantia"/>
                <w:sz w:val="28"/>
                <w:szCs w:val="28"/>
              </w:rPr>
            </w:pPr>
            <w:r w:rsidRPr="00410683">
              <w:rPr>
                <w:rFonts w:ascii="Constantia" w:hAnsi="Constantia"/>
                <w:b/>
                <w:sz w:val="28"/>
                <w:szCs w:val="28"/>
              </w:rPr>
              <w:t>Pages</w:t>
            </w:r>
            <w:r w:rsidRPr="00410683">
              <w:rPr>
                <w:rFonts w:ascii="Constantia" w:hAnsi="Constantia"/>
                <w:b/>
                <w:sz w:val="16"/>
                <w:szCs w:val="16"/>
              </w:rPr>
              <w:t>(including fax sheet)</w:t>
            </w:r>
            <w:r w:rsidRPr="00410683">
              <w:rPr>
                <w:rFonts w:ascii="Constantia" w:hAnsi="Constantia"/>
                <w:b/>
                <w:sz w:val="28"/>
                <w:szCs w:val="28"/>
              </w:rPr>
              <w:t xml:space="preserve">:  </w:t>
            </w:r>
            <w:r w:rsidRPr="00410683">
              <w:rPr>
                <w:rFonts w:ascii="Constantia" w:hAnsi="Constantia"/>
                <w:sz w:val="28"/>
                <w:szCs w:val="28"/>
              </w:rPr>
              <w:t>2</w:t>
            </w:r>
          </w:p>
        </w:tc>
      </w:tr>
      <w:tr w:rsidR="00984194" w:rsidRPr="00410683" w:rsidTr="00BB3A51">
        <w:trPr>
          <w:trHeight w:val="720"/>
        </w:trPr>
        <w:tc>
          <w:tcPr>
            <w:tcW w:w="6174" w:type="dxa"/>
            <w:tcBorders>
              <w:top w:val="single" w:sz="4" w:space="0" w:color="D8D8D8" w:themeColor="light1" w:themeShade="D8"/>
              <w:left w:val="nil"/>
              <w:bottom w:val="single" w:sz="4" w:space="0" w:color="D8D8D8" w:themeColor="light1" w:themeShade="D8"/>
              <w:right w:val="single" w:sz="4" w:space="0" w:color="D8D8D8" w:themeColor="light1" w:themeShade="D8"/>
            </w:tcBorders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</w:tcPr>
          <w:p w:rsidR="00984194" w:rsidRPr="00984194" w:rsidRDefault="00984194" w:rsidP="00984194">
            <w:pPr>
              <w:pStyle w:val="FaxBodyText"/>
              <w:framePr w:hSpace="0" w:wrap="auto" w:yAlign="inline"/>
              <w:rPr>
                <w:rFonts w:ascii="Constantia" w:eastAsiaTheme="minorHAnsi" w:hAnsi="Constantia"/>
                <w:sz w:val="28"/>
                <w:szCs w:val="28"/>
              </w:rPr>
            </w:pPr>
            <w:r w:rsidRPr="00984194">
              <w:rPr>
                <w:rFonts w:ascii="Constantia" w:hAnsi="Constantia"/>
                <w:b/>
                <w:sz w:val="28"/>
                <w:szCs w:val="28"/>
              </w:rPr>
              <w:t xml:space="preserve">Phone: </w:t>
            </w:r>
            <w:r w:rsidRPr="00984194">
              <w:rPr>
                <w:rFonts w:ascii="Constantia" w:hAnsi="Constantia"/>
                <w:sz w:val="28"/>
                <w:szCs w:val="28"/>
              </w:rPr>
              <w:t>610.626.6900</w:t>
            </w:r>
          </w:p>
        </w:tc>
        <w:tc>
          <w:tcPr>
            <w:tcW w:w="3870" w:type="dxa"/>
            <w:tcBorders>
              <w:top w:val="single" w:sz="4" w:space="0" w:color="D8D8D8" w:themeColor="light1" w:themeShade="D8"/>
              <w:left w:val="single" w:sz="4" w:space="0" w:color="D8D8D8" w:themeColor="light1" w:themeShade="D8"/>
              <w:bottom w:val="single" w:sz="4" w:space="0" w:color="D8D8D8" w:themeColor="light1" w:themeShade="D8"/>
              <w:right w:val="nil"/>
            </w:tcBorders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</w:tcPr>
          <w:p w:rsidR="00984194" w:rsidRPr="00410683" w:rsidRDefault="00984194" w:rsidP="00984194">
            <w:pPr>
              <w:pStyle w:val="FaxBodyText"/>
              <w:framePr w:hSpace="0" w:wrap="auto" w:yAlign="inline"/>
              <w:rPr>
                <w:rFonts w:ascii="Constantia" w:eastAsiaTheme="minorHAnsi" w:hAnsi="Constantia"/>
                <w:sz w:val="28"/>
                <w:szCs w:val="28"/>
              </w:rPr>
            </w:pPr>
            <w:r w:rsidRPr="00410683">
              <w:rPr>
                <w:rFonts w:ascii="Constantia" w:hAnsi="Constantia"/>
                <w:b/>
                <w:sz w:val="28"/>
                <w:szCs w:val="28"/>
              </w:rPr>
              <w:t xml:space="preserve">Attention: </w:t>
            </w:r>
            <w:r w:rsidR="000A112C" w:rsidRPr="00410683">
              <w:rPr>
                <w:rFonts w:ascii="Constantia" w:hAnsi="Constantia"/>
                <w:sz w:val="28"/>
                <w:szCs w:val="28"/>
              </w:rPr>
              <w:fldChar w:fldCharType="begin"/>
            </w:r>
            <w:r w:rsidRPr="00410683">
              <w:rPr>
                <w:rFonts w:ascii="Constantia" w:hAnsi="Constantia"/>
                <w:sz w:val="28"/>
                <w:szCs w:val="28"/>
              </w:rPr>
              <w:instrText xml:space="preserve"> ASK  Attn Attn?  \* MERGEFORMAT </w:instrText>
            </w:r>
            <w:r w:rsidR="000A112C" w:rsidRPr="00410683">
              <w:rPr>
                <w:rFonts w:ascii="Constantia" w:hAnsi="Constantia"/>
                <w:sz w:val="28"/>
                <w:szCs w:val="28"/>
              </w:rPr>
              <w:fldChar w:fldCharType="separate"/>
            </w:r>
            <w:bookmarkStart w:id="4" w:name="Attn"/>
            <w:r>
              <w:rPr>
                <w:rFonts w:ascii="Constantia" w:hAnsi="Constantia"/>
                <w:sz w:val="28"/>
                <w:szCs w:val="28"/>
              </w:rPr>
              <w:t>Janice Doe</w:t>
            </w:r>
            <w:bookmarkEnd w:id="4"/>
            <w:r w:rsidR="000A112C" w:rsidRPr="00410683">
              <w:rPr>
                <w:rFonts w:ascii="Constantia" w:hAnsi="Constantia"/>
                <w:sz w:val="28"/>
                <w:szCs w:val="28"/>
              </w:rPr>
              <w:fldChar w:fldCharType="end"/>
            </w:r>
            <w:fldSimple w:instr=" REF  Attn  \* MERGEFORMAT ">
              <w:r w:rsidR="00A87393">
                <w:rPr>
                  <w:rFonts w:ascii="Constantia" w:hAnsi="Constantia"/>
                  <w:sz w:val="28"/>
                  <w:szCs w:val="28"/>
                </w:rPr>
                <w:t>Janice Doe</w:t>
              </w:r>
            </w:fldSimple>
          </w:p>
        </w:tc>
      </w:tr>
      <w:tr w:rsidR="00BB3A51" w:rsidRPr="00410683" w:rsidTr="00BB3A51">
        <w:trPr>
          <w:trHeight w:val="720"/>
        </w:trPr>
        <w:tc>
          <w:tcPr>
            <w:tcW w:w="6174" w:type="dxa"/>
            <w:tcBorders>
              <w:top w:val="single" w:sz="4" w:space="0" w:color="D8D8D8" w:themeColor="light1" w:themeShade="D8"/>
              <w:left w:val="nil"/>
              <w:bottom w:val="single" w:sz="4" w:space="0" w:color="D8D8D8" w:themeColor="light1" w:themeShade="D8"/>
              <w:right w:val="single" w:sz="4" w:space="0" w:color="D8D8D8" w:themeColor="light1" w:themeShade="D8"/>
            </w:tcBorders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</w:tcPr>
          <w:p w:rsidR="00FB7683" w:rsidRPr="00410683" w:rsidRDefault="00BB3A51" w:rsidP="00F35294">
            <w:pPr>
              <w:pStyle w:val="FaxBodyText"/>
              <w:framePr w:hSpace="0" w:wrap="auto" w:yAlign="inline"/>
              <w:rPr>
                <w:rFonts w:ascii="Constantia" w:hAnsi="Constantia"/>
                <w:sz w:val="28"/>
                <w:szCs w:val="28"/>
              </w:rPr>
            </w:pPr>
            <w:r w:rsidRPr="00410683">
              <w:rPr>
                <w:rFonts w:ascii="Constantia" w:hAnsi="Constantia"/>
                <w:b/>
                <w:sz w:val="28"/>
                <w:szCs w:val="28"/>
              </w:rPr>
              <w:t xml:space="preserve">Re: </w:t>
            </w:r>
            <w:r w:rsidR="00FB7683" w:rsidRPr="00410683">
              <w:rPr>
                <w:rFonts w:ascii="Constantia" w:hAnsi="Constantia"/>
                <w:sz w:val="28"/>
                <w:szCs w:val="28"/>
              </w:rPr>
              <w:t>Letter of Appearance for Client</w:t>
            </w:r>
          </w:p>
          <w:p w:rsidR="00BB3A51" w:rsidRPr="00410683" w:rsidRDefault="00FB7683" w:rsidP="00F35294">
            <w:pPr>
              <w:pStyle w:val="FaxBodyText"/>
              <w:framePr w:hSpace="0" w:wrap="auto" w:yAlign="inline"/>
              <w:rPr>
                <w:rFonts w:ascii="Constantia" w:eastAsiaTheme="minorHAnsi" w:hAnsi="Constantia"/>
                <w:sz w:val="28"/>
                <w:szCs w:val="28"/>
              </w:rPr>
            </w:pPr>
            <w:r w:rsidRPr="00410683">
              <w:rPr>
                <w:rFonts w:ascii="Constantia" w:hAnsi="Constantia"/>
                <w:sz w:val="28"/>
                <w:szCs w:val="28"/>
              </w:rPr>
              <w:t xml:space="preserve">       </w:t>
            </w:r>
            <w:fldSimple w:instr=" REF  ClientsName  \* MERGEFORMAT ">
              <w:r w:rsidR="00A87393" w:rsidRPr="00A87393">
                <w:rPr>
                  <w:rFonts w:ascii="Constantia" w:hAnsi="Constantia"/>
                  <w:sz w:val="28"/>
                  <w:szCs w:val="28"/>
                  <w:u w:val="single"/>
                </w:rPr>
                <w:t>David Joe</w:t>
              </w:r>
            </w:fldSimple>
            <w:r w:rsidR="0021710A" w:rsidRPr="00410683">
              <w:rPr>
                <w:rFonts w:ascii="Constantia" w:hAnsi="Constantia"/>
                <w:sz w:val="28"/>
                <w:szCs w:val="28"/>
                <w:u w:val="single"/>
              </w:rPr>
              <w:t xml:space="preserve"> </w:t>
            </w:r>
            <w:fldSimple w:instr=" REF  CR  \* MERGEFORMAT ">
              <w:r w:rsidR="00A87393" w:rsidRPr="00A87393">
                <w:rPr>
                  <w:rFonts w:ascii="Constantia" w:hAnsi="Constantia"/>
                  <w:sz w:val="28"/>
                  <w:szCs w:val="28"/>
                  <w:u w:val="single"/>
                </w:rPr>
                <w:t>CR#</w:t>
              </w:r>
            </w:fldSimple>
          </w:p>
        </w:tc>
        <w:tc>
          <w:tcPr>
            <w:tcW w:w="3870" w:type="dxa"/>
            <w:tcBorders>
              <w:top w:val="single" w:sz="4" w:space="0" w:color="D8D8D8" w:themeColor="light1" w:themeShade="D8"/>
              <w:left w:val="single" w:sz="4" w:space="0" w:color="D8D8D8" w:themeColor="light1" w:themeShade="D8"/>
              <w:bottom w:val="single" w:sz="4" w:space="0" w:color="D8D8D8" w:themeColor="light1" w:themeShade="D8"/>
              <w:right w:val="nil"/>
            </w:tcBorders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</w:tcPr>
          <w:p w:rsidR="00BB3A51" w:rsidRPr="00410683" w:rsidRDefault="00BB3A51" w:rsidP="00F35294">
            <w:pPr>
              <w:pStyle w:val="FaxBodyText"/>
              <w:framePr w:hSpace="0" w:wrap="auto" w:yAlign="inline"/>
              <w:rPr>
                <w:rFonts w:ascii="Constantia" w:eastAsiaTheme="minorHAnsi" w:hAnsi="Constantia"/>
                <w:sz w:val="28"/>
                <w:szCs w:val="28"/>
              </w:rPr>
            </w:pPr>
            <w:r w:rsidRPr="00410683">
              <w:rPr>
                <w:rFonts w:ascii="Constantia" w:eastAsiaTheme="minorHAnsi" w:hAnsi="Constantia"/>
                <w:b/>
                <w:sz w:val="28"/>
                <w:szCs w:val="28"/>
              </w:rPr>
              <w:t>Fax:</w:t>
            </w:r>
            <w:r w:rsidRPr="00410683">
              <w:rPr>
                <w:rFonts w:ascii="Constantia" w:eastAsiaTheme="minorHAnsi" w:hAnsi="Constantia"/>
                <w:sz w:val="28"/>
                <w:szCs w:val="28"/>
              </w:rPr>
              <w:t xml:space="preserve"> 484.441.1358</w:t>
            </w:r>
          </w:p>
        </w:tc>
      </w:tr>
    </w:tbl>
    <w:p w:rsidR="00BB3A51" w:rsidRPr="00410683" w:rsidRDefault="00BB3A51" w:rsidP="00BB3A51">
      <w:pPr>
        <w:ind w:left="1440"/>
        <w:rPr>
          <w:b/>
          <w:bCs/>
          <w:sz w:val="28"/>
          <w:szCs w:val="28"/>
          <w:u w:val="single"/>
        </w:rPr>
      </w:pPr>
    </w:p>
    <w:p w:rsidR="00BB3A51" w:rsidRPr="00410683" w:rsidRDefault="00BB3A51" w:rsidP="00BB3A51">
      <w:pPr>
        <w:ind w:left="1440"/>
        <w:rPr>
          <w:b/>
          <w:bCs/>
          <w:sz w:val="28"/>
          <w:szCs w:val="28"/>
          <w:u w:val="single"/>
        </w:rPr>
      </w:pPr>
    </w:p>
    <w:p w:rsidR="00BB3A51" w:rsidRDefault="00BB3A51" w:rsidP="00BB3A51">
      <w:pPr>
        <w:ind w:left="1440"/>
        <w:rPr>
          <w:b/>
          <w:bCs/>
          <w:sz w:val="26"/>
          <w:szCs w:val="26"/>
          <w:u w:val="single"/>
        </w:rPr>
      </w:pPr>
    </w:p>
    <w:p w:rsidR="00BB3A51" w:rsidRDefault="00BB3A51" w:rsidP="00BB3A51">
      <w:pPr>
        <w:ind w:left="1440"/>
        <w:rPr>
          <w:b/>
          <w:bCs/>
          <w:sz w:val="26"/>
          <w:szCs w:val="26"/>
          <w:u w:val="single"/>
        </w:rPr>
      </w:pPr>
    </w:p>
    <w:p w:rsidR="00BB3A51" w:rsidRPr="00D45A99" w:rsidRDefault="00BB3A51" w:rsidP="00BB3A51">
      <w:pPr>
        <w:ind w:left="1440"/>
        <w:rPr>
          <w:b/>
          <w:bCs/>
          <w:sz w:val="26"/>
          <w:szCs w:val="26"/>
          <w:u w:val="single"/>
        </w:rPr>
      </w:pPr>
    </w:p>
    <w:p w:rsidR="00BB3A51" w:rsidRPr="00D45A99" w:rsidRDefault="00BB3A51" w:rsidP="00BB3A51">
      <w:pPr>
        <w:rPr>
          <w:bCs/>
          <w:sz w:val="26"/>
          <w:szCs w:val="26"/>
        </w:rPr>
      </w:pPr>
    </w:p>
    <w:p w:rsidR="00BB3A51" w:rsidRPr="00C77D36" w:rsidRDefault="00BB3A51" w:rsidP="00BB3A51">
      <w:pPr>
        <w:pStyle w:val="FaxBodyText"/>
        <w:framePr w:hSpace="0" w:wrap="auto" w:yAlign="inline"/>
        <w:outlineLvl w:val="0"/>
        <w:rPr>
          <w:rFonts w:ascii="Constantia" w:hAnsi="Constantia"/>
          <w:sz w:val="28"/>
          <w:szCs w:val="28"/>
        </w:rPr>
      </w:pPr>
      <w:r w:rsidRPr="00C77D36">
        <w:rPr>
          <w:rFonts w:ascii="Constantia" w:hAnsi="Constantia"/>
          <w:b/>
          <w:sz w:val="28"/>
          <w:szCs w:val="28"/>
        </w:rPr>
        <w:t xml:space="preserve">Comments: </w:t>
      </w:r>
      <w:r w:rsidRPr="00C77D36">
        <w:rPr>
          <w:rFonts w:ascii="Constantia" w:hAnsi="Constantia"/>
          <w:sz w:val="28"/>
          <w:szCs w:val="28"/>
        </w:rPr>
        <w:t>Thank you</w:t>
      </w:r>
      <w:r w:rsidRPr="0021710A">
        <w:rPr>
          <w:rFonts w:ascii="Constantia" w:hAnsi="Constantia"/>
          <w:sz w:val="28"/>
          <w:szCs w:val="28"/>
        </w:rPr>
        <w:t xml:space="preserve">~ </w:t>
      </w:r>
      <w:fldSimple w:instr=" REF  Author  \* MERGEFORMAT ">
        <w:r w:rsidR="00A87393" w:rsidRPr="00A87393">
          <w:rPr>
            <w:rFonts w:ascii="Constantia" w:hAnsi="Constantia"/>
            <w:sz w:val="28"/>
            <w:szCs w:val="28"/>
          </w:rPr>
          <w:t>Enrique Latoison</w:t>
        </w:r>
      </w:fldSimple>
      <w:r w:rsidR="00C77D36">
        <w:rPr>
          <w:rFonts w:ascii="Constantia" w:hAnsi="Constantia"/>
          <w:sz w:val="28"/>
          <w:szCs w:val="28"/>
        </w:rPr>
        <w:t xml:space="preserve"> </w:t>
      </w:r>
      <w:r w:rsidRPr="00C77D36">
        <w:rPr>
          <w:rFonts w:ascii="Constantia" w:hAnsi="Constantia"/>
          <w:sz w:val="28"/>
          <w:szCs w:val="28"/>
        </w:rPr>
        <w:t xml:space="preserve">Esq. </w:t>
      </w:r>
    </w:p>
    <w:p w:rsidR="001213AD" w:rsidRDefault="001213AD" w:rsidP="00E121D4">
      <w:pPr>
        <w:pStyle w:val="FaxBodyText"/>
        <w:framePr w:hSpace="0" w:wrap="auto" w:yAlign="inline"/>
        <w:rPr>
          <w:rFonts w:ascii="Constantia" w:hAnsi="Constantia"/>
          <w:b/>
          <w:sz w:val="26"/>
          <w:szCs w:val="26"/>
        </w:rPr>
      </w:pPr>
    </w:p>
    <w:p w:rsidR="001213AD" w:rsidRDefault="001213AD" w:rsidP="00E121D4">
      <w:pPr>
        <w:pStyle w:val="FaxBodyText"/>
        <w:framePr w:hSpace="0" w:wrap="auto" w:yAlign="inline"/>
        <w:rPr>
          <w:rFonts w:ascii="Constantia" w:hAnsi="Constantia"/>
          <w:b/>
          <w:sz w:val="26"/>
          <w:szCs w:val="26"/>
        </w:rPr>
      </w:pPr>
    </w:p>
    <w:p w:rsidR="001213AD" w:rsidRDefault="001213AD" w:rsidP="00E121D4">
      <w:pPr>
        <w:pStyle w:val="FaxBodyText"/>
        <w:framePr w:hSpace="0" w:wrap="auto" w:yAlign="inline"/>
        <w:rPr>
          <w:rFonts w:ascii="Constantia" w:hAnsi="Constantia"/>
          <w:b/>
          <w:sz w:val="26"/>
          <w:szCs w:val="26"/>
        </w:rPr>
      </w:pPr>
    </w:p>
    <w:p w:rsidR="0084026C" w:rsidRPr="000C646B" w:rsidRDefault="0084026C" w:rsidP="00DB054F">
      <w:pPr>
        <w:spacing w:after="0" w:line="360" w:lineRule="auto"/>
        <w:jc w:val="both"/>
        <w:rPr>
          <w:sz w:val="23"/>
          <w:szCs w:val="23"/>
        </w:rPr>
      </w:pPr>
    </w:p>
    <w:sectPr w:rsidR="0084026C" w:rsidRPr="000C646B" w:rsidSect="00F95B0E">
      <w:footerReference w:type="default" r:id="rId10"/>
      <w:pgSz w:w="12240" w:h="15840"/>
      <w:pgMar w:top="720" w:right="1080" w:bottom="540" w:left="108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840" w:rsidRDefault="00D14840" w:rsidP="00DE1AFD">
      <w:pPr>
        <w:spacing w:after="0" w:line="240" w:lineRule="auto"/>
      </w:pPr>
      <w:r>
        <w:separator/>
      </w:r>
    </w:p>
  </w:endnote>
  <w:endnote w:type="continuationSeparator" w:id="0">
    <w:p w:rsidR="00D14840" w:rsidRDefault="00D14840" w:rsidP="00DE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altName w:val="Nyala"/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1EA" w:rsidRDefault="008A41EA" w:rsidP="00A7780D">
    <w:pPr>
      <w:pStyle w:val="Address"/>
      <w:spacing w:line="228" w:lineRule="auto"/>
      <w:rPr>
        <w:rStyle w:val="AddressChar"/>
        <w:rFonts w:ascii="Constantia" w:hAnsi="Constantia" w:cs="Constantia"/>
        <w:sz w:val="21"/>
        <w:szCs w:val="21"/>
      </w:rPr>
    </w:pPr>
    <w:r>
      <w:rPr>
        <w:rStyle w:val="AddressChar"/>
        <w:rFonts w:ascii="Constantia" w:hAnsi="Constantia" w:cs="Constantia"/>
        <w:sz w:val="21"/>
        <w:szCs w:val="21"/>
      </w:rPr>
      <w:t xml:space="preserve">Office </w:t>
    </w:r>
    <w:r w:rsidR="007A3FBD">
      <w:rPr>
        <w:rStyle w:val="AddressChar"/>
        <w:rFonts w:ascii="Constantia" w:hAnsi="Constantia" w:cs="Constantia"/>
        <w:sz w:val="21"/>
        <w:szCs w:val="21"/>
      </w:rPr>
      <w:t xml:space="preserve">Locations * </w:t>
    </w:r>
    <w:r>
      <w:rPr>
        <w:rStyle w:val="AddressChar"/>
        <w:rFonts w:ascii="Constantia" w:hAnsi="Constantia" w:cs="Constantia"/>
        <w:sz w:val="21"/>
        <w:szCs w:val="21"/>
      </w:rPr>
      <w:t xml:space="preserve">212 West Front St., Suite 300, Media, PA 19063 </w:t>
    </w:r>
    <w:r w:rsidR="007A3FBD">
      <w:rPr>
        <w:rStyle w:val="AddressChar"/>
        <w:rFonts w:ascii="Constantia" w:hAnsi="Constantia" w:cs="Constantia"/>
        <w:sz w:val="21"/>
        <w:szCs w:val="21"/>
      </w:rPr>
      <w:t>*</w:t>
    </w:r>
    <w:r>
      <w:rPr>
        <w:rStyle w:val="AddressChar"/>
        <w:rFonts w:ascii="Constantia" w:hAnsi="Constantia" w:cs="Constantia"/>
        <w:sz w:val="21"/>
        <w:szCs w:val="21"/>
      </w:rPr>
      <w:t xml:space="preserve"> 533 </w:t>
    </w:r>
    <w:proofErr w:type="spellStart"/>
    <w:r>
      <w:rPr>
        <w:rStyle w:val="AddressChar"/>
        <w:rFonts w:ascii="Constantia" w:hAnsi="Constantia" w:cs="Constantia"/>
        <w:sz w:val="21"/>
        <w:szCs w:val="21"/>
      </w:rPr>
      <w:t>Dekalb</w:t>
    </w:r>
    <w:proofErr w:type="spellEnd"/>
    <w:r>
      <w:rPr>
        <w:rStyle w:val="AddressChar"/>
        <w:rFonts w:ascii="Constantia" w:hAnsi="Constantia" w:cs="Constantia"/>
        <w:sz w:val="21"/>
        <w:szCs w:val="21"/>
      </w:rPr>
      <w:t xml:space="preserve"> St, Norristown, PA 19013</w:t>
    </w:r>
  </w:p>
  <w:p w:rsidR="008A41EA" w:rsidRDefault="008A41EA" w:rsidP="00A7780D">
    <w:pPr>
      <w:pStyle w:val="Address"/>
      <w:spacing w:line="228" w:lineRule="auto"/>
      <w:rPr>
        <w:rStyle w:val="AddressChar"/>
        <w:rFonts w:ascii="Constantia" w:hAnsi="Constantia" w:cs="Constantia"/>
        <w:sz w:val="21"/>
        <w:szCs w:val="21"/>
      </w:rPr>
    </w:pPr>
    <w:r>
      <w:rPr>
        <w:rStyle w:val="AddressChar"/>
        <w:rFonts w:ascii="Constantia" w:hAnsi="Constantia" w:cs="Constantia"/>
        <w:sz w:val="21"/>
        <w:szCs w:val="21"/>
      </w:rPr>
      <w:t>* phone 610.999.1439 * fax 484.441.1358 * www.LatoisonLaw.com * FB “</w:t>
    </w:r>
    <w:proofErr w:type="spellStart"/>
    <w:r>
      <w:rPr>
        <w:rStyle w:val="AddressChar"/>
        <w:rFonts w:ascii="Constantia" w:hAnsi="Constantia" w:cs="Constantia"/>
        <w:sz w:val="21"/>
        <w:szCs w:val="21"/>
      </w:rPr>
      <w:t>LatoisonLaw</w:t>
    </w:r>
    <w:proofErr w:type="spellEnd"/>
    <w:r>
      <w:rPr>
        <w:rStyle w:val="AddressChar"/>
        <w:rFonts w:ascii="Constantia" w:hAnsi="Constantia" w:cs="Constantia"/>
        <w:sz w:val="21"/>
        <w:szCs w:val="21"/>
      </w:rPr>
      <w:t>”</w:t>
    </w:r>
  </w:p>
  <w:p w:rsidR="008A41EA" w:rsidRDefault="008A41EA" w:rsidP="00A7780D">
    <w:pPr>
      <w:pStyle w:val="Address"/>
      <w:spacing w:line="228" w:lineRule="auto"/>
      <w:rPr>
        <w:rStyle w:val="AddressChar"/>
        <w:rFonts w:ascii="Constantia" w:hAnsi="Constantia" w:cs="Constantia"/>
        <w:sz w:val="21"/>
        <w:szCs w:val="21"/>
      </w:rPr>
    </w:pPr>
    <w:r>
      <w:rPr>
        <w:rStyle w:val="AddressChar"/>
        <w:rFonts w:ascii="Constantia" w:hAnsi="Constantia" w:cs="Constantia"/>
        <w:sz w:val="21"/>
        <w:szCs w:val="21"/>
      </w:rPr>
      <w:t xml:space="preserve">Attorneys </w:t>
    </w:r>
    <w:proofErr w:type="gramStart"/>
    <w:r>
      <w:rPr>
        <w:rStyle w:val="AddressChar"/>
        <w:rFonts w:ascii="Constantia" w:hAnsi="Constantia" w:cs="Constantia"/>
        <w:sz w:val="21"/>
        <w:szCs w:val="21"/>
      </w:rPr>
      <w:t xml:space="preserve">* </w:t>
    </w:r>
    <w:r w:rsidR="00A7780D">
      <w:rPr>
        <w:rStyle w:val="AddressChar"/>
        <w:rFonts w:ascii="Constantia" w:hAnsi="Constantia" w:cs="Constantia"/>
        <w:sz w:val="21"/>
        <w:szCs w:val="21"/>
      </w:rPr>
      <w:t xml:space="preserve"> </w:t>
    </w:r>
    <w:r>
      <w:rPr>
        <w:rStyle w:val="AddressChar"/>
        <w:rFonts w:ascii="Constantia" w:hAnsi="Constantia" w:cs="Constantia"/>
        <w:sz w:val="21"/>
        <w:szCs w:val="21"/>
      </w:rPr>
      <w:t>Enrique</w:t>
    </w:r>
    <w:proofErr w:type="gramEnd"/>
    <w:r>
      <w:rPr>
        <w:rStyle w:val="AddressChar"/>
        <w:rFonts w:ascii="Constantia" w:hAnsi="Constantia" w:cs="Constantia"/>
        <w:sz w:val="21"/>
        <w:szCs w:val="21"/>
      </w:rPr>
      <w:t xml:space="preserve"> Latoison Esq. * Laura </w:t>
    </w:r>
    <w:proofErr w:type="spellStart"/>
    <w:r>
      <w:rPr>
        <w:rStyle w:val="AddressChar"/>
        <w:rFonts w:ascii="Constantia" w:hAnsi="Constantia" w:cs="Constantia"/>
        <w:sz w:val="21"/>
        <w:szCs w:val="21"/>
      </w:rPr>
      <w:t>Laszewski</w:t>
    </w:r>
    <w:proofErr w:type="spellEnd"/>
    <w:r>
      <w:rPr>
        <w:rStyle w:val="AddressChar"/>
        <w:rFonts w:ascii="Constantia" w:hAnsi="Constantia" w:cs="Constantia"/>
        <w:sz w:val="21"/>
        <w:szCs w:val="21"/>
      </w:rPr>
      <w:t xml:space="preserve"> Esq. * Emily Ryan Esq. * Jordan Reilly Esq.</w:t>
    </w:r>
    <w:r>
      <w:rPr>
        <w:rStyle w:val="AddressChar"/>
        <w:rFonts w:ascii="Constantia" w:hAnsi="Constantia" w:cs="Constantia"/>
        <w:i/>
        <w:sz w:val="12"/>
        <w:szCs w:val="12"/>
      </w:rPr>
      <w:t xml:space="preserve"> of counsel</w:t>
    </w:r>
    <w:r>
      <w:rPr>
        <w:rStyle w:val="AddressChar"/>
        <w:rFonts w:ascii="Constantia" w:hAnsi="Constantia" w:cs="Constantia"/>
        <w:sz w:val="21"/>
        <w:szCs w:val="21"/>
      </w:rPr>
      <w:t xml:space="preserve"> *</w:t>
    </w:r>
  </w:p>
  <w:p w:rsidR="008A41EA" w:rsidRPr="00A7780D" w:rsidRDefault="008A41EA" w:rsidP="00A7780D">
    <w:pPr>
      <w:pStyle w:val="Address"/>
      <w:spacing w:line="228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BD9BFF0" wp14:editId="6BA557C4">
              <wp:simplePos x="0" y="0"/>
              <wp:positionH relativeFrom="page">
                <wp:posOffset>408940</wp:posOffset>
              </wp:positionH>
              <wp:positionV relativeFrom="page">
                <wp:posOffset>9488805</wp:posOffset>
              </wp:positionV>
              <wp:extent cx="6543675" cy="189865"/>
              <wp:effectExtent l="27940" t="49530" r="38735" b="6540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43675" cy="189865"/>
                      </a:xfrm>
                      <a:custGeom>
                        <a:avLst/>
                        <a:gdLst>
                          <a:gd name="T0" fmla="*/ 2147483646 w 16590"/>
                          <a:gd name="T1" fmla="*/ 66829064 h 2612"/>
                          <a:gd name="T2" fmla="*/ 2147483646 w 16590"/>
                          <a:gd name="T3" fmla="*/ 255026203 h 2612"/>
                          <a:gd name="T4" fmla="*/ 2147483646 w 16590"/>
                          <a:gd name="T5" fmla="*/ 422479282 h 2612"/>
                          <a:gd name="T6" fmla="*/ 2147483646 w 16590"/>
                          <a:gd name="T7" fmla="*/ 568427388 h 2612"/>
                          <a:gd name="T8" fmla="*/ 2147483646 w 16590"/>
                          <a:gd name="T9" fmla="*/ 692870666 h 2612"/>
                          <a:gd name="T10" fmla="*/ 2147483646 w 16590"/>
                          <a:gd name="T11" fmla="*/ 796569812 h 2612"/>
                          <a:gd name="T12" fmla="*/ 2147483646 w 16590"/>
                          <a:gd name="T13" fmla="*/ 878764057 h 2612"/>
                          <a:gd name="T14" fmla="*/ 2147483646 w 16590"/>
                          <a:gd name="T15" fmla="*/ 940214242 h 2612"/>
                          <a:gd name="T16" fmla="*/ 2147483646 w 16590"/>
                          <a:gd name="T17" fmla="*/ 980925674 h 2612"/>
                          <a:gd name="T18" fmla="*/ 2147483646 w 16590"/>
                          <a:gd name="T19" fmla="*/ 1000898280 h 2612"/>
                          <a:gd name="T20" fmla="*/ 2147483646 w 16590"/>
                          <a:gd name="T21" fmla="*/ 1000512589 h 2612"/>
                          <a:gd name="T22" fmla="*/ 2147483646 w 16590"/>
                          <a:gd name="T23" fmla="*/ 979388073 h 2612"/>
                          <a:gd name="T24" fmla="*/ 2147483646 w 16590"/>
                          <a:gd name="T25" fmla="*/ 937910566 h 2612"/>
                          <a:gd name="T26" fmla="*/ 2147483646 w 16590"/>
                          <a:gd name="T27" fmla="*/ 876455075 h 2612"/>
                          <a:gd name="T28" fmla="*/ 2147483646 w 16590"/>
                          <a:gd name="T29" fmla="*/ 794651827 h 2612"/>
                          <a:gd name="T30" fmla="*/ 2147483646 w 16590"/>
                          <a:gd name="T31" fmla="*/ 692870666 h 2612"/>
                          <a:gd name="T32" fmla="*/ 0 w 16590"/>
                          <a:gd name="T33" fmla="*/ 571116828 h 2612"/>
                          <a:gd name="T34" fmla="*/ 2147483646 w 16590"/>
                          <a:gd name="T35" fmla="*/ 605302849 h 2612"/>
                          <a:gd name="T36" fmla="*/ 2147483646 w 16590"/>
                          <a:gd name="T37" fmla="*/ 710919981 h 2612"/>
                          <a:gd name="T38" fmla="*/ 2147483646 w 16590"/>
                          <a:gd name="T39" fmla="*/ 796569812 h 2612"/>
                          <a:gd name="T40" fmla="*/ 2147483646 w 16590"/>
                          <a:gd name="T41" fmla="*/ 862632728 h 2612"/>
                          <a:gd name="T42" fmla="*/ 2147483646 w 16590"/>
                          <a:gd name="T43" fmla="*/ 909489186 h 2612"/>
                          <a:gd name="T44" fmla="*/ 2147483646 w 16590"/>
                          <a:gd name="T45" fmla="*/ 936758656 h 2612"/>
                          <a:gd name="T46" fmla="*/ 2147483646 w 16590"/>
                          <a:gd name="T47" fmla="*/ 944055519 h 2612"/>
                          <a:gd name="T48" fmla="*/ 2147483646 w 16590"/>
                          <a:gd name="T49" fmla="*/ 931379777 h 2612"/>
                          <a:gd name="T50" fmla="*/ 2147483646 w 16590"/>
                          <a:gd name="T51" fmla="*/ 897965282 h 2612"/>
                          <a:gd name="T52" fmla="*/ 2147483646 w 16590"/>
                          <a:gd name="T53" fmla="*/ 845349562 h 2612"/>
                          <a:gd name="T54" fmla="*/ 2147483646 w 16590"/>
                          <a:gd name="T55" fmla="*/ 771604018 h 2612"/>
                          <a:gd name="T56" fmla="*/ 2147483646 w 16590"/>
                          <a:gd name="T57" fmla="*/ 677891176 h 2612"/>
                          <a:gd name="T58" fmla="*/ 2147483646 w 16590"/>
                          <a:gd name="T59" fmla="*/ 563439580 h 2612"/>
                          <a:gd name="T60" fmla="*/ 2147483646 w 16590"/>
                          <a:gd name="T61" fmla="*/ 428624308 h 2612"/>
                          <a:gd name="T62" fmla="*/ 2147483646 w 16590"/>
                          <a:gd name="T63" fmla="*/ 272695133 h 2612"/>
                          <a:gd name="T64" fmla="*/ 2147483646 w 16590"/>
                          <a:gd name="T65" fmla="*/ 96402282 h 2612"/>
                          <a:gd name="T66" fmla="*/ 0 60000 65536"/>
                          <a:gd name="T67" fmla="*/ 0 60000 65536"/>
                          <a:gd name="T68" fmla="*/ 0 60000 65536"/>
                          <a:gd name="T69" fmla="*/ 0 60000 65536"/>
                          <a:gd name="T70" fmla="*/ 0 60000 65536"/>
                          <a:gd name="T71" fmla="*/ 0 60000 65536"/>
                          <a:gd name="T72" fmla="*/ 0 60000 65536"/>
                          <a:gd name="T73" fmla="*/ 0 60000 65536"/>
                          <a:gd name="T74" fmla="*/ 0 60000 65536"/>
                          <a:gd name="T75" fmla="*/ 0 60000 65536"/>
                          <a:gd name="T76" fmla="*/ 0 60000 65536"/>
                          <a:gd name="T77" fmla="*/ 0 60000 65536"/>
                          <a:gd name="T78" fmla="*/ 0 60000 65536"/>
                          <a:gd name="T79" fmla="*/ 0 60000 65536"/>
                          <a:gd name="T80" fmla="*/ 0 60000 65536"/>
                          <a:gd name="T81" fmla="*/ 0 60000 65536"/>
                          <a:gd name="T82" fmla="*/ 0 60000 65536"/>
                          <a:gd name="T83" fmla="*/ 0 60000 65536"/>
                          <a:gd name="T84" fmla="*/ 0 60000 65536"/>
                          <a:gd name="T85" fmla="*/ 0 60000 65536"/>
                          <a:gd name="T86" fmla="*/ 0 60000 65536"/>
                          <a:gd name="T87" fmla="*/ 0 60000 65536"/>
                          <a:gd name="T88" fmla="*/ 0 60000 65536"/>
                          <a:gd name="T89" fmla="*/ 0 60000 65536"/>
                          <a:gd name="T90" fmla="*/ 0 60000 65536"/>
                          <a:gd name="T91" fmla="*/ 0 60000 65536"/>
                          <a:gd name="T92" fmla="*/ 0 60000 65536"/>
                          <a:gd name="T93" fmla="*/ 0 60000 65536"/>
                          <a:gd name="T94" fmla="*/ 0 60000 65536"/>
                          <a:gd name="T95" fmla="*/ 0 60000 65536"/>
                          <a:gd name="T96" fmla="*/ 0 60000 65536"/>
                          <a:gd name="T97" fmla="*/ 0 60000 65536"/>
                          <a:gd name="T98" fmla="*/ 0 60000 65536"/>
                        </a:gdLst>
                        <a:ahLst/>
                        <a:cxnLst>
                          <a:cxn ang="T66">
                            <a:pos x="T0" y="T1"/>
                          </a:cxn>
                          <a:cxn ang="T67">
                            <a:pos x="T2" y="T3"/>
                          </a:cxn>
                          <a:cxn ang="T68">
                            <a:pos x="T4" y="T5"/>
                          </a:cxn>
                          <a:cxn ang="T69">
                            <a:pos x="T6" y="T7"/>
                          </a:cxn>
                          <a:cxn ang="T70">
                            <a:pos x="T8" y="T9"/>
                          </a:cxn>
                          <a:cxn ang="T71">
                            <a:pos x="T10" y="T11"/>
                          </a:cxn>
                          <a:cxn ang="T72">
                            <a:pos x="T12" y="T13"/>
                          </a:cxn>
                          <a:cxn ang="T73">
                            <a:pos x="T14" y="T15"/>
                          </a:cxn>
                          <a:cxn ang="T74">
                            <a:pos x="T16" y="T17"/>
                          </a:cxn>
                          <a:cxn ang="T75">
                            <a:pos x="T18" y="T19"/>
                          </a:cxn>
                          <a:cxn ang="T76">
                            <a:pos x="T20" y="T21"/>
                          </a:cxn>
                          <a:cxn ang="T77">
                            <a:pos x="T22" y="T23"/>
                          </a:cxn>
                          <a:cxn ang="T78">
                            <a:pos x="T24" y="T25"/>
                          </a:cxn>
                          <a:cxn ang="T79">
                            <a:pos x="T26" y="T27"/>
                          </a:cxn>
                          <a:cxn ang="T80">
                            <a:pos x="T28" y="T29"/>
                          </a:cxn>
                          <a:cxn ang="T81">
                            <a:pos x="T30" y="T31"/>
                          </a:cxn>
                          <a:cxn ang="T82">
                            <a:pos x="T32" y="T33"/>
                          </a:cxn>
                          <a:cxn ang="T83">
                            <a:pos x="T34" y="T35"/>
                          </a:cxn>
                          <a:cxn ang="T84">
                            <a:pos x="T36" y="T37"/>
                          </a:cxn>
                          <a:cxn ang="T85">
                            <a:pos x="T38" y="T39"/>
                          </a:cxn>
                          <a:cxn ang="T86">
                            <a:pos x="T40" y="T41"/>
                          </a:cxn>
                          <a:cxn ang="T87">
                            <a:pos x="T42" y="T43"/>
                          </a:cxn>
                          <a:cxn ang="T88">
                            <a:pos x="T44" y="T45"/>
                          </a:cxn>
                          <a:cxn ang="T89">
                            <a:pos x="T46" y="T47"/>
                          </a:cxn>
                          <a:cxn ang="T90">
                            <a:pos x="T48" y="T49"/>
                          </a:cxn>
                          <a:cxn ang="T91">
                            <a:pos x="T50" y="T51"/>
                          </a:cxn>
                          <a:cxn ang="T92">
                            <a:pos x="T52" y="T53"/>
                          </a:cxn>
                          <a:cxn ang="T93">
                            <a:pos x="T54" y="T55"/>
                          </a:cxn>
                          <a:cxn ang="T94">
                            <a:pos x="T56" y="T57"/>
                          </a:cxn>
                          <a:cxn ang="T95">
                            <a:pos x="T58" y="T59"/>
                          </a:cxn>
                          <a:cxn ang="T96">
                            <a:pos x="T60" y="T61"/>
                          </a:cxn>
                          <a:cxn ang="T97">
                            <a:pos x="T62" y="T63"/>
                          </a:cxn>
                          <a:cxn ang="T98">
                            <a:pos x="T64" y="T65"/>
                          </a:cxn>
                        </a:cxnLst>
                        <a:rect l="0" t="0" r="r" b="b"/>
                        <a:pathLst>
                          <a:path w="16590" h="2612">
                            <a:moveTo>
                              <a:pt x="16590" y="0"/>
                            </a:moveTo>
                            <a:lnTo>
                              <a:pt x="16590" y="174"/>
                            </a:lnTo>
                            <a:lnTo>
                              <a:pt x="16346" y="426"/>
                            </a:lnTo>
                            <a:lnTo>
                              <a:pt x="16054" y="664"/>
                            </a:lnTo>
                            <a:lnTo>
                              <a:pt x="15716" y="889"/>
                            </a:lnTo>
                            <a:lnTo>
                              <a:pt x="15336" y="1100"/>
                            </a:lnTo>
                            <a:lnTo>
                              <a:pt x="14918" y="1297"/>
                            </a:lnTo>
                            <a:lnTo>
                              <a:pt x="14462" y="1480"/>
                            </a:lnTo>
                            <a:lnTo>
                              <a:pt x="13975" y="1649"/>
                            </a:lnTo>
                            <a:lnTo>
                              <a:pt x="13457" y="1804"/>
                            </a:lnTo>
                            <a:lnTo>
                              <a:pt x="12912" y="1945"/>
                            </a:lnTo>
                            <a:lnTo>
                              <a:pt x="12343" y="2074"/>
                            </a:lnTo>
                            <a:lnTo>
                              <a:pt x="11754" y="2187"/>
                            </a:lnTo>
                            <a:lnTo>
                              <a:pt x="11146" y="2288"/>
                            </a:lnTo>
                            <a:lnTo>
                              <a:pt x="10524" y="2375"/>
                            </a:lnTo>
                            <a:lnTo>
                              <a:pt x="9892" y="2448"/>
                            </a:lnTo>
                            <a:lnTo>
                              <a:pt x="9249" y="2508"/>
                            </a:lnTo>
                            <a:lnTo>
                              <a:pt x="8602" y="2554"/>
                            </a:lnTo>
                            <a:lnTo>
                              <a:pt x="7952" y="2587"/>
                            </a:lnTo>
                            <a:lnTo>
                              <a:pt x="7303" y="2606"/>
                            </a:lnTo>
                            <a:lnTo>
                              <a:pt x="6658" y="2612"/>
                            </a:lnTo>
                            <a:lnTo>
                              <a:pt x="6019" y="2605"/>
                            </a:lnTo>
                            <a:lnTo>
                              <a:pt x="5390" y="2584"/>
                            </a:lnTo>
                            <a:lnTo>
                              <a:pt x="4774" y="2550"/>
                            </a:lnTo>
                            <a:lnTo>
                              <a:pt x="4174" y="2503"/>
                            </a:lnTo>
                            <a:lnTo>
                              <a:pt x="3594" y="2442"/>
                            </a:lnTo>
                            <a:lnTo>
                              <a:pt x="3035" y="2368"/>
                            </a:lnTo>
                            <a:lnTo>
                              <a:pt x="2501" y="2282"/>
                            </a:lnTo>
                            <a:lnTo>
                              <a:pt x="1996" y="2182"/>
                            </a:lnTo>
                            <a:lnTo>
                              <a:pt x="1522" y="2069"/>
                            </a:lnTo>
                            <a:lnTo>
                              <a:pt x="1082" y="1943"/>
                            </a:lnTo>
                            <a:lnTo>
                              <a:pt x="680" y="1804"/>
                            </a:lnTo>
                            <a:lnTo>
                              <a:pt x="318" y="1652"/>
                            </a:lnTo>
                            <a:lnTo>
                              <a:pt x="0" y="1487"/>
                            </a:lnTo>
                            <a:lnTo>
                              <a:pt x="0" y="1420"/>
                            </a:lnTo>
                            <a:lnTo>
                              <a:pt x="328" y="1576"/>
                            </a:lnTo>
                            <a:lnTo>
                              <a:pt x="699" y="1719"/>
                            </a:lnTo>
                            <a:lnTo>
                              <a:pt x="1109" y="1851"/>
                            </a:lnTo>
                            <a:lnTo>
                              <a:pt x="1557" y="1968"/>
                            </a:lnTo>
                            <a:lnTo>
                              <a:pt x="2038" y="2074"/>
                            </a:lnTo>
                            <a:lnTo>
                              <a:pt x="2551" y="2167"/>
                            </a:lnTo>
                            <a:lnTo>
                              <a:pt x="3090" y="2246"/>
                            </a:lnTo>
                            <a:lnTo>
                              <a:pt x="3655" y="2314"/>
                            </a:lnTo>
                            <a:lnTo>
                              <a:pt x="4241" y="2368"/>
                            </a:lnTo>
                            <a:lnTo>
                              <a:pt x="4844" y="2410"/>
                            </a:lnTo>
                            <a:lnTo>
                              <a:pt x="5464" y="2439"/>
                            </a:lnTo>
                            <a:lnTo>
                              <a:pt x="6096" y="2455"/>
                            </a:lnTo>
                            <a:lnTo>
                              <a:pt x="6738" y="2458"/>
                            </a:lnTo>
                            <a:lnTo>
                              <a:pt x="7385" y="2447"/>
                            </a:lnTo>
                            <a:lnTo>
                              <a:pt x="8035" y="2425"/>
                            </a:lnTo>
                            <a:lnTo>
                              <a:pt x="8686" y="2388"/>
                            </a:lnTo>
                            <a:lnTo>
                              <a:pt x="9333" y="2338"/>
                            </a:lnTo>
                            <a:lnTo>
                              <a:pt x="9974" y="2276"/>
                            </a:lnTo>
                            <a:lnTo>
                              <a:pt x="10606" y="2201"/>
                            </a:lnTo>
                            <a:lnTo>
                              <a:pt x="11226" y="2111"/>
                            </a:lnTo>
                            <a:lnTo>
                              <a:pt x="11831" y="2009"/>
                            </a:lnTo>
                            <a:lnTo>
                              <a:pt x="12417" y="1893"/>
                            </a:lnTo>
                            <a:lnTo>
                              <a:pt x="12982" y="1765"/>
                            </a:lnTo>
                            <a:lnTo>
                              <a:pt x="13521" y="1623"/>
                            </a:lnTo>
                            <a:lnTo>
                              <a:pt x="14034" y="1467"/>
                            </a:lnTo>
                            <a:lnTo>
                              <a:pt x="14515" y="1299"/>
                            </a:lnTo>
                            <a:lnTo>
                              <a:pt x="14963" y="1116"/>
                            </a:lnTo>
                            <a:lnTo>
                              <a:pt x="15375" y="919"/>
                            </a:lnTo>
                            <a:lnTo>
                              <a:pt x="15746" y="710"/>
                            </a:lnTo>
                            <a:lnTo>
                              <a:pt x="16075" y="487"/>
                            </a:lnTo>
                            <a:lnTo>
                              <a:pt x="16357" y="251"/>
                            </a:lnTo>
                            <a:lnTo>
                              <a:pt x="1659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>
                          <a:alpha val="74901"/>
                        </a:srgbClr>
                      </a:solidFill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7F7F7F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7A75" id="Freeform 1" o:spid="_x0000_s1026" style="position:absolute;margin-left:32.2pt;margin-top:747.15pt;width:515.25pt;height:14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" o:allowincell="f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black" strokecolor="#f2f2f2" strokeweight="3pt">
              <v:fill opacity="49087f"/>
              <v:shadow on="t" color="#7f7f7f" opacity=".5" offset="1pt"/>
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"/>
              <w10:wrap anchorx="page" anchory="page"/>
            </v:shape>
          </w:pict>
        </mc:Fallback>
      </mc:AlternateContent>
    </w:r>
    <w:r>
      <w:rPr>
        <w:rStyle w:val="AddressChar"/>
        <w:rFonts w:ascii="Constantia" w:hAnsi="Constantia" w:cs="Constantia"/>
        <w:sz w:val="21"/>
        <w:szCs w:val="21"/>
      </w:rPr>
      <w:t xml:space="preserve">Enrique@LatoisonLaw.com * Laura@LatoisonLaw.com * Emily@LatoisonLaw.com * Jordan@LatoisonLaw.com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840" w:rsidRDefault="00D14840" w:rsidP="00DE1AFD">
      <w:pPr>
        <w:spacing w:after="0" w:line="240" w:lineRule="auto"/>
      </w:pPr>
      <w:r>
        <w:separator/>
      </w:r>
    </w:p>
  </w:footnote>
  <w:footnote w:type="continuationSeparator" w:id="0">
    <w:p w:rsidR="00D14840" w:rsidRDefault="00D14840" w:rsidP="00DE1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27AAA"/>
    <w:multiLevelType w:val="hybridMultilevel"/>
    <w:tmpl w:val="6764EC3C"/>
    <w:lvl w:ilvl="0" w:tplc="22627E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4D03075"/>
    <w:multiLevelType w:val="hybridMultilevel"/>
    <w:tmpl w:val="794E2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45A13"/>
    <w:multiLevelType w:val="hybridMultilevel"/>
    <w:tmpl w:val="53EE6730"/>
    <w:lvl w:ilvl="0" w:tplc="F24868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93"/>
    <w:rsid w:val="0001580B"/>
    <w:rsid w:val="00021A3D"/>
    <w:rsid w:val="0002734A"/>
    <w:rsid w:val="0004233B"/>
    <w:rsid w:val="00052BFD"/>
    <w:rsid w:val="00053E98"/>
    <w:rsid w:val="000633BE"/>
    <w:rsid w:val="000728D3"/>
    <w:rsid w:val="00077213"/>
    <w:rsid w:val="00080624"/>
    <w:rsid w:val="00083BCB"/>
    <w:rsid w:val="00097FCE"/>
    <w:rsid w:val="000A112C"/>
    <w:rsid w:val="000A3240"/>
    <w:rsid w:val="000A32C9"/>
    <w:rsid w:val="000A5E25"/>
    <w:rsid w:val="000C073E"/>
    <w:rsid w:val="000C646B"/>
    <w:rsid w:val="000D3A89"/>
    <w:rsid w:val="000D44AD"/>
    <w:rsid w:val="000F2509"/>
    <w:rsid w:val="000F786C"/>
    <w:rsid w:val="0010303F"/>
    <w:rsid w:val="001213AD"/>
    <w:rsid w:val="001732AA"/>
    <w:rsid w:val="00176088"/>
    <w:rsid w:val="00183DEB"/>
    <w:rsid w:val="001A09F0"/>
    <w:rsid w:val="001A1198"/>
    <w:rsid w:val="001B0941"/>
    <w:rsid w:val="001C46F9"/>
    <w:rsid w:val="001D244F"/>
    <w:rsid w:val="001D56B8"/>
    <w:rsid w:val="001E1B47"/>
    <w:rsid w:val="001E7240"/>
    <w:rsid w:val="00211928"/>
    <w:rsid w:val="00212167"/>
    <w:rsid w:val="0021710A"/>
    <w:rsid w:val="00225579"/>
    <w:rsid w:val="00227B06"/>
    <w:rsid w:val="002465D3"/>
    <w:rsid w:val="00250BB5"/>
    <w:rsid w:val="00261EAB"/>
    <w:rsid w:val="002770A6"/>
    <w:rsid w:val="002F0169"/>
    <w:rsid w:val="002F0B00"/>
    <w:rsid w:val="002F4DB5"/>
    <w:rsid w:val="00310C55"/>
    <w:rsid w:val="00333E5E"/>
    <w:rsid w:val="0034041C"/>
    <w:rsid w:val="003404B0"/>
    <w:rsid w:val="00357C24"/>
    <w:rsid w:val="00361AD3"/>
    <w:rsid w:val="00370EFA"/>
    <w:rsid w:val="00386F87"/>
    <w:rsid w:val="0039479A"/>
    <w:rsid w:val="003A550A"/>
    <w:rsid w:val="003A5698"/>
    <w:rsid w:val="003C7231"/>
    <w:rsid w:val="003D18FB"/>
    <w:rsid w:val="003D1D89"/>
    <w:rsid w:val="003D2520"/>
    <w:rsid w:val="003D68EB"/>
    <w:rsid w:val="003E26E5"/>
    <w:rsid w:val="003E274D"/>
    <w:rsid w:val="003F0CA7"/>
    <w:rsid w:val="003F0F77"/>
    <w:rsid w:val="00410683"/>
    <w:rsid w:val="00411A28"/>
    <w:rsid w:val="004122F5"/>
    <w:rsid w:val="0044110D"/>
    <w:rsid w:val="00441DFC"/>
    <w:rsid w:val="004507F3"/>
    <w:rsid w:val="00482870"/>
    <w:rsid w:val="004B1680"/>
    <w:rsid w:val="004B6FC8"/>
    <w:rsid w:val="004B7373"/>
    <w:rsid w:val="004C0684"/>
    <w:rsid w:val="004F3CED"/>
    <w:rsid w:val="00505210"/>
    <w:rsid w:val="00505BB8"/>
    <w:rsid w:val="00510660"/>
    <w:rsid w:val="00543A60"/>
    <w:rsid w:val="00545522"/>
    <w:rsid w:val="0054756C"/>
    <w:rsid w:val="005A610C"/>
    <w:rsid w:val="005A655B"/>
    <w:rsid w:val="005A7C5A"/>
    <w:rsid w:val="005A7D35"/>
    <w:rsid w:val="005B2180"/>
    <w:rsid w:val="005D0FB9"/>
    <w:rsid w:val="005D3318"/>
    <w:rsid w:val="005F068D"/>
    <w:rsid w:val="00613108"/>
    <w:rsid w:val="006156C3"/>
    <w:rsid w:val="0064666D"/>
    <w:rsid w:val="0066513F"/>
    <w:rsid w:val="006662EA"/>
    <w:rsid w:val="0067692C"/>
    <w:rsid w:val="006837E7"/>
    <w:rsid w:val="006918E5"/>
    <w:rsid w:val="0069253F"/>
    <w:rsid w:val="006E247B"/>
    <w:rsid w:val="006E40D4"/>
    <w:rsid w:val="006F114C"/>
    <w:rsid w:val="00701765"/>
    <w:rsid w:val="00702892"/>
    <w:rsid w:val="007109DC"/>
    <w:rsid w:val="007236E9"/>
    <w:rsid w:val="007326B5"/>
    <w:rsid w:val="007403A3"/>
    <w:rsid w:val="0076412E"/>
    <w:rsid w:val="0077094A"/>
    <w:rsid w:val="007836D0"/>
    <w:rsid w:val="00785B81"/>
    <w:rsid w:val="007959EE"/>
    <w:rsid w:val="007974B1"/>
    <w:rsid w:val="007A3FBD"/>
    <w:rsid w:val="007A740F"/>
    <w:rsid w:val="007D0CB7"/>
    <w:rsid w:val="007D5ABB"/>
    <w:rsid w:val="007E6530"/>
    <w:rsid w:val="007F4728"/>
    <w:rsid w:val="00817F1A"/>
    <w:rsid w:val="008259CC"/>
    <w:rsid w:val="00825E6B"/>
    <w:rsid w:val="00825F3B"/>
    <w:rsid w:val="00830CB2"/>
    <w:rsid w:val="0084026C"/>
    <w:rsid w:val="008439E4"/>
    <w:rsid w:val="008447C4"/>
    <w:rsid w:val="00856FE5"/>
    <w:rsid w:val="008951B2"/>
    <w:rsid w:val="008A3915"/>
    <w:rsid w:val="008A41EA"/>
    <w:rsid w:val="008B1F47"/>
    <w:rsid w:val="008B678B"/>
    <w:rsid w:val="008C696D"/>
    <w:rsid w:val="008D37EA"/>
    <w:rsid w:val="008D4D74"/>
    <w:rsid w:val="008F4692"/>
    <w:rsid w:val="009218F1"/>
    <w:rsid w:val="00931AC6"/>
    <w:rsid w:val="0094229C"/>
    <w:rsid w:val="00942D11"/>
    <w:rsid w:val="00953766"/>
    <w:rsid w:val="00984194"/>
    <w:rsid w:val="009863FB"/>
    <w:rsid w:val="0098741C"/>
    <w:rsid w:val="009A1236"/>
    <w:rsid w:val="009A65D3"/>
    <w:rsid w:val="009B0580"/>
    <w:rsid w:val="009C4AF6"/>
    <w:rsid w:val="009F67E4"/>
    <w:rsid w:val="00A073CC"/>
    <w:rsid w:val="00A10D12"/>
    <w:rsid w:val="00A22502"/>
    <w:rsid w:val="00A23AF3"/>
    <w:rsid w:val="00A37444"/>
    <w:rsid w:val="00A42B72"/>
    <w:rsid w:val="00A4475F"/>
    <w:rsid w:val="00A51303"/>
    <w:rsid w:val="00A7780D"/>
    <w:rsid w:val="00A86CA0"/>
    <w:rsid w:val="00A87393"/>
    <w:rsid w:val="00A877E5"/>
    <w:rsid w:val="00A91C7F"/>
    <w:rsid w:val="00A91F0E"/>
    <w:rsid w:val="00A93099"/>
    <w:rsid w:val="00A943AC"/>
    <w:rsid w:val="00A94E80"/>
    <w:rsid w:val="00A958BC"/>
    <w:rsid w:val="00A9733F"/>
    <w:rsid w:val="00AB251A"/>
    <w:rsid w:val="00AB46BA"/>
    <w:rsid w:val="00AC4CFF"/>
    <w:rsid w:val="00AD5707"/>
    <w:rsid w:val="00AD62DE"/>
    <w:rsid w:val="00B0095C"/>
    <w:rsid w:val="00B20552"/>
    <w:rsid w:val="00B335EE"/>
    <w:rsid w:val="00B513A6"/>
    <w:rsid w:val="00B669DF"/>
    <w:rsid w:val="00B736B0"/>
    <w:rsid w:val="00B94F16"/>
    <w:rsid w:val="00BA6C1A"/>
    <w:rsid w:val="00BB3A51"/>
    <w:rsid w:val="00BC31E8"/>
    <w:rsid w:val="00BE4147"/>
    <w:rsid w:val="00C15D9A"/>
    <w:rsid w:val="00C22DE9"/>
    <w:rsid w:val="00C41C9D"/>
    <w:rsid w:val="00C5129A"/>
    <w:rsid w:val="00C56662"/>
    <w:rsid w:val="00C57A79"/>
    <w:rsid w:val="00C57BF7"/>
    <w:rsid w:val="00C72C3C"/>
    <w:rsid w:val="00C77D36"/>
    <w:rsid w:val="00C77D73"/>
    <w:rsid w:val="00CB1817"/>
    <w:rsid w:val="00CB641B"/>
    <w:rsid w:val="00CF4234"/>
    <w:rsid w:val="00D00A69"/>
    <w:rsid w:val="00D14840"/>
    <w:rsid w:val="00D340CE"/>
    <w:rsid w:val="00D363DB"/>
    <w:rsid w:val="00D427E4"/>
    <w:rsid w:val="00D47C81"/>
    <w:rsid w:val="00D50C69"/>
    <w:rsid w:val="00DB054F"/>
    <w:rsid w:val="00DC2509"/>
    <w:rsid w:val="00DC566E"/>
    <w:rsid w:val="00DD42E7"/>
    <w:rsid w:val="00DD5A19"/>
    <w:rsid w:val="00DD74B5"/>
    <w:rsid w:val="00DE1AFD"/>
    <w:rsid w:val="00E01FC6"/>
    <w:rsid w:val="00E03109"/>
    <w:rsid w:val="00E11C66"/>
    <w:rsid w:val="00E121D4"/>
    <w:rsid w:val="00E15C23"/>
    <w:rsid w:val="00E3242C"/>
    <w:rsid w:val="00E33DD7"/>
    <w:rsid w:val="00E352B6"/>
    <w:rsid w:val="00E373F7"/>
    <w:rsid w:val="00E431F5"/>
    <w:rsid w:val="00E5033E"/>
    <w:rsid w:val="00E6109C"/>
    <w:rsid w:val="00E84346"/>
    <w:rsid w:val="00E95E0D"/>
    <w:rsid w:val="00EA20E4"/>
    <w:rsid w:val="00EB51E4"/>
    <w:rsid w:val="00EC4590"/>
    <w:rsid w:val="00EE0489"/>
    <w:rsid w:val="00EE1530"/>
    <w:rsid w:val="00EE498A"/>
    <w:rsid w:val="00EE4C12"/>
    <w:rsid w:val="00F14907"/>
    <w:rsid w:val="00F14AE9"/>
    <w:rsid w:val="00F26CBF"/>
    <w:rsid w:val="00F30A96"/>
    <w:rsid w:val="00F35294"/>
    <w:rsid w:val="00F41B9B"/>
    <w:rsid w:val="00F576DD"/>
    <w:rsid w:val="00F62FAE"/>
    <w:rsid w:val="00F71AA7"/>
    <w:rsid w:val="00F765EA"/>
    <w:rsid w:val="00F95B0E"/>
    <w:rsid w:val="00FA3A30"/>
    <w:rsid w:val="00FB44A2"/>
    <w:rsid w:val="00FB7683"/>
    <w:rsid w:val="00FC02A0"/>
    <w:rsid w:val="00FC0FCF"/>
    <w:rsid w:val="00FD5CD3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B5ECF53-FC4A-4F82-8F96-577E770A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nstantia" w:eastAsia="Calibri" w:hAnsi="Constant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928"/>
    <w:pPr>
      <w:spacing w:after="200" w:line="276" w:lineRule="auto"/>
    </w:pPr>
    <w:rPr>
      <w:rFonts w:cs="Constant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E1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1AFD"/>
  </w:style>
  <w:style w:type="paragraph" w:styleId="Footer">
    <w:name w:val="footer"/>
    <w:basedOn w:val="Normal"/>
    <w:link w:val="FooterChar"/>
    <w:uiPriority w:val="99"/>
    <w:rsid w:val="00DE1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E1AFD"/>
  </w:style>
  <w:style w:type="character" w:customStyle="1" w:styleId="CompanyNameChar">
    <w:name w:val="Company_Name Char"/>
    <w:basedOn w:val="DefaultParagraphFont"/>
    <w:link w:val="CompanyName"/>
    <w:uiPriority w:val="99"/>
    <w:locked/>
    <w:rsid w:val="00DE1AFD"/>
    <w:rPr>
      <w:rFonts w:ascii="Cambria" w:hAnsi="Cambria" w:cs="Cambria"/>
      <w:color w:val="000000"/>
      <w:kern w:val="28"/>
      <w:sz w:val="24"/>
      <w:szCs w:val="24"/>
      <w:lang w:val="en-US" w:eastAsia="en-US"/>
    </w:rPr>
  </w:style>
  <w:style w:type="paragraph" w:customStyle="1" w:styleId="CompanyName">
    <w:name w:val="Company_Name"/>
    <w:link w:val="CompanyNameChar"/>
    <w:uiPriority w:val="99"/>
    <w:rsid w:val="00DE1AFD"/>
    <w:rPr>
      <w:rFonts w:ascii="Cambria" w:eastAsia="Times New Roman" w:hAnsi="Cambria" w:cs="Cambria"/>
      <w:color w:val="000000"/>
      <w:kern w:val="2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E1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1AFD"/>
    <w:rPr>
      <w:rFonts w:ascii="Tahoma" w:hAnsi="Tahoma" w:cs="Tahoma"/>
      <w:sz w:val="16"/>
      <w:szCs w:val="16"/>
    </w:rPr>
  </w:style>
  <w:style w:type="character" w:customStyle="1" w:styleId="EmailChar">
    <w:name w:val="Email Char"/>
    <w:basedOn w:val="DefaultParagraphFont"/>
    <w:link w:val="Email"/>
    <w:locked/>
    <w:rsid w:val="00DE1AFD"/>
    <w:rPr>
      <w:rFonts w:ascii="Calibri" w:hAnsi="Calibri" w:cs="Calibri"/>
      <w:color w:val="000000"/>
      <w:kern w:val="28"/>
      <w:sz w:val="14"/>
      <w:szCs w:val="14"/>
      <w:lang w:val="en-US" w:eastAsia="en-US"/>
    </w:rPr>
  </w:style>
  <w:style w:type="paragraph" w:customStyle="1" w:styleId="Email">
    <w:name w:val="Email"/>
    <w:link w:val="EmailChar"/>
    <w:qFormat/>
    <w:rsid w:val="00DE1AFD"/>
    <w:rPr>
      <w:rFonts w:ascii="Calibri" w:eastAsia="Times New Roman" w:hAnsi="Calibri" w:cs="Calibri"/>
      <w:color w:val="000000"/>
      <w:kern w:val="28"/>
      <w:sz w:val="14"/>
      <w:szCs w:val="14"/>
    </w:rPr>
  </w:style>
  <w:style w:type="character" w:customStyle="1" w:styleId="AddressChar">
    <w:name w:val="Address Char"/>
    <w:basedOn w:val="DefaultParagraphFont"/>
    <w:link w:val="Address"/>
    <w:locked/>
    <w:rsid w:val="004B6FC8"/>
    <w:rPr>
      <w:rFonts w:ascii="Calibri" w:hAnsi="Calibri" w:cs="Calibri"/>
      <w:color w:val="0D0D0D"/>
      <w:kern w:val="28"/>
      <w:sz w:val="24"/>
      <w:szCs w:val="24"/>
      <w:lang w:val="en-US" w:eastAsia="en-US"/>
    </w:rPr>
  </w:style>
  <w:style w:type="paragraph" w:customStyle="1" w:styleId="Address">
    <w:name w:val="Address"/>
    <w:link w:val="AddressChar"/>
    <w:qFormat/>
    <w:rsid w:val="004B6FC8"/>
    <w:pPr>
      <w:jc w:val="center"/>
    </w:pPr>
    <w:rPr>
      <w:rFonts w:ascii="Calibri" w:hAnsi="Calibri" w:cs="Calibri"/>
      <w:color w:val="0D0D0D"/>
      <w:kern w:val="28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E11C66"/>
  </w:style>
  <w:style w:type="table" w:styleId="TableGrid">
    <w:name w:val="Table Grid"/>
    <w:basedOn w:val="TableNormal"/>
    <w:qFormat/>
    <w:rsid w:val="00CF4234"/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xBodyText">
    <w:name w:val="Fax Body Text"/>
    <w:basedOn w:val="Normal"/>
    <w:qFormat/>
    <w:rsid w:val="00CF4234"/>
    <w:pPr>
      <w:framePr w:hSpace="187" w:wrap="auto" w:hAnchor="text" w:yAlign="bottom"/>
      <w:spacing w:after="0" w:line="240" w:lineRule="auto"/>
    </w:pPr>
    <w:rPr>
      <w:rFonts w:ascii="Calibri" w:eastAsia="Times New Roman" w:hAnsi="Calibri" w:cs="Calibri"/>
      <w:color w:val="000000"/>
      <w:sz w:val="22"/>
      <w:szCs w:val="22"/>
    </w:rPr>
  </w:style>
  <w:style w:type="paragraph" w:styleId="NoSpacing">
    <w:name w:val="No Spacing"/>
    <w:uiPriority w:val="1"/>
    <w:qFormat/>
    <w:rsid w:val="0077094A"/>
    <w:rPr>
      <w:rFonts w:cs="Constantia"/>
      <w:sz w:val="24"/>
      <w:szCs w:val="24"/>
    </w:rPr>
  </w:style>
  <w:style w:type="character" w:styleId="Strong">
    <w:name w:val="Strong"/>
    <w:basedOn w:val="DefaultParagraphFont"/>
    <w:uiPriority w:val="99"/>
    <w:qFormat/>
    <w:rsid w:val="00FA3A30"/>
    <w:rPr>
      <w:b/>
      <w:bCs/>
    </w:rPr>
  </w:style>
  <w:style w:type="character" w:styleId="Hyperlink">
    <w:name w:val="Hyperlink"/>
    <w:basedOn w:val="DefaultParagraphFont"/>
    <w:uiPriority w:val="99"/>
    <w:rsid w:val="003E26E5"/>
    <w:rPr>
      <w:color w:val="0000FF"/>
      <w:u w:val="single"/>
    </w:rPr>
  </w:style>
  <w:style w:type="paragraph" w:styleId="EnvelopeAddress">
    <w:name w:val="envelope address"/>
    <w:basedOn w:val="Normal"/>
    <w:uiPriority w:val="99"/>
    <w:unhideWhenUsed/>
    <w:rsid w:val="008B678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unhideWhenUsed/>
    <w:rsid w:val="008B678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2BF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A12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9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rique\Dropbox\Law%20Office\Blue%20Zip\Appearance\Appearance-LL-Karapalid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B9B6F1-3D96-4CF1-BD7E-A9A8C31C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Appearance-LL-Karapalides</Template>
  <TotalTime>122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enrique latoison</dc:creator>
  <cp:lastModifiedBy>enrique latoison</cp:lastModifiedBy>
  <cp:revision>1</cp:revision>
  <cp:lastPrinted>2012-12-23T22:21:00Z</cp:lastPrinted>
  <dcterms:created xsi:type="dcterms:W3CDTF">2016-09-17T21:22:00Z</dcterms:created>
  <dcterms:modified xsi:type="dcterms:W3CDTF">2016-09-17T23:24:00Z</dcterms:modified>
</cp:coreProperties>
</file>