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365"/>
        <w:gridCol w:w="900"/>
        <w:gridCol w:w="3200"/>
      </w:tblGrid>
      <w:tr w:rsidR="00104AE3" w:rsidRPr="00812214" w14:paraId="7C6C58C4" w14:textId="77777777" w:rsidTr="00FF2476">
        <w:trPr>
          <w:cantSplit/>
          <w:trHeight w:val="227"/>
        </w:trPr>
        <w:tc>
          <w:tcPr>
            <w:tcW w:w="4395" w:type="dxa"/>
          </w:tcPr>
          <w:p w14:paraId="72EB3A6E" w14:textId="77777777" w:rsidR="00104AE3" w:rsidRPr="00DD33E5" w:rsidRDefault="00812214" w:rsidP="001F1CB5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b/>
                <w:spacing w:val="10"/>
                <w:sz w:val="12"/>
                <w:szCs w:val="12"/>
                <w:lang w:eastAsia="de-DE"/>
              </w:rPr>
            </w:pPr>
            <w:r w:rsidRPr="00DD33E5">
              <w:rPr>
                <w:rFonts w:ascii="Arial" w:eastAsia="Times New Roman" w:hAnsi="Arial" w:cs="Arial"/>
                <w:b/>
                <w:spacing w:val="10"/>
                <w:sz w:val="12"/>
                <w:szCs w:val="12"/>
                <w:lang w:eastAsia="de-DE"/>
              </w:rPr>
              <w:t xml:space="preserve">B-Immo GmbH </w:t>
            </w:r>
            <w:r w:rsidRPr="00DD33E5">
              <w:rPr>
                <w:rFonts w:ascii="Cambria Math" w:eastAsia="Times New Roman" w:hAnsi="Cambria Math" w:cs="Cambria Math"/>
                <w:b/>
                <w:spacing w:val="10"/>
                <w:sz w:val="12"/>
                <w:szCs w:val="12"/>
                <w:lang w:eastAsia="de-DE"/>
              </w:rPr>
              <w:t>⋅</w:t>
            </w:r>
            <w:r w:rsidRPr="00DD33E5">
              <w:rPr>
                <w:rFonts w:ascii="Arial" w:eastAsia="Times New Roman" w:hAnsi="Arial" w:cs="Arial"/>
                <w:b/>
                <w:spacing w:val="10"/>
                <w:sz w:val="12"/>
                <w:szCs w:val="12"/>
                <w:lang w:eastAsia="de-DE"/>
              </w:rPr>
              <w:t xml:space="preserve"> Burgstraße 1a </w:t>
            </w:r>
            <w:r w:rsidRPr="00DD33E5">
              <w:rPr>
                <w:rFonts w:ascii="Cambria Math" w:eastAsia="Times New Roman" w:hAnsi="Cambria Math" w:cs="Cambria Math"/>
                <w:b/>
                <w:spacing w:val="10"/>
                <w:sz w:val="12"/>
                <w:szCs w:val="12"/>
                <w:lang w:eastAsia="de-DE"/>
              </w:rPr>
              <w:t>⋅</w:t>
            </w:r>
            <w:r w:rsidRPr="00DD33E5">
              <w:rPr>
                <w:rFonts w:ascii="Arial" w:eastAsia="Times New Roman" w:hAnsi="Arial" w:cs="Arial"/>
                <w:b/>
                <w:spacing w:val="10"/>
                <w:sz w:val="12"/>
                <w:szCs w:val="12"/>
                <w:lang w:eastAsia="de-DE"/>
              </w:rPr>
              <w:t xml:space="preserve"> 92355 Velburg</w:t>
            </w:r>
          </w:p>
        </w:tc>
        <w:tc>
          <w:tcPr>
            <w:tcW w:w="5465" w:type="dxa"/>
            <w:gridSpan w:val="3"/>
          </w:tcPr>
          <w:p w14:paraId="452D7849" w14:textId="77777777" w:rsidR="00104AE3" w:rsidRPr="00DD33E5" w:rsidRDefault="00104AE3" w:rsidP="00DD33E5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b/>
                <w:spacing w:val="10"/>
                <w:sz w:val="12"/>
                <w:szCs w:val="12"/>
                <w:lang w:eastAsia="de-DE"/>
              </w:rPr>
            </w:pPr>
          </w:p>
        </w:tc>
      </w:tr>
      <w:tr w:rsidR="00104AE3" w:rsidRPr="00CF58B8" w14:paraId="23DB8E30" w14:textId="77777777" w:rsidTr="00734B5A">
        <w:trPr>
          <w:cantSplit/>
          <w:trHeight w:val="282"/>
        </w:trPr>
        <w:tc>
          <w:tcPr>
            <w:tcW w:w="4395" w:type="dxa"/>
            <w:vMerge w:val="restart"/>
          </w:tcPr>
          <w:p w14:paraId="639645A5" w14:textId="77777777" w:rsidR="00765E0B" w:rsidRPr="00EF1FA5" w:rsidRDefault="00765E0B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16FAC11B" w14:textId="77777777" w:rsidR="00765E0B" w:rsidRDefault="00765E0B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2CCEED72" w14:textId="77777777" w:rsidR="00DB5862" w:rsidRPr="00EF1FA5" w:rsidRDefault="00DB5862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1977F094" w14:textId="1271E748" w:rsidR="00711C52" w:rsidRDefault="00B8021D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Max Mustermusterfirma Ltd.</w:t>
            </w:r>
          </w:p>
          <w:p w14:paraId="29552027" w14:textId="4D514264" w:rsidR="00DB5862" w:rsidRPr="00EF1FA5" w:rsidRDefault="00DB5862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Herrn</w:t>
            </w:r>
            <w:r w:rsidR="00B8021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Max Mustermann</w:t>
            </w:r>
          </w:p>
          <w:p w14:paraId="41BF4F76" w14:textId="2027683A" w:rsidR="00515522" w:rsidRPr="00EF1FA5" w:rsidRDefault="004756CB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F1FA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Mu</w:t>
            </w:r>
            <w:r w:rsidR="00B8021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sterstraße</w:t>
            </w:r>
            <w:r w:rsidRPr="00EF1FA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straße</w:t>
            </w:r>
            <w:proofErr w:type="spellEnd"/>
            <w:r w:rsidRPr="00EF1FA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34565F" w:rsidRPr="00EF1FA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63</w:t>
            </w:r>
          </w:p>
          <w:p w14:paraId="63582CCB" w14:textId="208B63DC" w:rsidR="0034565F" w:rsidRDefault="00B8021D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12345</w:t>
            </w:r>
            <w:r w:rsidR="0034565F" w:rsidRPr="00EF1FA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Musterort</w:t>
            </w:r>
          </w:p>
          <w:p w14:paraId="48BB5A29" w14:textId="77777777" w:rsidR="00EF1FA5" w:rsidRPr="00EF1FA5" w:rsidRDefault="00EF1FA5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567EBEBE" w14:textId="77777777" w:rsidR="00EF1FA5" w:rsidRPr="00EF1FA5" w:rsidRDefault="00EF1FA5" w:rsidP="00157F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365" w:type="dxa"/>
            <w:vMerge w:val="restart"/>
          </w:tcPr>
          <w:p w14:paraId="576875C9" w14:textId="77777777" w:rsidR="00104AE3" w:rsidRPr="00EF1FA5" w:rsidRDefault="00104AE3" w:rsidP="004E5BF6">
            <w:pPr>
              <w:spacing w:before="480" w:after="84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</w:pPr>
          </w:p>
        </w:tc>
        <w:tc>
          <w:tcPr>
            <w:tcW w:w="900" w:type="dxa"/>
            <w:vAlign w:val="center"/>
          </w:tcPr>
          <w:p w14:paraId="5D7B7609" w14:textId="77777777" w:rsidR="00104AE3" w:rsidRPr="00EF1FA5" w:rsidRDefault="00A2740E" w:rsidP="00812214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Ersteller</w:t>
            </w:r>
            <w:r w:rsidR="00A06385"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:</w:t>
            </w:r>
          </w:p>
        </w:tc>
        <w:tc>
          <w:tcPr>
            <w:tcW w:w="3200" w:type="dxa"/>
            <w:vAlign w:val="center"/>
          </w:tcPr>
          <w:p w14:paraId="646C2530" w14:textId="592E836A" w:rsidR="00104AE3" w:rsidRPr="00EF1FA5" w:rsidRDefault="00B8021D" w:rsidP="00812214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Max Mustermann</w:t>
            </w:r>
          </w:p>
        </w:tc>
      </w:tr>
      <w:tr w:rsidR="00104AE3" w:rsidRPr="00CF58B8" w14:paraId="558C9D60" w14:textId="77777777" w:rsidTr="00734B5A">
        <w:trPr>
          <w:cantSplit/>
          <w:trHeight w:val="280"/>
        </w:trPr>
        <w:tc>
          <w:tcPr>
            <w:tcW w:w="4395" w:type="dxa"/>
            <w:vMerge/>
          </w:tcPr>
          <w:p w14:paraId="38EA828F" w14:textId="77777777" w:rsidR="00104AE3" w:rsidRPr="00EF1FA5" w:rsidRDefault="00104AE3" w:rsidP="004E5B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365" w:type="dxa"/>
            <w:vMerge/>
          </w:tcPr>
          <w:p w14:paraId="179F677E" w14:textId="77777777" w:rsidR="00104AE3" w:rsidRPr="00EF1FA5" w:rsidRDefault="00104AE3" w:rsidP="004E5BF6">
            <w:pPr>
              <w:spacing w:before="480" w:after="84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</w:pPr>
          </w:p>
        </w:tc>
        <w:tc>
          <w:tcPr>
            <w:tcW w:w="900" w:type="dxa"/>
            <w:vAlign w:val="center"/>
          </w:tcPr>
          <w:p w14:paraId="59520172" w14:textId="77777777" w:rsidR="00104AE3" w:rsidRPr="00734B5A" w:rsidRDefault="00A2740E" w:rsidP="00812214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Telefon</w:t>
            </w:r>
            <w:r w:rsidR="00A06385"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:</w:t>
            </w:r>
          </w:p>
        </w:tc>
        <w:tc>
          <w:tcPr>
            <w:tcW w:w="3200" w:type="dxa"/>
            <w:vAlign w:val="center"/>
          </w:tcPr>
          <w:p w14:paraId="3A0E66DA" w14:textId="6C73EF85" w:rsidR="00104AE3" w:rsidRPr="00EF1FA5" w:rsidRDefault="00E148D9" w:rsidP="00812214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+</w:t>
            </w:r>
            <w:r w:rsidR="00A06385"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49 </w:t>
            </w:r>
            <w:r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9182</w:t>
            </w:r>
            <w:r w:rsidR="00A06385"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 </w:t>
            </w:r>
            <w:r w:rsidR="00B8021D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12345</w:t>
            </w:r>
          </w:p>
        </w:tc>
      </w:tr>
      <w:tr w:rsidR="00104AE3" w:rsidRPr="00CF58B8" w14:paraId="0CB8C16E" w14:textId="77777777" w:rsidTr="00734B5A">
        <w:trPr>
          <w:cantSplit/>
          <w:trHeight w:val="290"/>
        </w:trPr>
        <w:tc>
          <w:tcPr>
            <w:tcW w:w="4395" w:type="dxa"/>
            <w:vMerge/>
          </w:tcPr>
          <w:p w14:paraId="0E7E4019" w14:textId="77777777" w:rsidR="00104AE3" w:rsidRPr="00EF1FA5" w:rsidRDefault="00104AE3" w:rsidP="004E5B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365" w:type="dxa"/>
            <w:vMerge/>
          </w:tcPr>
          <w:p w14:paraId="1C6DB8DB" w14:textId="77777777" w:rsidR="00104AE3" w:rsidRPr="00EF1FA5" w:rsidRDefault="00104AE3" w:rsidP="004E5BF6">
            <w:pPr>
              <w:spacing w:before="480" w:after="84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</w:pPr>
          </w:p>
        </w:tc>
        <w:tc>
          <w:tcPr>
            <w:tcW w:w="900" w:type="dxa"/>
            <w:vAlign w:val="center"/>
          </w:tcPr>
          <w:p w14:paraId="38595EC2" w14:textId="77777777" w:rsidR="00104AE3" w:rsidRPr="00EF1FA5" w:rsidRDefault="00A2740E" w:rsidP="00812214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</w:pPr>
            <w:proofErr w:type="gramStart"/>
            <w:r w:rsidRPr="00EF1FA5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>E-Mail</w:t>
            </w:r>
            <w:r w:rsidR="00A06385" w:rsidRPr="00EF1FA5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>:</w:t>
            </w:r>
            <w:proofErr w:type="gramEnd"/>
          </w:p>
        </w:tc>
        <w:tc>
          <w:tcPr>
            <w:tcW w:w="3200" w:type="dxa"/>
            <w:vAlign w:val="center"/>
          </w:tcPr>
          <w:p w14:paraId="579510F7" w14:textId="79A337B6" w:rsidR="00104AE3" w:rsidRPr="00EF1FA5" w:rsidRDefault="00B8021D" w:rsidP="00812214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</w:pPr>
            <w:hyperlink r:id="rId11" w:history="1">
              <w:r w:rsidRPr="000F3705">
                <w:rPr>
                  <w:rStyle w:val="Hyperlink"/>
                  <w:rFonts w:ascii="Arial" w:eastAsia="Times New Roman" w:hAnsi="Arial" w:cs="Arial"/>
                  <w:sz w:val="16"/>
                  <w:szCs w:val="16"/>
                  <w:lang w:val="fr-FR" w:eastAsia="de-DE"/>
                </w:rPr>
                <w:t>max@mustermann.de</w:t>
              </w:r>
            </w:hyperlink>
            <w:r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 </w:t>
            </w:r>
          </w:p>
        </w:tc>
      </w:tr>
      <w:tr w:rsidR="00FF2476" w:rsidRPr="00CF58B8" w14:paraId="40E31F60" w14:textId="77777777" w:rsidTr="00734B5A">
        <w:trPr>
          <w:cantSplit/>
          <w:trHeight w:val="290"/>
        </w:trPr>
        <w:tc>
          <w:tcPr>
            <w:tcW w:w="4395" w:type="dxa"/>
            <w:vMerge/>
          </w:tcPr>
          <w:p w14:paraId="26E14971" w14:textId="77777777" w:rsidR="00FF2476" w:rsidRPr="00EF1FA5" w:rsidRDefault="00FF2476" w:rsidP="00FF2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1365" w:type="dxa"/>
            <w:vMerge/>
          </w:tcPr>
          <w:p w14:paraId="2BCB3B89" w14:textId="77777777" w:rsidR="00FF2476" w:rsidRPr="00EF1FA5" w:rsidRDefault="00FF2476" w:rsidP="00FF2476">
            <w:pPr>
              <w:spacing w:before="480" w:after="84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</w:pPr>
          </w:p>
        </w:tc>
        <w:tc>
          <w:tcPr>
            <w:tcW w:w="900" w:type="dxa"/>
            <w:vAlign w:val="bottom"/>
          </w:tcPr>
          <w:p w14:paraId="2EB7B530" w14:textId="77777777" w:rsidR="00FF2476" w:rsidRPr="00EF1FA5" w:rsidRDefault="00FF2476" w:rsidP="00FF2476">
            <w:pPr>
              <w:tabs>
                <w:tab w:val="left" w:pos="1701"/>
              </w:tabs>
              <w:spacing w:after="0" w:line="240" w:lineRule="auto"/>
              <w:ind w:right="-70"/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</w:pPr>
            <w:bookmarkStart w:id="0" w:name="BVNr"/>
            <w:r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Datum</w:t>
            </w:r>
            <w:bookmarkEnd w:id="0"/>
            <w:r w:rsidR="00734B5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:</w:t>
            </w:r>
          </w:p>
        </w:tc>
        <w:tc>
          <w:tcPr>
            <w:tcW w:w="3200" w:type="dxa"/>
            <w:vAlign w:val="bottom"/>
          </w:tcPr>
          <w:p w14:paraId="58AEB1AD" w14:textId="77777777" w:rsidR="00FF2476" w:rsidRPr="00EF1FA5" w:rsidRDefault="00FF2476" w:rsidP="00FF2476">
            <w:pPr>
              <w:tabs>
                <w:tab w:val="left" w:pos="170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EF1F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23.08.2022</w:t>
            </w:r>
          </w:p>
        </w:tc>
      </w:tr>
    </w:tbl>
    <w:p w14:paraId="6437846F" w14:textId="77777777" w:rsidR="00B237A7" w:rsidRPr="00E269FE" w:rsidRDefault="00B237A7" w:rsidP="00EF1FA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E07901" w14:textId="77777777" w:rsidR="00587B84" w:rsidRDefault="00587B84" w:rsidP="00EF1FA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8EFDAA" w14:textId="77777777" w:rsidR="000457AF" w:rsidRPr="00E269FE" w:rsidRDefault="000457AF" w:rsidP="00EF1FA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A66EF3" w14:textId="77777777" w:rsidR="008A4966" w:rsidRPr="00E269FE" w:rsidRDefault="00FF2476" w:rsidP="00EF1FA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269FE">
        <w:rPr>
          <w:rFonts w:ascii="Arial" w:hAnsi="Arial" w:cs="Arial"/>
          <w:b/>
          <w:bCs/>
          <w:sz w:val="20"/>
          <w:szCs w:val="20"/>
        </w:rPr>
        <w:t>Betreff</w:t>
      </w:r>
    </w:p>
    <w:p w14:paraId="61FB346C" w14:textId="77777777" w:rsidR="00FF33CA" w:rsidRPr="00E269FE" w:rsidRDefault="00FF33CA" w:rsidP="00EF1FA5">
      <w:pPr>
        <w:pStyle w:val="KeinLeerraum"/>
        <w:rPr>
          <w:rFonts w:ascii="Arial" w:hAnsi="Arial" w:cs="Arial"/>
          <w:sz w:val="20"/>
          <w:szCs w:val="20"/>
        </w:rPr>
      </w:pPr>
    </w:p>
    <w:p w14:paraId="7D16EC65" w14:textId="77777777" w:rsidR="00FF33CA" w:rsidRPr="00E269FE" w:rsidRDefault="00FF33CA" w:rsidP="00EF1FA5">
      <w:pPr>
        <w:pStyle w:val="KeinLeerraum"/>
        <w:rPr>
          <w:rFonts w:ascii="Arial" w:hAnsi="Arial" w:cs="Arial"/>
          <w:sz w:val="20"/>
          <w:szCs w:val="20"/>
        </w:rPr>
      </w:pPr>
    </w:p>
    <w:p w14:paraId="7377E4BC" w14:textId="77777777" w:rsidR="00FF33CA" w:rsidRPr="00E269FE" w:rsidRDefault="00FF33CA" w:rsidP="00EF1FA5">
      <w:pPr>
        <w:pStyle w:val="KeinLeerraum"/>
        <w:rPr>
          <w:rFonts w:ascii="Arial" w:hAnsi="Arial" w:cs="Arial"/>
          <w:sz w:val="20"/>
          <w:szCs w:val="20"/>
        </w:rPr>
      </w:pPr>
      <w:r w:rsidRPr="00E269FE">
        <w:rPr>
          <w:rFonts w:ascii="Arial" w:hAnsi="Arial" w:cs="Arial"/>
          <w:sz w:val="20"/>
          <w:szCs w:val="20"/>
        </w:rPr>
        <w:t xml:space="preserve">Sehr geehrte Damen und Herren, </w:t>
      </w:r>
    </w:p>
    <w:p w14:paraId="598EFED9" w14:textId="77777777" w:rsidR="00FF33CA" w:rsidRPr="00E269FE" w:rsidRDefault="00FF33CA" w:rsidP="00EF1FA5">
      <w:pPr>
        <w:pStyle w:val="KeinLeerraum"/>
        <w:rPr>
          <w:rFonts w:ascii="Arial" w:hAnsi="Arial" w:cs="Arial"/>
          <w:sz w:val="20"/>
          <w:szCs w:val="20"/>
        </w:rPr>
      </w:pPr>
    </w:p>
    <w:p w14:paraId="5DD3C317" w14:textId="411323F6" w:rsidR="001C19D6" w:rsidRPr="00E269FE" w:rsidRDefault="00B8021D" w:rsidP="00EF1FA5">
      <w:pPr>
        <w:pStyle w:val="KeinLeerrau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lorum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ipsum</w:t>
      </w:r>
      <w:proofErr w:type="spellEnd"/>
      <w:r>
        <w:rPr>
          <w:rFonts w:ascii="Arial" w:hAnsi="Arial" w:cs="Arial"/>
          <w:sz w:val="20"/>
          <w:szCs w:val="20"/>
        </w:rPr>
        <w:t>…</w:t>
      </w:r>
    </w:p>
    <w:p w14:paraId="1FF037A7" w14:textId="77777777" w:rsidR="001C19D6" w:rsidRPr="00E269FE" w:rsidRDefault="001C19D6" w:rsidP="00EF1FA5">
      <w:pPr>
        <w:pStyle w:val="KeinLeerraum"/>
        <w:rPr>
          <w:rFonts w:ascii="Arial" w:hAnsi="Arial" w:cs="Arial"/>
          <w:sz w:val="20"/>
          <w:szCs w:val="20"/>
        </w:rPr>
      </w:pPr>
    </w:p>
    <w:p w14:paraId="30D8B3B3" w14:textId="77777777" w:rsidR="00B8021D" w:rsidRDefault="00B8021D" w:rsidP="00EF1F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D93C387" w14:textId="16575EB3" w:rsidR="006B4BA5" w:rsidRPr="00E269FE" w:rsidRDefault="006B4BA5" w:rsidP="00EF1F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E269FE">
        <w:rPr>
          <w:rFonts w:ascii="Arial" w:hAnsi="Arial" w:cs="Arial"/>
          <w:sz w:val="20"/>
          <w:szCs w:val="20"/>
        </w:rPr>
        <w:t>Mit freundlichen Grüßen</w:t>
      </w:r>
    </w:p>
    <w:p w14:paraId="08C10549" w14:textId="77777777" w:rsidR="006B4BA5" w:rsidRPr="00E269FE" w:rsidRDefault="006B4BA5" w:rsidP="00EF1F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FF482EE" w14:textId="77777777" w:rsidR="006B4BA5" w:rsidRPr="00E269FE" w:rsidRDefault="006B4BA5" w:rsidP="00EF1F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24FD442" w14:textId="77777777" w:rsidR="006B4BA5" w:rsidRPr="00E269FE" w:rsidRDefault="006B4BA5" w:rsidP="00EF1F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B8E9BC1" w14:textId="7F6117A8" w:rsidR="00D44C88" w:rsidRDefault="006B4BA5" w:rsidP="006B4B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E269FE">
        <w:rPr>
          <w:rFonts w:ascii="Arial" w:hAnsi="Arial" w:cs="Arial"/>
          <w:sz w:val="20"/>
          <w:szCs w:val="20"/>
        </w:rPr>
        <w:t>i. A.</w:t>
      </w:r>
      <w:r w:rsidR="004B4D9C">
        <w:rPr>
          <w:rFonts w:ascii="Arial" w:hAnsi="Arial" w:cs="Arial"/>
          <w:sz w:val="20"/>
          <w:szCs w:val="20"/>
        </w:rPr>
        <w:t xml:space="preserve"> </w:t>
      </w:r>
      <w:r w:rsidR="00B8021D">
        <w:rPr>
          <w:rFonts w:ascii="Arial" w:hAnsi="Arial" w:cs="Arial"/>
          <w:sz w:val="20"/>
          <w:szCs w:val="20"/>
        </w:rPr>
        <w:t>Maxime Musterfrau</w:t>
      </w:r>
    </w:p>
    <w:p w14:paraId="48FA024C" w14:textId="77777777" w:rsidR="00C55E88" w:rsidRPr="00E269FE" w:rsidRDefault="00C55E88" w:rsidP="006B4B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Immobilienkauffrau</w:t>
      </w:r>
    </w:p>
    <w:p w14:paraId="3A36E684" w14:textId="77777777" w:rsidR="006B4BA5" w:rsidRPr="00E269FE" w:rsidRDefault="006B4BA5" w:rsidP="006B4B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73625AD" w14:textId="77777777" w:rsidR="006B4BA5" w:rsidRPr="00273A84" w:rsidRDefault="006B4BA5" w:rsidP="006B4BA5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273A84">
        <w:rPr>
          <w:rFonts w:ascii="Arial" w:hAnsi="Arial" w:cs="Arial"/>
          <w:b/>
          <w:bCs/>
          <w:sz w:val="20"/>
          <w:szCs w:val="20"/>
        </w:rPr>
        <w:t>Anlage</w:t>
      </w:r>
    </w:p>
    <w:p w14:paraId="235041E1" w14:textId="77777777" w:rsidR="006B4BA5" w:rsidRPr="00E269FE" w:rsidRDefault="006B4BA5" w:rsidP="006B4BA5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sectPr w:rsidR="006B4BA5" w:rsidRPr="00E269FE" w:rsidSect="00E269FE">
      <w:headerReference w:type="default" r:id="rId12"/>
      <w:footerReference w:type="default" r:id="rId13"/>
      <w:pgSz w:w="11906" w:h="16838"/>
      <w:pgMar w:top="2552" w:right="567" w:bottom="72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6A13F" w14:textId="77777777" w:rsidR="00997CEB" w:rsidRDefault="00997CEB" w:rsidP="00104AE3">
      <w:pPr>
        <w:spacing w:after="0" w:line="240" w:lineRule="auto"/>
      </w:pPr>
      <w:r>
        <w:separator/>
      </w:r>
    </w:p>
  </w:endnote>
  <w:endnote w:type="continuationSeparator" w:id="0">
    <w:p w14:paraId="466FAE89" w14:textId="77777777" w:rsidR="00997CEB" w:rsidRDefault="00997CEB" w:rsidP="0010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5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5"/>
      <w:gridCol w:w="2015"/>
      <w:gridCol w:w="2266"/>
      <w:gridCol w:w="2739"/>
    </w:tblGrid>
    <w:tr w:rsidR="00C5134A" w:rsidRPr="007A7FBA" w14:paraId="391C4A23" w14:textId="77777777" w:rsidTr="005558A4">
      <w:tc>
        <w:tcPr>
          <w:tcW w:w="2515" w:type="dxa"/>
        </w:tcPr>
        <w:p w14:paraId="128DDD8C" w14:textId="5EAAE08D" w:rsidR="00C5134A" w:rsidRPr="00A47EE8" w:rsidRDefault="00B8021D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Musterfirma</w:t>
          </w:r>
          <w:r w:rsidR="00C5134A" w:rsidRPr="00A47EE8">
            <w:rPr>
              <w:rFonts w:ascii="Arial" w:hAnsi="Arial" w:cs="Arial"/>
              <w:sz w:val="14"/>
              <w:szCs w:val="14"/>
            </w:rPr>
            <w:t xml:space="preserve"> GmbH</w:t>
          </w:r>
        </w:p>
        <w:p w14:paraId="6778F130" w14:textId="7DB02896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 w:rsidRPr="00A47EE8">
            <w:rPr>
              <w:rFonts w:ascii="Arial" w:hAnsi="Arial" w:cs="Arial"/>
              <w:sz w:val="14"/>
              <w:szCs w:val="14"/>
            </w:rPr>
            <w:t>G</w:t>
          </w:r>
          <w:r w:rsidR="00B8021D">
            <w:rPr>
              <w:rFonts w:ascii="Arial" w:hAnsi="Arial" w:cs="Arial"/>
              <w:sz w:val="14"/>
              <w:szCs w:val="14"/>
            </w:rPr>
            <w:t>F</w:t>
          </w:r>
          <w:r w:rsidRPr="00A47EE8">
            <w:rPr>
              <w:rFonts w:ascii="Arial" w:hAnsi="Arial" w:cs="Arial"/>
              <w:sz w:val="14"/>
              <w:szCs w:val="14"/>
            </w:rPr>
            <w:t xml:space="preserve">: </w:t>
          </w:r>
          <w:r w:rsidR="00B8021D">
            <w:rPr>
              <w:rFonts w:ascii="Arial" w:hAnsi="Arial" w:cs="Arial"/>
              <w:sz w:val="14"/>
              <w:szCs w:val="14"/>
            </w:rPr>
            <w:t>Max Mustermann</w:t>
          </w:r>
        </w:p>
        <w:p w14:paraId="25C9BA85" w14:textId="282C1447" w:rsidR="00C5134A" w:rsidRPr="00A47EE8" w:rsidRDefault="00B8021D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Musterstraße 1</w:t>
          </w:r>
        </w:p>
        <w:p w14:paraId="4705525D" w14:textId="5199C2C5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 w:rsidRPr="00A47EE8">
            <w:rPr>
              <w:rFonts w:ascii="Arial" w:hAnsi="Arial" w:cs="Arial"/>
              <w:sz w:val="14"/>
              <w:szCs w:val="14"/>
            </w:rPr>
            <w:t>D-</w:t>
          </w:r>
          <w:r w:rsidR="00B8021D">
            <w:rPr>
              <w:rFonts w:ascii="Arial" w:hAnsi="Arial" w:cs="Arial"/>
              <w:sz w:val="14"/>
              <w:szCs w:val="14"/>
            </w:rPr>
            <w:t>12345</w:t>
          </w:r>
          <w:r w:rsidRPr="00A47EE8">
            <w:rPr>
              <w:rFonts w:ascii="Arial" w:hAnsi="Arial" w:cs="Arial"/>
              <w:sz w:val="14"/>
              <w:szCs w:val="14"/>
            </w:rPr>
            <w:t xml:space="preserve"> </w:t>
          </w:r>
          <w:r w:rsidR="00B8021D">
            <w:rPr>
              <w:rFonts w:ascii="Arial" w:hAnsi="Arial" w:cs="Arial"/>
              <w:sz w:val="14"/>
              <w:szCs w:val="14"/>
            </w:rPr>
            <w:t>Musterort</w:t>
          </w:r>
        </w:p>
      </w:tc>
      <w:tc>
        <w:tcPr>
          <w:tcW w:w="2015" w:type="dxa"/>
        </w:tcPr>
        <w:p w14:paraId="32358FA7" w14:textId="1D5DA206" w:rsidR="00C5134A" w:rsidRPr="00B8021D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  <w:lang w:val="en-US"/>
            </w:rPr>
          </w:pPr>
          <w:r w:rsidRPr="00B8021D">
            <w:rPr>
              <w:rFonts w:ascii="Arial" w:hAnsi="Arial" w:cs="Arial"/>
              <w:sz w:val="14"/>
              <w:szCs w:val="14"/>
              <w:lang w:val="en-US"/>
            </w:rPr>
            <w:t xml:space="preserve">Tel.: +49 </w:t>
          </w:r>
          <w:r w:rsidR="00B8021D">
            <w:rPr>
              <w:rFonts w:ascii="Arial" w:hAnsi="Arial" w:cs="Arial"/>
              <w:sz w:val="14"/>
              <w:szCs w:val="14"/>
              <w:lang w:val="en-US"/>
            </w:rPr>
            <w:t>12345 6789-0</w:t>
          </w:r>
        </w:p>
        <w:p w14:paraId="4BD4D9A7" w14:textId="754B9F03" w:rsidR="00C5134A" w:rsidRPr="00B8021D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  <w:lang w:val="en-US"/>
            </w:rPr>
          </w:pPr>
          <w:r w:rsidRPr="00B8021D">
            <w:rPr>
              <w:rFonts w:ascii="Arial" w:hAnsi="Arial" w:cs="Arial"/>
              <w:sz w:val="14"/>
              <w:szCs w:val="14"/>
              <w:lang w:val="en-US"/>
            </w:rPr>
            <w:t xml:space="preserve">Fax: +49 </w:t>
          </w:r>
          <w:r w:rsidR="00B8021D">
            <w:rPr>
              <w:rFonts w:ascii="Arial" w:hAnsi="Arial" w:cs="Arial"/>
              <w:sz w:val="14"/>
              <w:szCs w:val="14"/>
              <w:lang w:val="en-US"/>
            </w:rPr>
            <w:t>12345 6789-9</w:t>
          </w:r>
        </w:p>
        <w:p w14:paraId="3FAEA94B" w14:textId="1A04DD50" w:rsidR="00C5134A" w:rsidRPr="00B8021D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  <w:lang w:val="en-US"/>
            </w:rPr>
          </w:pPr>
          <w:r w:rsidRPr="00B8021D">
            <w:rPr>
              <w:rFonts w:ascii="Arial" w:hAnsi="Arial" w:cs="Arial"/>
              <w:sz w:val="14"/>
              <w:szCs w:val="14"/>
              <w:lang w:val="en-US"/>
            </w:rPr>
            <w:t>Mail: info@</w:t>
          </w:r>
          <w:r w:rsidR="00B8021D">
            <w:rPr>
              <w:rFonts w:ascii="Arial" w:hAnsi="Arial" w:cs="Arial"/>
              <w:sz w:val="14"/>
              <w:szCs w:val="14"/>
              <w:lang w:val="en-US"/>
            </w:rPr>
            <w:t>musterfirma</w:t>
          </w:r>
          <w:r w:rsidRPr="00B8021D">
            <w:rPr>
              <w:rFonts w:ascii="Arial" w:hAnsi="Arial" w:cs="Arial"/>
              <w:sz w:val="14"/>
              <w:szCs w:val="14"/>
              <w:lang w:val="en-US"/>
            </w:rPr>
            <w:t>.de</w:t>
          </w:r>
        </w:p>
      </w:tc>
      <w:tc>
        <w:tcPr>
          <w:tcW w:w="2266" w:type="dxa"/>
        </w:tcPr>
        <w:p w14:paraId="2AA182FB" w14:textId="77777777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 w:rsidRPr="00A47EE8">
            <w:rPr>
              <w:rFonts w:ascii="Arial" w:hAnsi="Arial" w:cs="Arial"/>
              <w:sz w:val="14"/>
              <w:szCs w:val="14"/>
            </w:rPr>
            <w:t>Amtsgericht Nürnberg</w:t>
          </w:r>
        </w:p>
        <w:p w14:paraId="112A9DC5" w14:textId="57E18704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proofErr w:type="spellStart"/>
          <w:r w:rsidRPr="00A47EE8">
            <w:rPr>
              <w:rFonts w:ascii="Arial" w:hAnsi="Arial" w:cs="Arial"/>
              <w:sz w:val="14"/>
              <w:szCs w:val="14"/>
            </w:rPr>
            <w:t>Ust</w:t>
          </w:r>
          <w:proofErr w:type="spellEnd"/>
          <w:r w:rsidRPr="00A47EE8">
            <w:rPr>
              <w:rFonts w:ascii="Arial" w:hAnsi="Arial" w:cs="Arial"/>
              <w:sz w:val="14"/>
              <w:szCs w:val="14"/>
            </w:rPr>
            <w:t>.-</w:t>
          </w:r>
          <w:proofErr w:type="spellStart"/>
          <w:r w:rsidRPr="00A47EE8">
            <w:rPr>
              <w:rFonts w:ascii="Arial" w:hAnsi="Arial" w:cs="Arial"/>
              <w:sz w:val="14"/>
              <w:szCs w:val="14"/>
            </w:rPr>
            <w:t>IDNr</w:t>
          </w:r>
          <w:proofErr w:type="spellEnd"/>
          <w:r w:rsidRPr="00A47EE8">
            <w:rPr>
              <w:rFonts w:ascii="Arial" w:hAnsi="Arial" w:cs="Arial"/>
              <w:sz w:val="14"/>
              <w:szCs w:val="14"/>
            </w:rPr>
            <w:t>.: DE</w:t>
          </w:r>
          <w:r w:rsidR="00B8021D">
            <w:rPr>
              <w:rFonts w:ascii="Arial" w:hAnsi="Arial" w:cs="Arial"/>
              <w:sz w:val="14"/>
              <w:szCs w:val="14"/>
            </w:rPr>
            <w:t>12345678912</w:t>
          </w:r>
          <w:r w:rsidRPr="00A47EE8">
            <w:rPr>
              <w:rFonts w:ascii="Arial" w:hAnsi="Arial" w:cs="Arial"/>
              <w:sz w:val="14"/>
              <w:szCs w:val="14"/>
            </w:rPr>
            <w:t xml:space="preserve"> </w:t>
          </w:r>
        </w:p>
        <w:p w14:paraId="2AF34617" w14:textId="1170F5DF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proofErr w:type="spellStart"/>
          <w:r w:rsidRPr="00A47EE8">
            <w:rPr>
              <w:rFonts w:ascii="Arial" w:hAnsi="Arial" w:cs="Arial"/>
              <w:sz w:val="14"/>
              <w:szCs w:val="14"/>
            </w:rPr>
            <w:t>Handelsreg</w:t>
          </w:r>
          <w:proofErr w:type="spellEnd"/>
          <w:r w:rsidRPr="00A47EE8">
            <w:rPr>
              <w:rFonts w:ascii="Arial" w:hAnsi="Arial" w:cs="Arial"/>
              <w:sz w:val="14"/>
              <w:szCs w:val="14"/>
            </w:rPr>
            <w:t xml:space="preserve">.-Nr.: HRB </w:t>
          </w:r>
          <w:r w:rsidR="00B8021D">
            <w:rPr>
              <w:rFonts w:ascii="Arial" w:hAnsi="Arial" w:cs="Arial"/>
              <w:sz w:val="14"/>
              <w:szCs w:val="14"/>
            </w:rPr>
            <w:t>12345</w:t>
          </w:r>
        </w:p>
      </w:tc>
      <w:tc>
        <w:tcPr>
          <w:tcW w:w="2739" w:type="dxa"/>
        </w:tcPr>
        <w:p w14:paraId="51D4AAAF" w14:textId="77777777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 w:rsidRPr="00A47EE8">
            <w:rPr>
              <w:rFonts w:ascii="Arial" w:hAnsi="Arial" w:cs="Arial"/>
              <w:sz w:val="14"/>
              <w:szCs w:val="14"/>
            </w:rPr>
            <w:t>Bankverbindung:</w:t>
          </w:r>
        </w:p>
        <w:p w14:paraId="66A4DC9B" w14:textId="26DDDE79" w:rsidR="00C5134A" w:rsidRPr="00A47EE8" w:rsidRDefault="00B8021D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Musterbank </w:t>
          </w:r>
          <w:r w:rsidR="00C5134A" w:rsidRPr="00A47EE8">
            <w:rPr>
              <w:rFonts w:ascii="Arial" w:hAnsi="Arial" w:cs="Arial"/>
              <w:sz w:val="14"/>
              <w:szCs w:val="14"/>
            </w:rPr>
            <w:t xml:space="preserve"> </w:t>
          </w:r>
        </w:p>
        <w:p w14:paraId="5DB008C3" w14:textId="4D8B3979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 w:rsidRPr="00A47EE8">
            <w:rPr>
              <w:rFonts w:ascii="Arial" w:hAnsi="Arial" w:cs="Arial"/>
              <w:sz w:val="14"/>
              <w:szCs w:val="14"/>
            </w:rPr>
            <w:t xml:space="preserve">BIC: </w:t>
          </w:r>
          <w:r w:rsidR="00B8021D">
            <w:rPr>
              <w:rFonts w:ascii="Arial" w:hAnsi="Arial" w:cs="Arial"/>
              <w:sz w:val="14"/>
              <w:szCs w:val="14"/>
            </w:rPr>
            <w:t>ASDKFÖKEISKO</w:t>
          </w:r>
          <w:r w:rsidRPr="00A47EE8">
            <w:rPr>
              <w:rFonts w:ascii="Arial" w:hAnsi="Arial" w:cs="Arial"/>
              <w:sz w:val="14"/>
              <w:szCs w:val="14"/>
            </w:rPr>
            <w:t xml:space="preserve"> </w:t>
          </w:r>
        </w:p>
        <w:p w14:paraId="454D149B" w14:textId="573F6AC6" w:rsidR="00C5134A" w:rsidRPr="00A47EE8" w:rsidRDefault="00C5134A" w:rsidP="00C5134A">
          <w:pPr>
            <w:spacing w:after="0" w:line="360" w:lineRule="auto"/>
            <w:rPr>
              <w:rFonts w:ascii="Arial" w:hAnsi="Arial" w:cs="Arial"/>
              <w:sz w:val="14"/>
              <w:szCs w:val="14"/>
            </w:rPr>
          </w:pPr>
          <w:r w:rsidRPr="00A47EE8">
            <w:rPr>
              <w:rFonts w:ascii="Arial" w:hAnsi="Arial" w:cs="Arial"/>
              <w:sz w:val="14"/>
              <w:szCs w:val="14"/>
            </w:rPr>
            <w:t>IBAN: DE</w:t>
          </w:r>
          <w:r w:rsidR="00B8021D">
            <w:rPr>
              <w:rFonts w:ascii="Arial" w:hAnsi="Arial" w:cs="Arial"/>
              <w:sz w:val="14"/>
              <w:szCs w:val="14"/>
            </w:rPr>
            <w:t>12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="00B8021D">
            <w:rPr>
              <w:rFonts w:ascii="Arial" w:hAnsi="Arial" w:cs="Arial"/>
              <w:sz w:val="14"/>
              <w:szCs w:val="14"/>
            </w:rPr>
            <w:t>1234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="00B8021D">
            <w:rPr>
              <w:rFonts w:ascii="Arial" w:hAnsi="Arial" w:cs="Arial"/>
              <w:sz w:val="14"/>
              <w:szCs w:val="14"/>
            </w:rPr>
            <w:t>1234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="00B8021D">
            <w:rPr>
              <w:rFonts w:ascii="Arial" w:hAnsi="Arial" w:cs="Arial"/>
              <w:sz w:val="14"/>
              <w:szCs w:val="14"/>
            </w:rPr>
            <w:t>1234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="00B8021D">
            <w:rPr>
              <w:rFonts w:ascii="Arial" w:hAnsi="Arial" w:cs="Arial"/>
              <w:sz w:val="14"/>
              <w:szCs w:val="14"/>
            </w:rPr>
            <w:t>1234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="00B8021D">
            <w:rPr>
              <w:rFonts w:ascii="Arial" w:hAnsi="Arial" w:cs="Arial"/>
              <w:sz w:val="14"/>
              <w:szCs w:val="14"/>
            </w:rPr>
            <w:t>12</w:t>
          </w:r>
        </w:p>
      </w:tc>
    </w:tr>
  </w:tbl>
  <w:p w14:paraId="0D54F3AA" w14:textId="77777777" w:rsidR="00104AE3" w:rsidRPr="00A17739" w:rsidRDefault="001E15F0" w:rsidP="00683ACF">
    <w:pPr>
      <w:pStyle w:val="Fuzeile"/>
      <w:rPr>
        <w:rFonts w:ascii="Arial" w:hAnsi="Arial" w:cs="Arial"/>
        <w:sz w:val="20"/>
        <w:szCs w:val="20"/>
      </w:rPr>
    </w:pPr>
    <w:r w:rsidRPr="00A17739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620BCE" wp14:editId="126BEB3B">
              <wp:simplePos x="0" y="0"/>
              <wp:positionH relativeFrom="column">
                <wp:posOffset>-895132</wp:posOffset>
              </wp:positionH>
              <wp:positionV relativeFrom="paragraph">
                <wp:posOffset>-4901565</wp:posOffset>
              </wp:positionV>
              <wp:extent cx="226715" cy="0"/>
              <wp:effectExtent l="0" t="0" r="0" b="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67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327EB" id="Gerader Verbinder 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5pt,-385.95pt" to="-52.65pt,-38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" strokecolor="#747070 [1614]" strokeweight=".25pt">
              <v:stroke joinstyle="miter"/>
            </v:line>
          </w:pict>
        </mc:Fallback>
      </mc:AlternateContent>
    </w:r>
    <w:r w:rsidR="00663058" w:rsidRPr="00A17739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12BE09E" wp14:editId="1B54F15B">
              <wp:simplePos x="0" y="0"/>
              <wp:positionH relativeFrom="column">
                <wp:posOffset>-912515</wp:posOffset>
              </wp:positionH>
              <wp:positionV relativeFrom="paragraph">
                <wp:posOffset>-3415343</wp:posOffset>
              </wp:positionV>
              <wp:extent cx="425688" cy="635"/>
              <wp:effectExtent l="0" t="0" r="31750" b="37465"/>
              <wp:wrapNone/>
              <wp:docPr id="8" name="Gerader Verbinde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688" cy="635"/>
                      </a:xfrm>
                      <a:prstGeom prst="line">
                        <a:avLst/>
                      </a:prstGeom>
                      <a:ln w="31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5ABC9" id="Gerader Verbinder 8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85pt,-268.9pt" to="-38.35pt,-268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" strokecolor="#747070 [1614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77B72" w14:textId="77777777" w:rsidR="00997CEB" w:rsidRDefault="00997CEB" w:rsidP="00104AE3">
      <w:pPr>
        <w:spacing w:after="0" w:line="240" w:lineRule="auto"/>
      </w:pPr>
      <w:r>
        <w:separator/>
      </w:r>
    </w:p>
  </w:footnote>
  <w:footnote w:type="continuationSeparator" w:id="0">
    <w:p w14:paraId="5C886E72" w14:textId="77777777" w:rsidR="00997CEB" w:rsidRDefault="00997CEB" w:rsidP="0010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DA2D" w14:textId="77777777" w:rsidR="00104AE3" w:rsidRPr="00A2740E" w:rsidRDefault="00341166" w:rsidP="00A2740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24DED205" wp14:editId="132BE289">
              <wp:simplePos x="0" y="0"/>
              <wp:positionH relativeFrom="column">
                <wp:posOffset>-897473</wp:posOffset>
              </wp:positionH>
              <wp:positionV relativeFrom="paragraph">
                <wp:posOffset>-464185</wp:posOffset>
              </wp:positionV>
              <wp:extent cx="413385" cy="10702290"/>
              <wp:effectExtent l="0" t="0" r="5715" b="381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3385" cy="107022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4BBEF60" w14:textId="77777777" w:rsidR="000C63F3" w:rsidRPr="00227685" w:rsidRDefault="000C63F3" w:rsidP="00B849AA">
                          <w:pPr>
                            <w:ind w:left="-146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ED205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-70.65pt;margin-top:-36.55pt;width:32.55pt;height:842.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" fillcolor="#a5a5a5 [2092]" stroked="f" strokeweight=".5pt">
              <v:textbox>
                <w:txbxContent>
                  <w:p w14:paraId="24BBEF60" w14:textId="77777777" w:rsidR="000C63F3" w:rsidRPr="00227685" w:rsidRDefault="000C63F3" w:rsidP="00B849AA">
                    <w:pPr>
                      <w:ind w:left="-146"/>
                    </w:pPr>
                  </w:p>
                </w:txbxContent>
              </v:textbox>
            </v:shape>
          </w:pict>
        </mc:Fallback>
      </mc:AlternateContent>
    </w:r>
    <w:r w:rsidR="00E269FE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9E57A5" wp14:editId="76951F6B">
          <wp:simplePos x="0" y="0"/>
          <wp:positionH relativeFrom="column">
            <wp:posOffset>3933825</wp:posOffset>
          </wp:positionH>
          <wp:positionV relativeFrom="paragraph">
            <wp:posOffset>55245</wp:posOffset>
          </wp:positionV>
          <wp:extent cx="2286635" cy="569595"/>
          <wp:effectExtent l="0" t="0" r="0" b="1905"/>
          <wp:wrapTight wrapText="bothSides">
            <wp:wrapPolygon edited="0">
              <wp:start x="0" y="0"/>
              <wp:lineTo x="0" y="20950"/>
              <wp:lineTo x="21414" y="20950"/>
              <wp:lineTo x="21414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_Group_Logo_gold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635" cy="569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7340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E33AD7" wp14:editId="15552466">
              <wp:simplePos x="0" y="0"/>
              <wp:positionH relativeFrom="column">
                <wp:posOffset>-896402</wp:posOffset>
              </wp:positionH>
              <wp:positionV relativeFrom="paragraph">
                <wp:posOffset>2997920</wp:posOffset>
              </wp:positionV>
              <wp:extent cx="409911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9911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A2143" id="Gerader Verbinder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6pt,236.05pt" to="-38.3pt,23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" strokecolor="#747070 [1614]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A80"/>
    <w:multiLevelType w:val="hybridMultilevel"/>
    <w:tmpl w:val="1430DC54"/>
    <w:lvl w:ilvl="0" w:tplc="2EBAF14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35984"/>
    <w:multiLevelType w:val="hybridMultilevel"/>
    <w:tmpl w:val="28826892"/>
    <w:lvl w:ilvl="0" w:tplc="FA7858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12BCB"/>
    <w:multiLevelType w:val="hybridMultilevel"/>
    <w:tmpl w:val="066CA948"/>
    <w:lvl w:ilvl="0" w:tplc="549C54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780128">
    <w:abstractNumId w:val="2"/>
  </w:num>
  <w:num w:numId="2" w16cid:durableId="461775491">
    <w:abstractNumId w:val="0"/>
  </w:num>
  <w:num w:numId="3" w16cid:durableId="123312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21D"/>
    <w:rsid w:val="00002B81"/>
    <w:rsid w:val="00012AAB"/>
    <w:rsid w:val="0001397C"/>
    <w:rsid w:val="00014EA5"/>
    <w:rsid w:val="000238EF"/>
    <w:rsid w:val="000304C0"/>
    <w:rsid w:val="000457AF"/>
    <w:rsid w:val="00051302"/>
    <w:rsid w:val="00054029"/>
    <w:rsid w:val="00062892"/>
    <w:rsid w:val="00070EB1"/>
    <w:rsid w:val="00080024"/>
    <w:rsid w:val="00080C14"/>
    <w:rsid w:val="00090EC2"/>
    <w:rsid w:val="00093922"/>
    <w:rsid w:val="000A379A"/>
    <w:rsid w:val="000A6A47"/>
    <w:rsid w:val="000C63F3"/>
    <w:rsid w:val="000C7C3A"/>
    <w:rsid w:val="000D5867"/>
    <w:rsid w:val="000E00A8"/>
    <w:rsid w:val="000E4034"/>
    <w:rsid w:val="000F5069"/>
    <w:rsid w:val="000F5D66"/>
    <w:rsid w:val="001020D4"/>
    <w:rsid w:val="00104AE3"/>
    <w:rsid w:val="00124681"/>
    <w:rsid w:val="0013171B"/>
    <w:rsid w:val="00131B7B"/>
    <w:rsid w:val="00141550"/>
    <w:rsid w:val="001432E0"/>
    <w:rsid w:val="00144B5C"/>
    <w:rsid w:val="001531F2"/>
    <w:rsid w:val="00157E6F"/>
    <w:rsid w:val="00157F60"/>
    <w:rsid w:val="00183BF9"/>
    <w:rsid w:val="001919DA"/>
    <w:rsid w:val="00193F3D"/>
    <w:rsid w:val="001A0348"/>
    <w:rsid w:val="001A1279"/>
    <w:rsid w:val="001A5292"/>
    <w:rsid w:val="001B118A"/>
    <w:rsid w:val="001B47BE"/>
    <w:rsid w:val="001B75FF"/>
    <w:rsid w:val="001C19D6"/>
    <w:rsid w:val="001C22AA"/>
    <w:rsid w:val="001C2AF5"/>
    <w:rsid w:val="001D1A7F"/>
    <w:rsid w:val="001D1BED"/>
    <w:rsid w:val="001D7DCB"/>
    <w:rsid w:val="001E15F0"/>
    <w:rsid w:val="001E270C"/>
    <w:rsid w:val="001E3CA1"/>
    <w:rsid w:val="001E7AA4"/>
    <w:rsid w:val="001F1CB5"/>
    <w:rsid w:val="001F4853"/>
    <w:rsid w:val="00201687"/>
    <w:rsid w:val="00205662"/>
    <w:rsid w:val="0021044A"/>
    <w:rsid w:val="00213160"/>
    <w:rsid w:val="00217CBB"/>
    <w:rsid w:val="00223371"/>
    <w:rsid w:val="00233D1E"/>
    <w:rsid w:val="00237560"/>
    <w:rsid w:val="002505E7"/>
    <w:rsid w:val="00250A0D"/>
    <w:rsid w:val="002513A8"/>
    <w:rsid w:val="00252483"/>
    <w:rsid w:val="00262C4D"/>
    <w:rsid w:val="00271514"/>
    <w:rsid w:val="00273A84"/>
    <w:rsid w:val="00290708"/>
    <w:rsid w:val="00294782"/>
    <w:rsid w:val="002A07AF"/>
    <w:rsid w:val="002A4964"/>
    <w:rsid w:val="002A7063"/>
    <w:rsid w:val="002B1D84"/>
    <w:rsid w:val="002B3ADA"/>
    <w:rsid w:val="002B46E1"/>
    <w:rsid w:val="002C5B13"/>
    <w:rsid w:val="002C5D14"/>
    <w:rsid w:val="002E71E8"/>
    <w:rsid w:val="002F36C0"/>
    <w:rsid w:val="00304045"/>
    <w:rsid w:val="00304A3F"/>
    <w:rsid w:val="003051B9"/>
    <w:rsid w:val="003072DE"/>
    <w:rsid w:val="0031648B"/>
    <w:rsid w:val="00316F04"/>
    <w:rsid w:val="003170E2"/>
    <w:rsid w:val="0032061D"/>
    <w:rsid w:val="003357E3"/>
    <w:rsid w:val="00336980"/>
    <w:rsid w:val="00340808"/>
    <w:rsid w:val="00341166"/>
    <w:rsid w:val="00342439"/>
    <w:rsid w:val="00342FBE"/>
    <w:rsid w:val="0034565F"/>
    <w:rsid w:val="003520E1"/>
    <w:rsid w:val="00361B87"/>
    <w:rsid w:val="00362F85"/>
    <w:rsid w:val="00376887"/>
    <w:rsid w:val="00376ADC"/>
    <w:rsid w:val="00377F5E"/>
    <w:rsid w:val="003806FC"/>
    <w:rsid w:val="003835F7"/>
    <w:rsid w:val="00387023"/>
    <w:rsid w:val="00392121"/>
    <w:rsid w:val="003A2891"/>
    <w:rsid w:val="003A2A89"/>
    <w:rsid w:val="003B24B7"/>
    <w:rsid w:val="003B364C"/>
    <w:rsid w:val="003C1CEC"/>
    <w:rsid w:val="003C494B"/>
    <w:rsid w:val="003D567A"/>
    <w:rsid w:val="003E6D04"/>
    <w:rsid w:val="003F02C7"/>
    <w:rsid w:val="003F3FE9"/>
    <w:rsid w:val="003F41F0"/>
    <w:rsid w:val="004049EF"/>
    <w:rsid w:val="00407A74"/>
    <w:rsid w:val="00411C01"/>
    <w:rsid w:val="00412335"/>
    <w:rsid w:val="004147A0"/>
    <w:rsid w:val="00415572"/>
    <w:rsid w:val="004263C1"/>
    <w:rsid w:val="004306FA"/>
    <w:rsid w:val="00434422"/>
    <w:rsid w:val="00436F70"/>
    <w:rsid w:val="004456CF"/>
    <w:rsid w:val="004478A5"/>
    <w:rsid w:val="00455264"/>
    <w:rsid w:val="00460E2A"/>
    <w:rsid w:val="00462E4E"/>
    <w:rsid w:val="00464C69"/>
    <w:rsid w:val="004672E3"/>
    <w:rsid w:val="00472B6E"/>
    <w:rsid w:val="00472D46"/>
    <w:rsid w:val="004750B1"/>
    <w:rsid w:val="004756CB"/>
    <w:rsid w:val="00475FF2"/>
    <w:rsid w:val="00480301"/>
    <w:rsid w:val="004845B2"/>
    <w:rsid w:val="00485B62"/>
    <w:rsid w:val="00487CFD"/>
    <w:rsid w:val="00491917"/>
    <w:rsid w:val="00493614"/>
    <w:rsid w:val="004A342C"/>
    <w:rsid w:val="004A405B"/>
    <w:rsid w:val="004A51F8"/>
    <w:rsid w:val="004B0E2B"/>
    <w:rsid w:val="004B1AEC"/>
    <w:rsid w:val="004B1AED"/>
    <w:rsid w:val="004B36E1"/>
    <w:rsid w:val="004B4D9C"/>
    <w:rsid w:val="004B63E8"/>
    <w:rsid w:val="004E0463"/>
    <w:rsid w:val="004F306B"/>
    <w:rsid w:val="004F5589"/>
    <w:rsid w:val="004F5F5D"/>
    <w:rsid w:val="0050618F"/>
    <w:rsid w:val="00507FBD"/>
    <w:rsid w:val="00510E79"/>
    <w:rsid w:val="00515522"/>
    <w:rsid w:val="00534D0C"/>
    <w:rsid w:val="00546B67"/>
    <w:rsid w:val="005517F3"/>
    <w:rsid w:val="00564072"/>
    <w:rsid w:val="00571786"/>
    <w:rsid w:val="00571ACB"/>
    <w:rsid w:val="0057211A"/>
    <w:rsid w:val="00572219"/>
    <w:rsid w:val="00576D05"/>
    <w:rsid w:val="00580E38"/>
    <w:rsid w:val="00587B84"/>
    <w:rsid w:val="00593786"/>
    <w:rsid w:val="005947FC"/>
    <w:rsid w:val="00596179"/>
    <w:rsid w:val="005B1A3A"/>
    <w:rsid w:val="005B2BA2"/>
    <w:rsid w:val="005B4AFC"/>
    <w:rsid w:val="005B5422"/>
    <w:rsid w:val="005C00E8"/>
    <w:rsid w:val="005C1C4C"/>
    <w:rsid w:val="005C306E"/>
    <w:rsid w:val="005C36D5"/>
    <w:rsid w:val="005C45FA"/>
    <w:rsid w:val="005C4707"/>
    <w:rsid w:val="005D102F"/>
    <w:rsid w:val="005D4DFC"/>
    <w:rsid w:val="005F00B8"/>
    <w:rsid w:val="00624BCD"/>
    <w:rsid w:val="00626F69"/>
    <w:rsid w:val="0064329A"/>
    <w:rsid w:val="00645273"/>
    <w:rsid w:val="006542A6"/>
    <w:rsid w:val="00654DA9"/>
    <w:rsid w:val="00663058"/>
    <w:rsid w:val="006744EB"/>
    <w:rsid w:val="00675343"/>
    <w:rsid w:val="00676533"/>
    <w:rsid w:val="006812F4"/>
    <w:rsid w:val="00683ACF"/>
    <w:rsid w:val="006A521F"/>
    <w:rsid w:val="006B2CDC"/>
    <w:rsid w:val="006B4BA5"/>
    <w:rsid w:val="006B4E9F"/>
    <w:rsid w:val="006B5AF7"/>
    <w:rsid w:val="006C30D5"/>
    <w:rsid w:val="006C475A"/>
    <w:rsid w:val="006D55C0"/>
    <w:rsid w:val="006D5B51"/>
    <w:rsid w:val="006E07C4"/>
    <w:rsid w:val="006E1CBF"/>
    <w:rsid w:val="006F67B9"/>
    <w:rsid w:val="00711C52"/>
    <w:rsid w:val="00712D55"/>
    <w:rsid w:val="00713798"/>
    <w:rsid w:val="007204D0"/>
    <w:rsid w:val="00721472"/>
    <w:rsid w:val="00723738"/>
    <w:rsid w:val="0072722A"/>
    <w:rsid w:val="00734B5A"/>
    <w:rsid w:val="007429A4"/>
    <w:rsid w:val="00743FF2"/>
    <w:rsid w:val="00761838"/>
    <w:rsid w:val="00763D06"/>
    <w:rsid w:val="00765E0B"/>
    <w:rsid w:val="00766251"/>
    <w:rsid w:val="00773407"/>
    <w:rsid w:val="00774790"/>
    <w:rsid w:val="007828DD"/>
    <w:rsid w:val="007928D5"/>
    <w:rsid w:val="00795036"/>
    <w:rsid w:val="007A3E6C"/>
    <w:rsid w:val="007A3EA2"/>
    <w:rsid w:val="007A63EC"/>
    <w:rsid w:val="007B0138"/>
    <w:rsid w:val="007B6C74"/>
    <w:rsid w:val="007C1B87"/>
    <w:rsid w:val="007C7360"/>
    <w:rsid w:val="007C7B79"/>
    <w:rsid w:val="007D00FA"/>
    <w:rsid w:val="007D4AA1"/>
    <w:rsid w:val="007E0DA4"/>
    <w:rsid w:val="007E771E"/>
    <w:rsid w:val="008027B0"/>
    <w:rsid w:val="00812214"/>
    <w:rsid w:val="0082144B"/>
    <w:rsid w:val="00832F9A"/>
    <w:rsid w:val="00833370"/>
    <w:rsid w:val="008358D4"/>
    <w:rsid w:val="00846795"/>
    <w:rsid w:val="00850448"/>
    <w:rsid w:val="008520AC"/>
    <w:rsid w:val="00852BBE"/>
    <w:rsid w:val="00853D72"/>
    <w:rsid w:val="008638BC"/>
    <w:rsid w:val="00866F2B"/>
    <w:rsid w:val="0088726B"/>
    <w:rsid w:val="00890503"/>
    <w:rsid w:val="00896D56"/>
    <w:rsid w:val="008A4966"/>
    <w:rsid w:val="008B6B2D"/>
    <w:rsid w:val="008C2C60"/>
    <w:rsid w:val="008C341D"/>
    <w:rsid w:val="008C3522"/>
    <w:rsid w:val="008C3D7B"/>
    <w:rsid w:val="008C79E0"/>
    <w:rsid w:val="008D7690"/>
    <w:rsid w:val="008E1986"/>
    <w:rsid w:val="008E3100"/>
    <w:rsid w:val="008E65A5"/>
    <w:rsid w:val="008F1C66"/>
    <w:rsid w:val="008F54AF"/>
    <w:rsid w:val="00900C7A"/>
    <w:rsid w:val="00904B82"/>
    <w:rsid w:val="009062C7"/>
    <w:rsid w:val="009077F1"/>
    <w:rsid w:val="00914842"/>
    <w:rsid w:val="009231CB"/>
    <w:rsid w:val="0093324B"/>
    <w:rsid w:val="00936014"/>
    <w:rsid w:val="009403F0"/>
    <w:rsid w:val="00942C8E"/>
    <w:rsid w:val="0094459A"/>
    <w:rsid w:val="009456B4"/>
    <w:rsid w:val="00950269"/>
    <w:rsid w:val="00950747"/>
    <w:rsid w:val="00950C11"/>
    <w:rsid w:val="00962CB6"/>
    <w:rsid w:val="00970BD9"/>
    <w:rsid w:val="0097463F"/>
    <w:rsid w:val="00981C23"/>
    <w:rsid w:val="009839B3"/>
    <w:rsid w:val="00983BC3"/>
    <w:rsid w:val="00984E48"/>
    <w:rsid w:val="00986C74"/>
    <w:rsid w:val="00986E00"/>
    <w:rsid w:val="00993BC0"/>
    <w:rsid w:val="00997CEB"/>
    <w:rsid w:val="009A2B37"/>
    <w:rsid w:val="009A3E58"/>
    <w:rsid w:val="009A6B91"/>
    <w:rsid w:val="009C5F0A"/>
    <w:rsid w:val="009D1276"/>
    <w:rsid w:val="009D26B4"/>
    <w:rsid w:val="009D4951"/>
    <w:rsid w:val="009D59DC"/>
    <w:rsid w:val="009E528B"/>
    <w:rsid w:val="009F1EF2"/>
    <w:rsid w:val="009F591A"/>
    <w:rsid w:val="009F6363"/>
    <w:rsid w:val="00A00E6B"/>
    <w:rsid w:val="00A06385"/>
    <w:rsid w:val="00A064DD"/>
    <w:rsid w:val="00A073D5"/>
    <w:rsid w:val="00A12325"/>
    <w:rsid w:val="00A159F0"/>
    <w:rsid w:val="00A17739"/>
    <w:rsid w:val="00A224BA"/>
    <w:rsid w:val="00A239D3"/>
    <w:rsid w:val="00A239F7"/>
    <w:rsid w:val="00A2740E"/>
    <w:rsid w:val="00A32F62"/>
    <w:rsid w:val="00A43104"/>
    <w:rsid w:val="00A537FC"/>
    <w:rsid w:val="00A639F4"/>
    <w:rsid w:val="00AA21EA"/>
    <w:rsid w:val="00AA78B0"/>
    <w:rsid w:val="00AB51EC"/>
    <w:rsid w:val="00AB532F"/>
    <w:rsid w:val="00AB54D4"/>
    <w:rsid w:val="00AB7516"/>
    <w:rsid w:val="00AB7788"/>
    <w:rsid w:val="00AC7A2F"/>
    <w:rsid w:val="00AE4DB8"/>
    <w:rsid w:val="00AF66A2"/>
    <w:rsid w:val="00AF7E06"/>
    <w:rsid w:val="00B0595A"/>
    <w:rsid w:val="00B05EAE"/>
    <w:rsid w:val="00B06B38"/>
    <w:rsid w:val="00B07383"/>
    <w:rsid w:val="00B237A7"/>
    <w:rsid w:val="00B24C78"/>
    <w:rsid w:val="00B2543C"/>
    <w:rsid w:val="00B26E44"/>
    <w:rsid w:val="00B364E4"/>
    <w:rsid w:val="00B47C62"/>
    <w:rsid w:val="00B529FC"/>
    <w:rsid w:val="00B63CE5"/>
    <w:rsid w:val="00B66A2B"/>
    <w:rsid w:val="00B67C82"/>
    <w:rsid w:val="00B8021D"/>
    <w:rsid w:val="00B8041F"/>
    <w:rsid w:val="00B849AA"/>
    <w:rsid w:val="00B944AF"/>
    <w:rsid w:val="00B94CE3"/>
    <w:rsid w:val="00B959E9"/>
    <w:rsid w:val="00B97B82"/>
    <w:rsid w:val="00BA0D03"/>
    <w:rsid w:val="00BA618C"/>
    <w:rsid w:val="00BA6E05"/>
    <w:rsid w:val="00BA77D6"/>
    <w:rsid w:val="00BB0360"/>
    <w:rsid w:val="00BB4F95"/>
    <w:rsid w:val="00BB5988"/>
    <w:rsid w:val="00BC1BC6"/>
    <w:rsid w:val="00BC549E"/>
    <w:rsid w:val="00BC6EF9"/>
    <w:rsid w:val="00BC7B5C"/>
    <w:rsid w:val="00BD16C4"/>
    <w:rsid w:val="00BD753A"/>
    <w:rsid w:val="00BE003C"/>
    <w:rsid w:val="00BE3787"/>
    <w:rsid w:val="00BF19EC"/>
    <w:rsid w:val="00BF293B"/>
    <w:rsid w:val="00BF35D9"/>
    <w:rsid w:val="00BF3985"/>
    <w:rsid w:val="00C0079A"/>
    <w:rsid w:val="00C009D3"/>
    <w:rsid w:val="00C01CAF"/>
    <w:rsid w:val="00C01FB9"/>
    <w:rsid w:val="00C05424"/>
    <w:rsid w:val="00C1783E"/>
    <w:rsid w:val="00C17A06"/>
    <w:rsid w:val="00C2529C"/>
    <w:rsid w:val="00C301BE"/>
    <w:rsid w:val="00C3300E"/>
    <w:rsid w:val="00C42C06"/>
    <w:rsid w:val="00C445F5"/>
    <w:rsid w:val="00C5134A"/>
    <w:rsid w:val="00C538A2"/>
    <w:rsid w:val="00C547E9"/>
    <w:rsid w:val="00C55194"/>
    <w:rsid w:val="00C552E0"/>
    <w:rsid w:val="00C55E88"/>
    <w:rsid w:val="00C56BC5"/>
    <w:rsid w:val="00C6475D"/>
    <w:rsid w:val="00C719D5"/>
    <w:rsid w:val="00C748E9"/>
    <w:rsid w:val="00C8255B"/>
    <w:rsid w:val="00CA2204"/>
    <w:rsid w:val="00CB0AD5"/>
    <w:rsid w:val="00CB7340"/>
    <w:rsid w:val="00CC4E19"/>
    <w:rsid w:val="00CC5839"/>
    <w:rsid w:val="00CD0432"/>
    <w:rsid w:val="00CD3B58"/>
    <w:rsid w:val="00CE083E"/>
    <w:rsid w:val="00CE2F9F"/>
    <w:rsid w:val="00CF2894"/>
    <w:rsid w:val="00CF58B8"/>
    <w:rsid w:val="00D01B11"/>
    <w:rsid w:val="00D04073"/>
    <w:rsid w:val="00D153EC"/>
    <w:rsid w:val="00D210EE"/>
    <w:rsid w:val="00D2141E"/>
    <w:rsid w:val="00D21EE4"/>
    <w:rsid w:val="00D22DD8"/>
    <w:rsid w:val="00D24A90"/>
    <w:rsid w:val="00D27FDA"/>
    <w:rsid w:val="00D302A5"/>
    <w:rsid w:val="00D41DE2"/>
    <w:rsid w:val="00D44C88"/>
    <w:rsid w:val="00D54B8D"/>
    <w:rsid w:val="00D645C3"/>
    <w:rsid w:val="00D64E77"/>
    <w:rsid w:val="00D6788B"/>
    <w:rsid w:val="00D72A59"/>
    <w:rsid w:val="00D819D7"/>
    <w:rsid w:val="00D95254"/>
    <w:rsid w:val="00D95E10"/>
    <w:rsid w:val="00DA1C01"/>
    <w:rsid w:val="00DA6B97"/>
    <w:rsid w:val="00DA74BA"/>
    <w:rsid w:val="00DB2C9C"/>
    <w:rsid w:val="00DB5862"/>
    <w:rsid w:val="00DB59DD"/>
    <w:rsid w:val="00DC2272"/>
    <w:rsid w:val="00DC70C8"/>
    <w:rsid w:val="00DD33E5"/>
    <w:rsid w:val="00DD70FC"/>
    <w:rsid w:val="00DF01E3"/>
    <w:rsid w:val="00DF42C0"/>
    <w:rsid w:val="00DF72E4"/>
    <w:rsid w:val="00DF77C4"/>
    <w:rsid w:val="00E02F1C"/>
    <w:rsid w:val="00E148D9"/>
    <w:rsid w:val="00E24744"/>
    <w:rsid w:val="00E269FE"/>
    <w:rsid w:val="00E31C14"/>
    <w:rsid w:val="00E3247B"/>
    <w:rsid w:val="00E36004"/>
    <w:rsid w:val="00E36E3C"/>
    <w:rsid w:val="00E37104"/>
    <w:rsid w:val="00E4294C"/>
    <w:rsid w:val="00E43C32"/>
    <w:rsid w:val="00E501AC"/>
    <w:rsid w:val="00E504F5"/>
    <w:rsid w:val="00E53C40"/>
    <w:rsid w:val="00E565DD"/>
    <w:rsid w:val="00E57B03"/>
    <w:rsid w:val="00E600A8"/>
    <w:rsid w:val="00E600CE"/>
    <w:rsid w:val="00E60C92"/>
    <w:rsid w:val="00E635B6"/>
    <w:rsid w:val="00E8169A"/>
    <w:rsid w:val="00E86EC8"/>
    <w:rsid w:val="00E9084F"/>
    <w:rsid w:val="00EA151E"/>
    <w:rsid w:val="00EA6411"/>
    <w:rsid w:val="00EA64EE"/>
    <w:rsid w:val="00EB1051"/>
    <w:rsid w:val="00EB48B8"/>
    <w:rsid w:val="00ED1C1B"/>
    <w:rsid w:val="00EE1CA1"/>
    <w:rsid w:val="00EE3021"/>
    <w:rsid w:val="00EF1266"/>
    <w:rsid w:val="00EF1FA5"/>
    <w:rsid w:val="00F03659"/>
    <w:rsid w:val="00F0650F"/>
    <w:rsid w:val="00F12665"/>
    <w:rsid w:val="00F13609"/>
    <w:rsid w:val="00F1612E"/>
    <w:rsid w:val="00F16542"/>
    <w:rsid w:val="00F172CB"/>
    <w:rsid w:val="00F177A1"/>
    <w:rsid w:val="00F233EA"/>
    <w:rsid w:val="00F26DD8"/>
    <w:rsid w:val="00F33CA8"/>
    <w:rsid w:val="00F363EF"/>
    <w:rsid w:val="00F40BA3"/>
    <w:rsid w:val="00F41E98"/>
    <w:rsid w:val="00F439F4"/>
    <w:rsid w:val="00F52728"/>
    <w:rsid w:val="00F5578A"/>
    <w:rsid w:val="00F65669"/>
    <w:rsid w:val="00F65E46"/>
    <w:rsid w:val="00F702BE"/>
    <w:rsid w:val="00F70BA0"/>
    <w:rsid w:val="00F74EF9"/>
    <w:rsid w:val="00F80002"/>
    <w:rsid w:val="00F82F80"/>
    <w:rsid w:val="00F8490C"/>
    <w:rsid w:val="00F84D50"/>
    <w:rsid w:val="00F9200A"/>
    <w:rsid w:val="00F94DA2"/>
    <w:rsid w:val="00F94DC2"/>
    <w:rsid w:val="00F97CE6"/>
    <w:rsid w:val="00FB25BB"/>
    <w:rsid w:val="00FC24B9"/>
    <w:rsid w:val="00FC620B"/>
    <w:rsid w:val="00FE4199"/>
    <w:rsid w:val="00FF0F7F"/>
    <w:rsid w:val="00FF2476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A1CD8"/>
  <w15:chartTrackingRefBased/>
  <w15:docId w15:val="{345F96D2-F199-4141-B816-83AB6F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A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4AE3"/>
  </w:style>
  <w:style w:type="paragraph" w:styleId="Fuzeile">
    <w:name w:val="footer"/>
    <w:basedOn w:val="Standard"/>
    <w:link w:val="FuzeileZchn"/>
    <w:uiPriority w:val="99"/>
    <w:unhideWhenUsed/>
    <w:rsid w:val="0010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4AE3"/>
  </w:style>
  <w:style w:type="paragraph" w:styleId="KeinLeerraum">
    <w:name w:val="No Spacing"/>
    <w:uiPriority w:val="1"/>
    <w:qFormat/>
    <w:rsid w:val="00104AE3"/>
    <w:pPr>
      <w:spacing w:after="0" w:line="240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39"/>
    <w:rsid w:val="00104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3AC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148D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48D9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B237A7"/>
    <w:pPr>
      <w:spacing w:before="100" w:beforeAutospacing="1" w:after="100" w:afterAutospacing="1" w:line="240" w:lineRule="auto"/>
    </w:pPr>
    <w:rPr>
      <w:rFonts w:eastAsiaTheme="minorHAnsi" w:cs="Calibri"/>
      <w:lang w:eastAsia="de-DE"/>
    </w:rPr>
  </w:style>
  <w:style w:type="character" w:styleId="Fett">
    <w:name w:val="Strong"/>
    <w:basedOn w:val="Absatz-Standardschriftart"/>
    <w:uiPriority w:val="22"/>
    <w:qFormat/>
    <w:rsid w:val="00B23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x@mustermann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burnickl/Downloads/Vorlage%20Brief%20nach%20D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532847497354CA08576B97E56A08C" ma:contentTypeVersion="16" ma:contentTypeDescription="Ein neues Dokument erstellen." ma:contentTypeScope="" ma:versionID="8cf51acfe29f2bf6e8a46b3308dc9811">
  <xsd:schema xmlns:xsd="http://www.w3.org/2001/XMLSchema" xmlns:xs="http://www.w3.org/2001/XMLSchema" xmlns:p="http://schemas.microsoft.com/office/2006/metadata/properties" xmlns:ns2="d33392a1-5ff0-413e-b0e7-c48cbbf059ea" xmlns:ns3="ce569c93-67f6-4bfd-ac15-850eba17a62d" targetNamespace="http://schemas.microsoft.com/office/2006/metadata/properties" ma:root="true" ma:fieldsID="10c529bef5305796b26edf3a523901c9" ns2:_="" ns3:_="">
    <xsd:import namespace="d33392a1-5ff0-413e-b0e7-c48cbbf059ea"/>
    <xsd:import namespace="ce569c93-67f6-4bfd-ac15-850eba17a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392a1-5ff0-413e-b0e7-c48cbbf059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d2a76d4-49bb-4814-a9e2-09fb4409a8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69c93-67f6-4bfd-ac15-850eba17a62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6321ed-a87d-422b-b9ff-80a5c0f49e6b}" ma:internalName="TaxCatchAll" ma:showField="CatchAllData" ma:web="ce569c93-67f6-4bfd-ac15-850eba17a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3392a1-5ff0-413e-b0e7-c48cbbf059ea">
      <Terms xmlns="http://schemas.microsoft.com/office/infopath/2007/PartnerControls"/>
    </lcf76f155ced4ddcb4097134ff3c332f>
    <TaxCatchAll xmlns="ce569c93-67f6-4bfd-ac15-850eba17a62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4A121-65AE-48EC-936F-A222734550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AD938-CD20-4B24-B0A7-FE2607925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392a1-5ff0-413e-b0e7-c48cbbf059ea"/>
    <ds:schemaRef ds:uri="ce569c93-67f6-4bfd-ac15-850eba17a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68CA9-C355-4DDB-AB0D-DE69B450B808}">
  <ds:schemaRefs>
    <ds:schemaRef ds:uri="http://schemas.microsoft.com/office/2006/metadata/properties"/>
    <ds:schemaRef ds:uri="http://schemas.microsoft.com/office/infopath/2007/PartnerControls"/>
    <ds:schemaRef ds:uri="d33392a1-5ff0-413e-b0e7-c48cbbf059ea"/>
    <ds:schemaRef ds:uri="ce569c93-67f6-4bfd-ac15-850eba17a62d"/>
  </ds:schemaRefs>
</ds:datastoreItem>
</file>

<file path=customXml/itemProps4.xml><?xml version="1.0" encoding="utf-8"?>
<ds:datastoreItem xmlns:ds="http://schemas.openxmlformats.org/officeDocument/2006/customXml" ds:itemID="{7D1D694A-B41F-4C83-8107-23818FF472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Brief nach DIN.dotx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Peter Burnickl</cp:lastModifiedBy>
  <cp:revision>1</cp:revision>
  <cp:lastPrinted>2022-11-04T11:07:00Z</cp:lastPrinted>
  <dcterms:created xsi:type="dcterms:W3CDTF">2023-07-16T09:35:00Z</dcterms:created>
  <dcterms:modified xsi:type="dcterms:W3CDTF">2023-07-16T09:39:00Z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0x0101001FB532847497354CA08576B97E56A08C</vt:lpwstr>
  </property>
  <property fmtid="{D5CDD505-2E9C-101B-9397-08002B2CF9AE}" pid="3" name="MediaServiceImageTags">
    <vt:lpwstr/>
  </property>
</Properties>
</file>