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D3C53" w14:textId="77777777" w:rsidR="00095A9D" w:rsidRPr="00095A9D" w:rsidRDefault="00095A9D" w:rsidP="00095A9D"/>
    <w:sectPr w:rsidR="00095A9D" w:rsidRPr="00095A9D" w:rsidSect="00095A9D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C16A3" w14:textId="77777777" w:rsidR="00251752" w:rsidRDefault="00251752" w:rsidP="00E51EE6">
      <w:r>
        <w:separator/>
      </w:r>
    </w:p>
  </w:endnote>
  <w:endnote w:type="continuationSeparator" w:id="0">
    <w:p w14:paraId="75F46EE1" w14:textId="77777777" w:rsidR="00251752" w:rsidRDefault="00251752" w:rsidP="00E51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otham Book"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16587" w14:textId="77777777" w:rsidR="00251752" w:rsidRDefault="00251752" w:rsidP="00E51EE6">
      <w:r>
        <w:separator/>
      </w:r>
    </w:p>
  </w:footnote>
  <w:footnote w:type="continuationSeparator" w:id="0">
    <w:p w14:paraId="72216527" w14:textId="77777777" w:rsidR="00251752" w:rsidRDefault="00251752" w:rsidP="00E51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C39C" w14:textId="77777777" w:rsidR="00E51EE6" w:rsidRDefault="00E51EE6">
    <w:pPr>
      <w:pStyle w:val="Header"/>
    </w:pPr>
  </w:p>
  <w:p w14:paraId="0FD21243" w14:textId="77777777" w:rsidR="00E51EE6" w:rsidRDefault="00E51E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90" w:type="dxa"/>
      <w:tblInd w:w="-6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3133"/>
      <w:gridCol w:w="2937"/>
    </w:tblGrid>
    <w:tr w:rsidR="00E51EE6" w:rsidRPr="00A13759" w14:paraId="44D63D47" w14:textId="77777777" w:rsidTr="00123319">
      <w:trPr>
        <w:trHeight w:val="1610"/>
      </w:trPr>
      <w:tc>
        <w:tcPr>
          <w:tcW w:w="4390" w:type="dxa"/>
        </w:tcPr>
        <w:p w14:paraId="472F26A3" w14:textId="77777777" w:rsidR="00E51EE6" w:rsidRDefault="00DB7D6C" w:rsidP="00E51EE6">
          <w:pPr>
            <w:pStyle w:val="Header"/>
            <w:ind w:left="-16"/>
          </w:pPr>
          <w:r w:rsidRPr="00FB7E34">
            <w:rPr>
              <w:rFonts w:ascii="Century" w:hAnsi="Century"/>
              <w:noProof/>
            </w:rPr>
            <w:drawing>
              <wp:inline distT="0" distB="0" distL="0" distR="0" wp14:anchorId="5989767A" wp14:editId="767FFE5D">
                <wp:extent cx="2931984" cy="600891"/>
                <wp:effectExtent l="0" t="0" r="1905" b="0"/>
                <wp:docPr id="7" name="Picture 7" descr="Logo, company nam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 descr="Logo, company name&#10;&#10;Description automatically generated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2343" cy="64195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30" w:type="dxa"/>
        </w:tcPr>
        <w:p w14:paraId="76EA0D2F" w14:textId="77777777" w:rsidR="00E51EE6" w:rsidRPr="00A13759" w:rsidRDefault="00E51EE6" w:rsidP="00E51EE6">
          <w:pPr>
            <w:pStyle w:val="Header"/>
            <w:ind w:right="-98" w:firstLine="1152"/>
            <w:rPr>
              <w:rFonts w:ascii="Gotham Book" w:hAnsi="Gotham Book"/>
              <w:color w:val="000000" w:themeColor="text1"/>
              <w:sz w:val="16"/>
              <w:szCs w:val="16"/>
            </w:rPr>
          </w:pPr>
          <w:r w:rsidRPr="00A13759">
            <w:rPr>
              <w:rFonts w:ascii="Gotham Book" w:hAnsi="Gotham Book"/>
              <w:i/>
              <w:iCs/>
              <w:color w:val="000000" w:themeColor="text1"/>
              <w:sz w:val="16"/>
              <w:szCs w:val="16"/>
            </w:rPr>
            <w:t>RALEIGH/CARY</w:t>
          </w:r>
          <w:r w:rsidRPr="00A13759">
            <w:rPr>
              <w:rFonts w:ascii="Gotham Book" w:hAnsi="Gotham Book"/>
              <w:color w:val="000000" w:themeColor="text1"/>
              <w:sz w:val="16"/>
              <w:szCs w:val="16"/>
            </w:rPr>
            <w:t>:</w:t>
          </w:r>
        </w:p>
        <w:p w14:paraId="0C08B957" w14:textId="77777777" w:rsidR="00E51EE6" w:rsidRDefault="00E51EE6" w:rsidP="00E51EE6">
          <w:pPr>
            <w:pStyle w:val="Header"/>
            <w:ind w:right="-98" w:firstLine="1152"/>
            <w:rPr>
              <w:rFonts w:ascii="Gotham Book" w:hAnsi="Gotham Book"/>
              <w:color w:val="000000" w:themeColor="text1"/>
              <w:sz w:val="16"/>
              <w:szCs w:val="16"/>
            </w:rPr>
          </w:pPr>
        </w:p>
        <w:p w14:paraId="45BAFC6C" w14:textId="77777777" w:rsidR="00E51EE6" w:rsidRPr="00A13759" w:rsidRDefault="00E51EE6" w:rsidP="00E51EE6">
          <w:pPr>
            <w:pStyle w:val="Header"/>
            <w:ind w:right="-98" w:firstLine="1152"/>
            <w:rPr>
              <w:rFonts w:ascii="Gotham Book" w:hAnsi="Gotham Book"/>
              <w:color w:val="000000" w:themeColor="text1"/>
              <w:sz w:val="16"/>
              <w:szCs w:val="16"/>
            </w:rPr>
          </w:pPr>
          <w:r w:rsidRPr="00A13759">
            <w:rPr>
              <w:rFonts w:ascii="Gotham Book" w:hAnsi="Gotham Book"/>
              <w:color w:val="000000" w:themeColor="text1"/>
              <w:sz w:val="16"/>
              <w:szCs w:val="16"/>
            </w:rPr>
            <w:t>1511 Sunday Drive</w:t>
          </w:r>
        </w:p>
        <w:p w14:paraId="31728F74" w14:textId="77777777" w:rsidR="00E51EE6" w:rsidRPr="00A13759" w:rsidRDefault="00E51EE6" w:rsidP="00E51EE6">
          <w:pPr>
            <w:pStyle w:val="Header"/>
            <w:ind w:right="-98" w:firstLine="1152"/>
            <w:rPr>
              <w:rFonts w:ascii="Gotham Book" w:hAnsi="Gotham Book"/>
              <w:color w:val="000000" w:themeColor="text1"/>
              <w:sz w:val="16"/>
              <w:szCs w:val="16"/>
            </w:rPr>
          </w:pPr>
          <w:r w:rsidRPr="00A13759">
            <w:rPr>
              <w:rFonts w:ascii="Gotham Book" w:hAnsi="Gotham Book"/>
              <w:color w:val="000000" w:themeColor="text1"/>
              <w:sz w:val="16"/>
              <w:szCs w:val="16"/>
            </w:rPr>
            <w:t>Suite 302</w:t>
          </w:r>
        </w:p>
        <w:p w14:paraId="12F63547" w14:textId="77777777" w:rsidR="00E51EE6" w:rsidRPr="00A13759" w:rsidRDefault="00E51EE6" w:rsidP="00E51EE6">
          <w:pPr>
            <w:pStyle w:val="Header"/>
            <w:ind w:right="156" w:firstLine="1152"/>
            <w:rPr>
              <w:rFonts w:ascii="Gotham Book" w:hAnsi="Gotham Book"/>
              <w:color w:val="000000" w:themeColor="text1"/>
              <w:sz w:val="16"/>
              <w:szCs w:val="16"/>
            </w:rPr>
          </w:pPr>
          <w:r w:rsidRPr="00A13759">
            <w:rPr>
              <w:rFonts w:ascii="Gotham Book" w:hAnsi="Gotham Book"/>
              <w:color w:val="000000" w:themeColor="text1"/>
              <w:sz w:val="16"/>
              <w:szCs w:val="16"/>
            </w:rPr>
            <w:t>Raleigh, NC 27607</w:t>
          </w:r>
        </w:p>
        <w:p w14:paraId="0A6699FF" w14:textId="77777777" w:rsidR="00E51EE6" w:rsidRPr="00A13759" w:rsidRDefault="00E51EE6" w:rsidP="00E51EE6">
          <w:pPr>
            <w:pStyle w:val="Header"/>
            <w:ind w:right="156" w:firstLine="1152"/>
            <w:rPr>
              <w:rFonts w:ascii="Gotham Book" w:hAnsi="Gotham Book"/>
              <w:color w:val="000000" w:themeColor="text1"/>
              <w:sz w:val="16"/>
              <w:szCs w:val="16"/>
            </w:rPr>
          </w:pPr>
          <w:bookmarkStart w:id="0" w:name="OLE_LINK5"/>
          <w:bookmarkStart w:id="1" w:name="OLE_LINK6"/>
          <w:r w:rsidRPr="00A13759">
            <w:rPr>
              <w:rFonts w:ascii="Gotham Book" w:hAnsi="Gotham Book"/>
              <w:color w:val="000000" w:themeColor="text1"/>
              <w:sz w:val="16"/>
              <w:szCs w:val="16"/>
            </w:rPr>
            <w:t>P: 919-229-8359</w:t>
          </w:r>
        </w:p>
        <w:p w14:paraId="1D2E7DC4" w14:textId="77777777" w:rsidR="00E51EE6" w:rsidRPr="00A13759" w:rsidRDefault="00E51EE6" w:rsidP="00E51EE6">
          <w:pPr>
            <w:pStyle w:val="Header"/>
            <w:ind w:right="156" w:firstLine="1152"/>
            <w:rPr>
              <w:rFonts w:ascii="Gotham Book" w:hAnsi="Gotham Book"/>
              <w:color w:val="000000" w:themeColor="text1"/>
              <w:sz w:val="16"/>
              <w:szCs w:val="16"/>
            </w:rPr>
          </w:pPr>
          <w:r w:rsidRPr="00A13759">
            <w:rPr>
              <w:rFonts w:ascii="Gotham Book" w:hAnsi="Gotham Book"/>
              <w:color w:val="000000" w:themeColor="text1"/>
              <w:sz w:val="16"/>
              <w:szCs w:val="16"/>
            </w:rPr>
            <w:t>F: 919-800-3278</w:t>
          </w:r>
        </w:p>
        <w:bookmarkEnd w:id="0"/>
        <w:bookmarkEnd w:id="1"/>
        <w:p w14:paraId="1B9B8F8A" w14:textId="77777777" w:rsidR="00E51EE6" w:rsidRPr="00A13759" w:rsidRDefault="00E51EE6" w:rsidP="00E51EE6">
          <w:pPr>
            <w:pStyle w:val="Header"/>
            <w:rPr>
              <w:rFonts w:ascii="Gotham Book" w:hAnsi="Gotham Book"/>
              <w:sz w:val="16"/>
              <w:szCs w:val="16"/>
            </w:rPr>
          </w:pPr>
        </w:p>
      </w:tc>
      <w:tc>
        <w:tcPr>
          <w:tcW w:w="2970" w:type="dxa"/>
        </w:tcPr>
        <w:p w14:paraId="39DE519D" w14:textId="77777777" w:rsidR="00E51EE6" w:rsidRPr="00A13759" w:rsidRDefault="00E51EE6" w:rsidP="00E51EE6">
          <w:pPr>
            <w:pStyle w:val="Header"/>
            <w:ind w:left="432" w:right="156"/>
            <w:rPr>
              <w:rFonts w:ascii="Gotham Book" w:hAnsi="Gotham Book"/>
              <w:i/>
              <w:iCs/>
              <w:sz w:val="16"/>
              <w:szCs w:val="16"/>
            </w:rPr>
          </w:pPr>
          <w:r w:rsidRPr="00A13759">
            <w:rPr>
              <w:rFonts w:ascii="Gotham Book" w:hAnsi="Gotham Book"/>
              <w:i/>
              <w:iCs/>
              <w:sz w:val="16"/>
              <w:szCs w:val="16"/>
            </w:rPr>
            <w:t>CHARLOTTE/CORNELIUS:</w:t>
          </w:r>
        </w:p>
        <w:p w14:paraId="20EDBB85" w14:textId="77777777" w:rsidR="00E51EE6" w:rsidRDefault="00E51EE6" w:rsidP="00E51EE6">
          <w:pPr>
            <w:pStyle w:val="Header"/>
            <w:ind w:left="432" w:right="156"/>
            <w:rPr>
              <w:rFonts w:ascii="Gotham Book" w:hAnsi="Gotham Book"/>
              <w:sz w:val="16"/>
              <w:szCs w:val="16"/>
            </w:rPr>
          </w:pPr>
        </w:p>
        <w:p w14:paraId="5B3F9BBB" w14:textId="77777777" w:rsidR="00E51EE6" w:rsidRPr="00A13759" w:rsidRDefault="00E51EE6" w:rsidP="00E51EE6">
          <w:pPr>
            <w:pStyle w:val="Header"/>
            <w:ind w:left="432" w:right="156"/>
            <w:rPr>
              <w:rFonts w:ascii="Gotham Book" w:hAnsi="Gotham Book"/>
              <w:sz w:val="16"/>
              <w:szCs w:val="16"/>
            </w:rPr>
          </w:pPr>
          <w:r w:rsidRPr="00A13759">
            <w:rPr>
              <w:rFonts w:ascii="Gotham Book" w:hAnsi="Gotham Book"/>
              <w:sz w:val="16"/>
              <w:szCs w:val="16"/>
            </w:rPr>
            <w:t>19720 Jetton Road</w:t>
          </w:r>
        </w:p>
        <w:p w14:paraId="32463A8A" w14:textId="77777777" w:rsidR="00E51EE6" w:rsidRPr="00A13759" w:rsidRDefault="00E51EE6" w:rsidP="00E51EE6">
          <w:pPr>
            <w:pStyle w:val="Header"/>
            <w:ind w:left="432" w:right="156"/>
            <w:rPr>
              <w:rFonts w:ascii="Gotham Book" w:hAnsi="Gotham Book"/>
              <w:sz w:val="16"/>
              <w:szCs w:val="16"/>
            </w:rPr>
          </w:pPr>
          <w:r w:rsidRPr="00A13759">
            <w:rPr>
              <w:rFonts w:ascii="Gotham Book" w:hAnsi="Gotham Book"/>
              <w:sz w:val="16"/>
              <w:szCs w:val="16"/>
            </w:rPr>
            <w:t>Suite 300-M</w:t>
          </w:r>
        </w:p>
        <w:p w14:paraId="4B407F4C" w14:textId="77777777" w:rsidR="00E51EE6" w:rsidRPr="00A13759" w:rsidRDefault="00E51EE6" w:rsidP="00E51EE6">
          <w:pPr>
            <w:pStyle w:val="Header"/>
            <w:ind w:left="432" w:right="156"/>
            <w:rPr>
              <w:rFonts w:ascii="Gotham Book" w:hAnsi="Gotham Book"/>
              <w:sz w:val="16"/>
              <w:szCs w:val="16"/>
            </w:rPr>
          </w:pPr>
          <w:r w:rsidRPr="00A13759">
            <w:rPr>
              <w:rFonts w:ascii="Gotham Book" w:hAnsi="Gotham Book"/>
              <w:sz w:val="16"/>
              <w:szCs w:val="16"/>
            </w:rPr>
            <w:t>Cornelius, NC 28031</w:t>
          </w:r>
        </w:p>
        <w:p w14:paraId="0460652C" w14:textId="77777777" w:rsidR="00E51EE6" w:rsidRPr="00A13759" w:rsidRDefault="00E51EE6" w:rsidP="00E51EE6">
          <w:pPr>
            <w:pStyle w:val="Header"/>
            <w:ind w:left="432" w:right="156"/>
            <w:rPr>
              <w:rFonts w:ascii="Gotham Book" w:hAnsi="Gotham Book"/>
              <w:color w:val="000000" w:themeColor="text1"/>
              <w:sz w:val="16"/>
              <w:szCs w:val="16"/>
            </w:rPr>
          </w:pPr>
          <w:r w:rsidRPr="00A13759">
            <w:rPr>
              <w:rFonts w:ascii="Gotham Book" w:hAnsi="Gotham Book"/>
              <w:color w:val="000000" w:themeColor="text1"/>
              <w:sz w:val="16"/>
              <w:szCs w:val="16"/>
            </w:rPr>
            <w:t>P: 704-243-9292</w:t>
          </w:r>
        </w:p>
        <w:p w14:paraId="0116054E" w14:textId="77777777" w:rsidR="00E51EE6" w:rsidRPr="00A13759" w:rsidRDefault="00E51EE6" w:rsidP="00E51EE6">
          <w:pPr>
            <w:pStyle w:val="Header"/>
            <w:ind w:left="432" w:right="156"/>
            <w:rPr>
              <w:rFonts w:ascii="Gotham Book" w:hAnsi="Gotham Book"/>
              <w:sz w:val="16"/>
              <w:szCs w:val="16"/>
            </w:rPr>
          </w:pPr>
          <w:r w:rsidRPr="00A13759">
            <w:rPr>
              <w:rFonts w:ascii="Gotham Book" w:hAnsi="Gotham Book"/>
              <w:color w:val="000000" w:themeColor="text1"/>
              <w:sz w:val="16"/>
              <w:szCs w:val="16"/>
            </w:rPr>
            <w:t>F: 919-800-3278</w:t>
          </w:r>
        </w:p>
      </w:tc>
    </w:tr>
  </w:tbl>
  <w:p w14:paraId="69F9B29F" w14:textId="77777777" w:rsidR="00E51EE6" w:rsidRDefault="00E51E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875"/>
    <w:rsid w:val="00060D32"/>
    <w:rsid w:val="00077244"/>
    <w:rsid w:val="00095A9D"/>
    <w:rsid w:val="00102875"/>
    <w:rsid w:val="00110930"/>
    <w:rsid w:val="001A0677"/>
    <w:rsid w:val="00202D30"/>
    <w:rsid w:val="00251752"/>
    <w:rsid w:val="005C1CFD"/>
    <w:rsid w:val="00965FA5"/>
    <w:rsid w:val="00A522A8"/>
    <w:rsid w:val="00BB1C46"/>
    <w:rsid w:val="00BE19E9"/>
    <w:rsid w:val="00DB7D6C"/>
    <w:rsid w:val="00E51EE6"/>
    <w:rsid w:val="00F77E08"/>
    <w:rsid w:val="00FF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D80377"/>
  <w15:chartTrackingRefBased/>
  <w15:docId w15:val="{4029347F-A3B0-E347-BA92-5E1C262FA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A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1E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1EE6"/>
  </w:style>
  <w:style w:type="paragraph" w:styleId="Footer">
    <w:name w:val="footer"/>
    <w:basedOn w:val="Normal"/>
    <w:link w:val="FooterChar"/>
    <w:uiPriority w:val="99"/>
    <w:unhideWhenUsed/>
    <w:rsid w:val="00E51E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EE6"/>
  </w:style>
  <w:style w:type="table" w:styleId="TableGrid">
    <w:name w:val="Table Grid"/>
    <w:basedOn w:val="TableNormal"/>
    <w:uiPriority w:val="39"/>
    <w:rsid w:val="00E51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ichaelmaurer/Library/Group%20Containers/UBF8T346G9.Office/User%20Content.localized/Templates.localized/HITECH%20requ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HITECH request.dotx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Michael Maurer</cp:lastModifiedBy>
  <cp:revision>2</cp:revision>
  <dcterms:created xsi:type="dcterms:W3CDTF">2023-02-24T17:22:00Z</dcterms:created>
  <dcterms:modified xsi:type="dcterms:W3CDTF">2023-02-24T17:23:00Z</dcterms:modified>
</cp:coreProperties>
</file>