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46C4C" w14:textId="77777777" w:rsidR="004A3473" w:rsidRPr="00D77D56" w:rsidRDefault="004A3473" w:rsidP="00D77D56"/>
    <w:sectPr w:rsidR="004A3473" w:rsidRPr="00D77D56" w:rsidSect="004A3473">
      <w:headerReference w:type="default" r:id="rId6"/>
      <w:footerReference w:type="default" r:id="rId7"/>
      <w:pgSz w:w="11899" w:h="16838"/>
      <w:pgMar w:top="2694" w:right="1800" w:bottom="0" w:left="1800" w:header="993" w:footer="14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6DD67" w14:textId="77777777" w:rsidR="001D4EAC" w:rsidRDefault="001D4EAC">
      <w:r>
        <w:separator/>
      </w:r>
    </w:p>
  </w:endnote>
  <w:endnote w:type="continuationSeparator" w:id="0">
    <w:p w14:paraId="0FE93D11" w14:textId="77777777" w:rsidR="001D4EAC" w:rsidRDefault="001D4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5C5A4" w14:textId="77777777" w:rsidR="00822883" w:rsidRDefault="00AA3689">
    <w:pPr>
      <w:pStyle w:val="Footer"/>
      <w:ind w:hanging="1800"/>
    </w:pPr>
    <w:r>
      <w:rPr>
        <w:lang w:eastAsia="en-AU"/>
      </w:rPr>
      <w:drawing>
        <wp:inline distT="0" distB="0" distL="0" distR="0" wp14:anchorId="0A08117A" wp14:editId="729339E0">
          <wp:extent cx="7595235" cy="720261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 details NO FAX FLAT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5235" cy="7202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B5509" w14:textId="77777777" w:rsidR="001D4EAC" w:rsidRDefault="001D4EAC">
      <w:r>
        <w:separator/>
      </w:r>
    </w:p>
  </w:footnote>
  <w:footnote w:type="continuationSeparator" w:id="0">
    <w:p w14:paraId="6C00C84D" w14:textId="77777777" w:rsidR="001D4EAC" w:rsidRDefault="001D4E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DAAAF" w14:textId="77777777" w:rsidR="00822883" w:rsidRDefault="004728F5">
    <w:pPr>
      <w:pStyle w:val="Header"/>
      <w:ind w:left="-1134"/>
    </w:pPr>
    <w:r>
      <w:rPr>
        <w:lang w:eastAsia="en-AU"/>
      </w:rPr>
      <w:drawing>
        <wp:inline distT="0" distB="0" distL="0" distR="0" wp14:anchorId="0E115C36" wp14:editId="4B0B42A2">
          <wp:extent cx="3598545" cy="897255"/>
          <wp:effectExtent l="0" t="0" r="8255" b="0"/>
          <wp:docPr id="6" name="Picture 6" descr="PandPalm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PandPalm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8545" cy="897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BE5"/>
    <w:rsid w:val="00060172"/>
    <w:rsid w:val="000B3108"/>
    <w:rsid w:val="001D4EAC"/>
    <w:rsid w:val="001E56BC"/>
    <w:rsid w:val="00205BE5"/>
    <w:rsid w:val="003418D0"/>
    <w:rsid w:val="00406101"/>
    <w:rsid w:val="004728F5"/>
    <w:rsid w:val="004A3473"/>
    <w:rsid w:val="004A71E7"/>
    <w:rsid w:val="0066278D"/>
    <w:rsid w:val="00822883"/>
    <w:rsid w:val="00950B31"/>
    <w:rsid w:val="009604B1"/>
    <w:rsid w:val="00AA3689"/>
    <w:rsid w:val="00D7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13688045"/>
  <w14:defaultImageDpi w14:val="300"/>
  <w15:docId w15:val="{8640BCA2-AD97-48D7-8130-A85B3F862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473"/>
    <w:rPr>
      <w:rFonts w:ascii="Times" w:eastAsia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Times New Roman" w:eastAsia="Times New Roman" w:hAnsi="Times New Roman"/>
      <w:noProof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Times New Roman" w:eastAsia="Times New Roman" w:hAnsi="Times New Roman"/>
      <w:noProof/>
    </w:rPr>
  </w:style>
  <w:style w:type="paragraph" w:styleId="BalloonText">
    <w:name w:val="Balloon Text"/>
    <w:basedOn w:val="Normal"/>
    <w:semiHidden/>
    <w:rPr>
      <w:rFonts w:ascii="Tahoma" w:eastAsia="Times New Roman" w:hAnsi="Tahoma"/>
      <w:noProof/>
      <w:sz w:val="16"/>
    </w:rPr>
  </w:style>
  <w:style w:type="paragraph" w:styleId="BodyTextIndent">
    <w:name w:val="Body Text Indent"/>
    <w:basedOn w:val="Normal"/>
    <w:pPr>
      <w:widowControl w:val="0"/>
      <w:autoSpaceDE w:val="0"/>
      <w:autoSpaceDN w:val="0"/>
      <w:adjustRightInd w:val="0"/>
      <w:ind w:hanging="993"/>
    </w:pPr>
    <w:rPr>
      <w:rFonts w:ascii="Times New Roman" w:eastAsia="Times New Roman" w:hAnsi="Times New Roman"/>
      <w:noProof/>
    </w:rPr>
  </w:style>
  <w:style w:type="paragraph" w:styleId="BodyTextIndent2">
    <w:name w:val="Body Text Indent 2"/>
    <w:basedOn w:val="Normal"/>
    <w:pPr>
      <w:widowControl w:val="0"/>
      <w:autoSpaceDE w:val="0"/>
      <w:autoSpaceDN w:val="0"/>
      <w:adjustRightInd w:val="0"/>
      <w:ind w:left="-993"/>
    </w:pPr>
    <w:rPr>
      <w:rFonts w:ascii="Times New Roman" w:eastAsia="Times New Roman" w:hAnsi="Times New Roman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yne.broad\Downloads\PandanusPalms%20L'Head%20Template%20NO%20FAX%20new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PandanusPalms L'Head Template NO FAX new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0</CharactersWithSpaces>
  <SharedDoc>false</SharedDoc>
  <HLinks>
    <vt:vector size="12" baseType="variant">
      <vt:variant>
        <vt:i4>131106</vt:i4>
      </vt:variant>
      <vt:variant>
        <vt:i4>2076</vt:i4>
      </vt:variant>
      <vt:variant>
        <vt:i4>1025</vt:i4>
      </vt:variant>
      <vt:variant>
        <vt:i4>1</vt:i4>
      </vt:variant>
      <vt:variant>
        <vt:lpwstr>PandPalm logo</vt:lpwstr>
      </vt:variant>
      <vt:variant>
        <vt:lpwstr/>
      </vt:variant>
      <vt:variant>
        <vt:i4>4653165</vt:i4>
      </vt:variant>
      <vt:variant>
        <vt:i4>2079</vt:i4>
      </vt:variant>
      <vt:variant>
        <vt:i4>1026</vt:i4>
      </vt:variant>
      <vt:variant>
        <vt:i4>1</vt:i4>
      </vt:variant>
      <vt:variant>
        <vt:lpwstr>Letterhead details NO FAX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Pandanus Palms</dc:creator>
  <cp:lastModifiedBy>Wayne Broad</cp:lastModifiedBy>
  <cp:revision>2</cp:revision>
  <cp:lastPrinted>2016-02-24T00:42:00Z</cp:lastPrinted>
  <dcterms:created xsi:type="dcterms:W3CDTF">2021-09-13T02:01:00Z</dcterms:created>
  <dcterms:modified xsi:type="dcterms:W3CDTF">2021-09-13T02:01:00Z</dcterms:modified>
</cp:coreProperties>
</file>