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78676" w14:textId="77777777" w:rsidR="00D67B71" w:rsidRPr="002142EF" w:rsidRDefault="00D67B71">
      <w:pPr>
        <w:pStyle w:val="Kopfzeile"/>
        <w:tabs>
          <w:tab w:val="clear" w:pos="4536"/>
          <w:tab w:val="clear" w:pos="9072"/>
          <w:tab w:val="left" w:pos="7371"/>
        </w:tabs>
        <w:spacing w:line="235" w:lineRule="exact"/>
        <w:rPr>
          <w:rFonts w:ascii="Arial" w:hAnsi="Arial"/>
          <w:lang w:val="en-GB"/>
        </w:rPr>
      </w:pPr>
    </w:p>
    <w:p w14:paraId="7B3E3B33" w14:textId="77777777" w:rsidR="00D67B71" w:rsidRDefault="00D67B71">
      <w:pPr>
        <w:tabs>
          <w:tab w:val="left" w:pos="7371"/>
        </w:tabs>
        <w:spacing w:line="235" w:lineRule="exact"/>
        <w:rPr>
          <w:rFonts w:ascii="Arial" w:hAnsi="Arial"/>
          <w:lang w:val="en-GB"/>
        </w:rPr>
      </w:pPr>
    </w:p>
    <w:p w14:paraId="1D7207AB" w14:textId="77777777" w:rsidR="00D67B71" w:rsidRDefault="00D67B71">
      <w:pPr>
        <w:tabs>
          <w:tab w:val="left" w:pos="7371"/>
        </w:tabs>
        <w:spacing w:line="235" w:lineRule="exact"/>
        <w:rPr>
          <w:rFonts w:ascii="Arial" w:hAnsi="Arial"/>
          <w:lang w:val="en-GB"/>
        </w:rPr>
      </w:pPr>
    </w:p>
    <w:p w14:paraId="3A9CF394" w14:textId="77777777" w:rsidR="00D67B71" w:rsidRDefault="00D67B71">
      <w:pPr>
        <w:pStyle w:val="Kopfzeile"/>
        <w:tabs>
          <w:tab w:val="clear" w:pos="4536"/>
          <w:tab w:val="clear" w:pos="9072"/>
          <w:tab w:val="left" w:pos="7371"/>
        </w:tabs>
        <w:spacing w:line="235" w:lineRule="exact"/>
        <w:rPr>
          <w:rFonts w:ascii="Arial" w:hAnsi="Arial"/>
          <w:lang w:val="en-GB"/>
        </w:rPr>
      </w:pPr>
    </w:p>
    <w:p w14:paraId="3239410B" w14:textId="77777777" w:rsidR="00D67B71" w:rsidRDefault="002142EF">
      <w:pPr>
        <w:tabs>
          <w:tab w:val="left" w:pos="2674"/>
        </w:tabs>
        <w:spacing w:line="235" w:lineRule="exact"/>
        <w:rPr>
          <w:rFonts w:ascii="Arial" w:hAnsi="Arial"/>
          <w:lang w:val="en-GB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97FDD4" wp14:editId="54F155BA">
                <wp:simplePos x="0" y="0"/>
                <wp:positionH relativeFrom="column">
                  <wp:posOffset>-47625</wp:posOffset>
                </wp:positionH>
                <wp:positionV relativeFrom="paragraph">
                  <wp:posOffset>140970</wp:posOffset>
                </wp:positionV>
                <wp:extent cx="4681220" cy="0"/>
                <wp:effectExtent l="19050" t="26670" r="24130" b="20955"/>
                <wp:wrapNone/>
                <wp:docPr id="1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8122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B7DF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-3.75pt;margin-top:11.1pt;width:368.6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" strokecolor="#943634 [2405]" strokeweight="3pt">
                <v:shadow color="#622423 [1605]" opacity=".5" offset="1pt"/>
              </v:shape>
            </w:pict>
          </mc:Fallback>
        </mc:AlternateContent>
      </w:r>
      <w:r w:rsidR="00D67B71">
        <w:rPr>
          <w:rFonts w:ascii="Arial" w:hAnsi="Arial"/>
          <w:lang w:val="en-GB"/>
        </w:rPr>
        <w:tab/>
      </w:r>
    </w:p>
    <w:p w14:paraId="59811963" w14:textId="77777777" w:rsidR="00D67B71" w:rsidRDefault="00D67B71">
      <w:pPr>
        <w:tabs>
          <w:tab w:val="left" w:pos="7371"/>
        </w:tabs>
        <w:spacing w:line="235" w:lineRule="exact"/>
        <w:rPr>
          <w:rFonts w:ascii="Arial" w:hAnsi="Arial"/>
          <w:lang w:val="en-GB"/>
        </w:rPr>
      </w:pPr>
    </w:p>
    <w:p w14:paraId="48B7D55D" w14:textId="77777777" w:rsidR="00D67B71" w:rsidRDefault="002142EF">
      <w:pPr>
        <w:tabs>
          <w:tab w:val="left" w:pos="7371"/>
        </w:tabs>
        <w:rPr>
          <w:rFonts w:ascii="Arial" w:hAnsi="Arial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72A4C0" wp14:editId="2E20AA30">
                <wp:simplePos x="0" y="0"/>
                <wp:positionH relativeFrom="column">
                  <wp:posOffset>-43180</wp:posOffset>
                </wp:positionH>
                <wp:positionV relativeFrom="paragraph">
                  <wp:posOffset>147320</wp:posOffset>
                </wp:positionV>
                <wp:extent cx="4343400" cy="1066800"/>
                <wp:effectExtent l="0" t="0" r="0" b="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168D31" w14:textId="13CF0230" w:rsidR="005B353D" w:rsidRDefault="005B353D" w:rsidP="005B353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eastAsia="Times New Roman" w:hAnsi="Arial" w:cs="Times New Roman"/>
                                <w:kern w:val="2"/>
                                <w:sz w:val="24"/>
                                <w:szCs w:val="24"/>
                                <w:lang w:val="en-US" w:eastAsia="en-US"/>
                              </w:rPr>
                            </w:pPr>
                          </w:p>
                          <w:p w14:paraId="256D12EB" w14:textId="12A70375" w:rsidR="00125C77" w:rsidRDefault="00125C77" w:rsidP="005B353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eastAsia="Times New Roman" w:hAnsi="Arial" w:cs="Times New Roman"/>
                                <w:kern w:val="2"/>
                                <w:sz w:val="24"/>
                                <w:szCs w:val="24"/>
                                <w:lang w:val="en-US" w:eastAsia="en-US"/>
                              </w:rPr>
                            </w:pPr>
                          </w:p>
                          <w:p w14:paraId="587EE723" w14:textId="17761E4E" w:rsidR="00125C77" w:rsidRDefault="00125C77" w:rsidP="005B353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eastAsia="Times New Roman" w:hAnsi="Arial" w:cs="Times New Roman"/>
                                <w:kern w:val="2"/>
                                <w:sz w:val="24"/>
                                <w:szCs w:val="24"/>
                                <w:lang w:val="en-US" w:eastAsia="en-US"/>
                              </w:rPr>
                            </w:pPr>
                          </w:p>
                          <w:p w14:paraId="29756217" w14:textId="5D743AED" w:rsidR="00125C77" w:rsidRPr="003B745A" w:rsidRDefault="00125C77" w:rsidP="005B353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eastAsia="Times New Roman" w:hAnsi="Arial" w:cs="Times New Roman"/>
                                <w:kern w:val="2"/>
                                <w:sz w:val="24"/>
                                <w:szCs w:val="24"/>
                                <w:lang w:val="en-US" w:eastAsia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2A4C0" id="Rectangle 2" o:spid="_x0000_s1026" style="position:absolute;margin-left:-3.4pt;margin-top:11.6pt;width:342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" filled="f" stroked="f" strokeweight="0">
                <v:textbox inset="0,0,0,0">
                  <w:txbxContent>
                    <w:p w14:paraId="70168D31" w14:textId="13CF0230" w:rsidR="005B353D" w:rsidRDefault="005B353D" w:rsidP="005B353D">
                      <w:pPr>
                        <w:pStyle w:val="StandardWeb"/>
                        <w:spacing w:before="0" w:beforeAutospacing="0" w:after="0" w:afterAutospacing="0"/>
                        <w:rPr>
                          <w:rFonts w:ascii="Arial" w:eastAsia="Times New Roman" w:hAnsi="Arial" w:cs="Times New Roman"/>
                          <w:kern w:val="2"/>
                          <w:sz w:val="24"/>
                          <w:szCs w:val="24"/>
                          <w:lang w:val="en-US" w:eastAsia="en-US"/>
                        </w:rPr>
                      </w:pPr>
                    </w:p>
                    <w:p w14:paraId="256D12EB" w14:textId="12A70375" w:rsidR="00125C77" w:rsidRDefault="00125C77" w:rsidP="005B353D">
                      <w:pPr>
                        <w:pStyle w:val="StandardWeb"/>
                        <w:spacing w:before="0" w:beforeAutospacing="0" w:after="0" w:afterAutospacing="0"/>
                        <w:rPr>
                          <w:rFonts w:ascii="Arial" w:eastAsia="Times New Roman" w:hAnsi="Arial" w:cs="Times New Roman"/>
                          <w:kern w:val="2"/>
                          <w:sz w:val="24"/>
                          <w:szCs w:val="24"/>
                          <w:lang w:val="en-US" w:eastAsia="en-US"/>
                        </w:rPr>
                      </w:pPr>
                    </w:p>
                    <w:p w14:paraId="587EE723" w14:textId="17761E4E" w:rsidR="00125C77" w:rsidRDefault="00125C77" w:rsidP="005B353D">
                      <w:pPr>
                        <w:pStyle w:val="StandardWeb"/>
                        <w:spacing w:before="0" w:beforeAutospacing="0" w:after="0" w:afterAutospacing="0"/>
                        <w:rPr>
                          <w:rFonts w:ascii="Arial" w:eastAsia="Times New Roman" w:hAnsi="Arial" w:cs="Times New Roman"/>
                          <w:kern w:val="2"/>
                          <w:sz w:val="24"/>
                          <w:szCs w:val="24"/>
                          <w:lang w:val="en-US" w:eastAsia="en-US"/>
                        </w:rPr>
                      </w:pPr>
                    </w:p>
                    <w:p w14:paraId="29756217" w14:textId="5D743AED" w:rsidR="00125C77" w:rsidRPr="003B745A" w:rsidRDefault="00125C77" w:rsidP="005B353D">
                      <w:pPr>
                        <w:pStyle w:val="StandardWeb"/>
                        <w:spacing w:before="0" w:beforeAutospacing="0" w:after="0" w:afterAutospacing="0"/>
                        <w:rPr>
                          <w:rFonts w:ascii="Arial" w:eastAsia="Times New Roman" w:hAnsi="Arial" w:cs="Times New Roman"/>
                          <w:kern w:val="2"/>
                          <w:sz w:val="24"/>
                          <w:szCs w:val="24"/>
                          <w:lang w:val="en-US" w:eastAsia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F8127ED" w14:textId="77777777" w:rsidR="00D67B71" w:rsidRDefault="00D67B71">
      <w:pPr>
        <w:tabs>
          <w:tab w:val="left" w:pos="7371"/>
        </w:tabs>
        <w:rPr>
          <w:rFonts w:ascii="Arial" w:hAnsi="Arial"/>
          <w:lang w:val="en-GB"/>
        </w:rPr>
      </w:pPr>
    </w:p>
    <w:p w14:paraId="28E59274" w14:textId="77777777" w:rsidR="00D67B71" w:rsidRDefault="00D67B71">
      <w:pPr>
        <w:tabs>
          <w:tab w:val="left" w:pos="7371"/>
        </w:tabs>
        <w:rPr>
          <w:rFonts w:ascii="Arial" w:hAnsi="Arial"/>
          <w:lang w:val="en-GB"/>
        </w:rPr>
      </w:pPr>
    </w:p>
    <w:p w14:paraId="0A304070" w14:textId="77777777" w:rsidR="00D67B71" w:rsidRDefault="00D67B71">
      <w:pPr>
        <w:pStyle w:val="Kopfzeile"/>
        <w:tabs>
          <w:tab w:val="clear" w:pos="4536"/>
          <w:tab w:val="clear" w:pos="9072"/>
          <w:tab w:val="left" w:pos="7371"/>
        </w:tabs>
        <w:rPr>
          <w:rFonts w:ascii="Arial" w:hAnsi="Arial"/>
          <w:lang w:val="en-GB"/>
        </w:rPr>
      </w:pPr>
    </w:p>
    <w:p w14:paraId="7824C96C" w14:textId="77777777" w:rsidR="00D67B71" w:rsidRDefault="00D67B71">
      <w:pPr>
        <w:tabs>
          <w:tab w:val="left" w:pos="7371"/>
        </w:tabs>
        <w:rPr>
          <w:rFonts w:ascii="Arial" w:hAnsi="Arial"/>
          <w:lang w:val="en-GB"/>
        </w:rPr>
      </w:pPr>
    </w:p>
    <w:p w14:paraId="3650320A" w14:textId="77777777" w:rsidR="00D67B71" w:rsidRDefault="00D67B71">
      <w:pPr>
        <w:tabs>
          <w:tab w:val="left" w:pos="5670"/>
          <w:tab w:val="left" w:pos="7371"/>
        </w:tabs>
        <w:rPr>
          <w:rFonts w:ascii="Arial" w:hAnsi="Arial"/>
          <w:lang w:val="en-GB"/>
        </w:rPr>
      </w:pPr>
    </w:p>
    <w:p w14:paraId="3D9C8293" w14:textId="77777777" w:rsidR="00D67B71" w:rsidRDefault="00D67B71">
      <w:pPr>
        <w:tabs>
          <w:tab w:val="left" w:pos="4820"/>
          <w:tab w:val="left" w:pos="7088"/>
        </w:tabs>
        <w:rPr>
          <w:rFonts w:ascii="Arial" w:hAnsi="Arial"/>
          <w:b/>
          <w:bCs/>
          <w:sz w:val="20"/>
          <w:lang w:val="en-GB"/>
        </w:rPr>
      </w:pPr>
    </w:p>
    <w:p w14:paraId="384A0C2E" w14:textId="77777777" w:rsidR="0090099D" w:rsidRDefault="0090099D" w:rsidP="0015494D">
      <w:pPr>
        <w:tabs>
          <w:tab w:val="left" w:pos="3828"/>
          <w:tab w:val="left" w:pos="7088"/>
        </w:tabs>
        <w:rPr>
          <w:rFonts w:ascii="Arial" w:hAnsi="Arial"/>
          <w:b/>
          <w:bCs/>
          <w:sz w:val="20"/>
        </w:rPr>
      </w:pPr>
    </w:p>
    <w:p w14:paraId="0BC22531" w14:textId="77777777" w:rsidR="00DF4F5B" w:rsidRDefault="00DF4F5B" w:rsidP="00ED2E57">
      <w:pPr>
        <w:tabs>
          <w:tab w:val="left" w:pos="4536"/>
          <w:tab w:val="left" w:pos="7088"/>
        </w:tabs>
        <w:rPr>
          <w:rFonts w:ascii="Arial" w:hAnsi="Arial"/>
          <w:b/>
          <w:bCs/>
          <w:sz w:val="20"/>
        </w:rPr>
      </w:pPr>
    </w:p>
    <w:p w14:paraId="32199288" w14:textId="0B11DB13" w:rsidR="00D67B71" w:rsidRDefault="00D67B71" w:rsidP="00ED2E57">
      <w:pPr>
        <w:tabs>
          <w:tab w:val="left" w:pos="4536"/>
          <w:tab w:val="left" w:pos="7088"/>
        </w:tabs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Unser Zeichen:</w:t>
      </w:r>
      <w:r w:rsidR="00E25F62">
        <w:rPr>
          <w:rFonts w:ascii="Arial" w:hAnsi="Arial"/>
          <w:b/>
          <w:bCs/>
          <w:sz w:val="20"/>
        </w:rPr>
        <w:t xml:space="preserve"> </w:t>
      </w:r>
      <w:r w:rsidR="00A31BC2">
        <w:rPr>
          <w:rFonts w:ascii="Arial" w:hAnsi="Arial"/>
          <w:b/>
          <w:bCs/>
          <w:sz w:val="20"/>
        </w:rPr>
        <w:t>4</w:t>
      </w:r>
      <w:r w:rsidR="00427EB9">
        <w:rPr>
          <w:rFonts w:ascii="Arial" w:hAnsi="Arial"/>
          <w:b/>
          <w:bCs/>
          <w:sz w:val="20"/>
        </w:rPr>
        <w:t>1</w:t>
      </w:r>
      <w:r w:rsidR="00125C77">
        <w:rPr>
          <w:rFonts w:ascii="Arial" w:hAnsi="Arial"/>
          <w:b/>
          <w:bCs/>
          <w:sz w:val="20"/>
        </w:rPr>
        <w:t xml:space="preserve"> </w:t>
      </w:r>
      <w:r w:rsidR="001033D5">
        <w:rPr>
          <w:rFonts w:ascii="Arial" w:hAnsi="Arial"/>
          <w:b/>
          <w:bCs/>
          <w:sz w:val="20"/>
        </w:rPr>
        <w:t>xxx/xx</w:t>
      </w:r>
      <w:r>
        <w:rPr>
          <w:rFonts w:ascii="Arial" w:hAnsi="Arial"/>
        </w:rPr>
        <w:tab/>
      </w:r>
      <w:r w:rsidR="00ED2E57">
        <w:rPr>
          <w:rFonts w:ascii="Arial" w:hAnsi="Arial"/>
          <w:sz w:val="20"/>
        </w:rPr>
        <w:t>Meilen</w:t>
      </w:r>
      <w:r>
        <w:rPr>
          <w:rFonts w:ascii="Arial" w:hAnsi="Arial"/>
          <w:sz w:val="20"/>
        </w:rPr>
        <w:t xml:space="preserve">, </w:t>
      </w:r>
      <w:r w:rsidR="00E25F62">
        <w:rPr>
          <w:rFonts w:ascii="Arial" w:hAnsi="Arial"/>
          <w:sz w:val="20"/>
        </w:rPr>
        <w:t xml:space="preserve">den </w:t>
      </w:r>
      <w:r w:rsidR="00F83B39">
        <w:rPr>
          <w:rFonts w:ascii="Arial" w:hAnsi="Arial"/>
          <w:sz w:val="20"/>
        </w:rPr>
        <w:fldChar w:fldCharType="begin"/>
      </w:r>
      <w:r w:rsidR="00F83B39">
        <w:rPr>
          <w:rFonts w:ascii="Arial" w:hAnsi="Arial"/>
          <w:sz w:val="20"/>
        </w:rPr>
        <w:instrText xml:space="preserve"> TIME \@ "dd. MMM. yyyy" </w:instrText>
      </w:r>
      <w:r w:rsidR="00F83B39">
        <w:rPr>
          <w:rFonts w:ascii="Arial" w:hAnsi="Arial"/>
          <w:sz w:val="20"/>
        </w:rPr>
        <w:fldChar w:fldCharType="separate"/>
      </w:r>
      <w:r w:rsidR="001033D5">
        <w:rPr>
          <w:rFonts w:ascii="Arial" w:hAnsi="Arial"/>
          <w:noProof/>
          <w:sz w:val="20"/>
        </w:rPr>
        <w:t>14. Mär. 2021</w:t>
      </w:r>
      <w:r w:rsidR="00F83B39">
        <w:rPr>
          <w:rFonts w:ascii="Arial" w:hAnsi="Arial"/>
          <w:sz w:val="20"/>
        </w:rPr>
        <w:fldChar w:fldCharType="end"/>
      </w:r>
    </w:p>
    <w:p w14:paraId="1A173B0F" w14:textId="77777777" w:rsidR="00F61A87" w:rsidRDefault="00F61A87" w:rsidP="00BF4B2C">
      <w:pPr>
        <w:tabs>
          <w:tab w:val="left" w:pos="3828"/>
          <w:tab w:val="left" w:pos="7088"/>
        </w:tabs>
        <w:rPr>
          <w:rFonts w:ascii="Arial" w:hAnsi="Arial"/>
          <w:noProof/>
        </w:rPr>
      </w:pPr>
    </w:p>
    <w:p w14:paraId="08416527" w14:textId="77777777" w:rsidR="00D67B71" w:rsidRDefault="002142EF" w:rsidP="00672DA1">
      <w:pPr>
        <w:pStyle w:val="Kopfzeile"/>
        <w:tabs>
          <w:tab w:val="clear" w:pos="4536"/>
          <w:tab w:val="clear" w:pos="9072"/>
          <w:tab w:val="left" w:pos="7371"/>
        </w:tabs>
        <w:rPr>
          <w:rFonts w:ascii="Arial" w:hAnsi="Arial"/>
        </w:rPr>
        <w:sectPr w:rsidR="00D67B7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3401" w:bottom="1134" w:left="1418" w:header="720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01B633A" wp14:editId="45BA83A2">
                <wp:simplePos x="0" y="0"/>
                <wp:positionH relativeFrom="column">
                  <wp:posOffset>11300</wp:posOffset>
                </wp:positionH>
                <wp:positionV relativeFrom="paragraph">
                  <wp:posOffset>109220</wp:posOffset>
                </wp:positionV>
                <wp:extent cx="4857115" cy="904875"/>
                <wp:effectExtent l="0" t="0" r="6985" b="952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115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A6B0F" w14:textId="77777777" w:rsidR="00BF4B2C" w:rsidRPr="00F83B39" w:rsidRDefault="00BF4B2C" w:rsidP="00383602">
                            <w:pPr>
                              <w:rPr>
                                <w:rFonts w:ascii="Arial" w:hAnsi="Arial"/>
                                <w:u w:val="single"/>
                              </w:rPr>
                            </w:pPr>
                          </w:p>
                          <w:p w14:paraId="4078FCF9" w14:textId="3BF76310" w:rsidR="00125C77" w:rsidRPr="00CB76F2" w:rsidRDefault="00125C7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B76F2">
                              <w:rPr>
                                <w:b/>
                                <w:bCs/>
                              </w:rPr>
                              <w:t>Terminbestätigung 17.02.2021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1B633A" id="Rectangle 3" o:spid="_x0000_s1027" style="position:absolute;margin-left:.9pt;margin-top:8.6pt;width:382.45pt;height: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" o:allowincell="f" filled="f" stroked="f" strokeweight="0">
                <v:textbox inset="0,0,0,0">
                  <w:txbxContent>
                    <w:p w14:paraId="50CA6B0F" w14:textId="77777777" w:rsidR="00BF4B2C" w:rsidRPr="00F83B39" w:rsidRDefault="00BF4B2C" w:rsidP="00383602">
                      <w:pPr>
                        <w:rPr>
                          <w:rFonts w:ascii="Arial" w:hAnsi="Arial"/>
                          <w:u w:val="single"/>
                        </w:rPr>
                      </w:pPr>
                    </w:p>
                    <w:p w14:paraId="4078FCF9" w14:textId="3BF76310" w:rsidR="00125C77" w:rsidRPr="00CB76F2" w:rsidRDefault="00125C77">
                      <w:pPr>
                        <w:rPr>
                          <w:b/>
                          <w:bCs/>
                        </w:rPr>
                      </w:pPr>
                      <w:r w:rsidRPr="00CB76F2">
                        <w:rPr>
                          <w:b/>
                          <w:bCs/>
                        </w:rPr>
                        <w:t>Terminbestätigung 17.02.2021</w:t>
                      </w:r>
                    </w:p>
                  </w:txbxContent>
                </v:textbox>
              </v:rect>
            </w:pict>
          </mc:Fallback>
        </mc:AlternateContent>
      </w:r>
    </w:p>
    <w:p w14:paraId="4FD22D35" w14:textId="77777777" w:rsidR="00D67B71" w:rsidRDefault="00D67B71">
      <w:pPr>
        <w:tabs>
          <w:tab w:val="left" w:pos="7371"/>
        </w:tabs>
        <w:spacing w:line="235" w:lineRule="exact"/>
        <w:rPr>
          <w:rFonts w:ascii="Arial" w:hAnsi="Arial"/>
        </w:rPr>
      </w:pPr>
    </w:p>
    <w:p w14:paraId="4D1D3241" w14:textId="77777777" w:rsidR="00F61A87" w:rsidRDefault="00F61A87">
      <w:pPr>
        <w:tabs>
          <w:tab w:val="left" w:pos="7371"/>
        </w:tabs>
        <w:spacing w:line="235" w:lineRule="exact"/>
        <w:rPr>
          <w:rFonts w:ascii="Arial" w:hAnsi="Arial"/>
        </w:rPr>
      </w:pPr>
    </w:p>
    <w:p w14:paraId="741DC5F2" w14:textId="77777777" w:rsidR="00AC384C" w:rsidRPr="008E1A14" w:rsidRDefault="00AC384C" w:rsidP="008E1A14">
      <w:pPr>
        <w:tabs>
          <w:tab w:val="left" w:pos="7371"/>
        </w:tabs>
        <w:spacing w:line="360" w:lineRule="auto"/>
        <w:jc w:val="both"/>
        <w:rPr>
          <w:rFonts w:ascii="Arial" w:hAnsi="Arial"/>
          <w:szCs w:val="24"/>
        </w:rPr>
      </w:pPr>
    </w:p>
    <w:p w14:paraId="7A2E577B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2BE76E18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471B7152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14B37F30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6EED4269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3459356A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36AA1304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17FE5103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6E7D2001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5FA2C614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4A31A3E2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6B44F783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3719CFC6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0B405171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48138E2D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5473E7C7" w14:textId="77777777" w:rsidR="001033D5" w:rsidRDefault="001033D5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228248EF" w14:textId="3142383A" w:rsidR="00125C77" w:rsidRPr="00125C77" w:rsidRDefault="00E479D0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56191" behindDoc="1" locked="0" layoutInCell="1" allowOverlap="0" wp14:anchorId="3373C8B0" wp14:editId="1B6C5188">
            <wp:simplePos x="0" y="0"/>
            <wp:positionH relativeFrom="column">
              <wp:posOffset>-112073</wp:posOffset>
            </wp:positionH>
            <wp:positionV relativeFrom="page">
              <wp:posOffset>8119458</wp:posOffset>
            </wp:positionV>
            <wp:extent cx="2060521" cy="935077"/>
            <wp:effectExtent l="0" t="0" r="0" b="5080"/>
            <wp:wrapNone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13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521" cy="9350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10E68A" w14:textId="196A4561" w:rsidR="00F83B39" w:rsidRDefault="00F83B39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  <w:r w:rsidRPr="00125C77">
        <w:rPr>
          <w:rFonts w:ascii="Arial" w:hAnsi="Arial" w:cs="Arial"/>
          <w:sz w:val="21"/>
          <w:szCs w:val="21"/>
        </w:rPr>
        <w:t>Mit freundlichen Grüßen</w:t>
      </w:r>
    </w:p>
    <w:p w14:paraId="2FB1DA0F" w14:textId="77777777" w:rsidR="00E479D0" w:rsidRDefault="00E479D0" w:rsidP="00E479D0">
      <w:pPr>
        <w:tabs>
          <w:tab w:val="left" w:pos="7371"/>
        </w:tabs>
        <w:spacing w:line="360" w:lineRule="auto"/>
        <w:ind w:right="-1418"/>
        <w:rPr>
          <w:rFonts w:ascii="Arial" w:hAnsi="Arial" w:cs="Arial"/>
          <w:sz w:val="21"/>
          <w:szCs w:val="21"/>
        </w:rPr>
      </w:pPr>
    </w:p>
    <w:p w14:paraId="10D52A9B" w14:textId="77777777" w:rsidR="00E479D0" w:rsidRDefault="00E479D0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</w:p>
    <w:p w14:paraId="26674BEF" w14:textId="550736FB" w:rsidR="00F83B39" w:rsidRPr="00125C77" w:rsidRDefault="00F83B39" w:rsidP="00F83B39">
      <w:pPr>
        <w:tabs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  <w:r w:rsidRPr="00125C77">
        <w:rPr>
          <w:rFonts w:ascii="Arial" w:hAnsi="Arial" w:cs="Arial"/>
          <w:sz w:val="21"/>
          <w:szCs w:val="21"/>
        </w:rPr>
        <w:t>Dr. Marcel Faßbender</w:t>
      </w:r>
    </w:p>
    <w:p w14:paraId="63D8CF5D" w14:textId="77777777" w:rsidR="00F83B39" w:rsidRPr="00125C77" w:rsidRDefault="00F83B39" w:rsidP="00F83B39">
      <w:pPr>
        <w:tabs>
          <w:tab w:val="left" w:pos="6663"/>
          <w:tab w:val="left" w:pos="7371"/>
        </w:tabs>
        <w:spacing w:line="360" w:lineRule="auto"/>
        <w:ind w:right="-1418"/>
        <w:jc w:val="both"/>
        <w:rPr>
          <w:rFonts w:ascii="Arial" w:hAnsi="Arial" w:cs="Arial"/>
          <w:sz w:val="21"/>
          <w:szCs w:val="21"/>
        </w:rPr>
      </w:pPr>
      <w:r w:rsidRPr="00125C77">
        <w:rPr>
          <w:rFonts w:ascii="Arial" w:hAnsi="Arial" w:cs="Arial"/>
          <w:sz w:val="21"/>
          <w:szCs w:val="21"/>
        </w:rPr>
        <w:t>- Rechtsanwalt –</w:t>
      </w:r>
    </w:p>
    <w:sectPr w:rsidR="00F83B39" w:rsidRPr="00125C77" w:rsidSect="00125C7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268" w:right="48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0B340D" w14:textId="77777777" w:rsidR="00051633" w:rsidRDefault="00051633">
      <w:r>
        <w:separator/>
      </w:r>
    </w:p>
  </w:endnote>
  <w:endnote w:type="continuationSeparator" w:id="0">
    <w:p w14:paraId="7F314A8B" w14:textId="77777777" w:rsidR="00051633" w:rsidRDefault="0005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940B9" w14:textId="77777777" w:rsidR="00CA34CB" w:rsidRDefault="00CA34C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0C8A8" w14:textId="77777777" w:rsidR="00D67B71" w:rsidRDefault="003E2DD5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62CB78D" wp14:editId="7C8A3E9D">
              <wp:simplePos x="0" y="0"/>
              <wp:positionH relativeFrom="margin">
                <wp:posOffset>4881245</wp:posOffset>
              </wp:positionH>
              <wp:positionV relativeFrom="margin">
                <wp:posOffset>5186045</wp:posOffset>
              </wp:positionV>
              <wp:extent cx="1647825" cy="4457700"/>
              <wp:effectExtent l="0" t="0" r="9525" b="0"/>
              <wp:wrapNone/>
              <wp:docPr id="7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825" cy="445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0B6C0" w14:textId="77777777" w:rsidR="00D67B71" w:rsidRDefault="00D67B71">
                          <w:pPr>
                            <w:pStyle w:val="berschrift1"/>
                            <w:rPr>
                              <w:b/>
                              <w:sz w:val="16"/>
                            </w:rPr>
                          </w:pPr>
                        </w:p>
                        <w:p w14:paraId="1CFFD14C" w14:textId="77777777" w:rsidR="00197171" w:rsidRDefault="00197171">
                          <w:pPr>
                            <w:pStyle w:val="berschrift2"/>
                          </w:pPr>
                        </w:p>
                        <w:p w14:paraId="1D0D19AB" w14:textId="77777777" w:rsidR="000E399B" w:rsidRDefault="000E399B" w:rsidP="00570BA1">
                          <w:pPr>
                            <w:pStyle w:val="berschrift2"/>
                          </w:pPr>
                          <w:r>
                            <w:t>EG Dr. Faßbender Rechtsanwälte &amp; Mediatoren</w:t>
                          </w:r>
                        </w:p>
                        <w:p w14:paraId="1A9E6C6C" w14:textId="77777777" w:rsidR="000E399B" w:rsidRDefault="000E399B" w:rsidP="00570BA1">
                          <w:pPr>
                            <w:pStyle w:val="berschrift2"/>
                          </w:pPr>
                        </w:p>
                        <w:p w14:paraId="4AB220A8" w14:textId="77777777" w:rsidR="00570BA1" w:rsidRDefault="00570BA1" w:rsidP="00570BA1">
                          <w:pPr>
                            <w:pStyle w:val="berschrift2"/>
                          </w:pPr>
                          <w:r>
                            <w:t>Rechtsanwältin &amp; Mediatorin</w:t>
                          </w:r>
                        </w:p>
                        <w:p w14:paraId="2E9BBA6E" w14:textId="77777777" w:rsidR="00570BA1" w:rsidRDefault="00570BA1" w:rsidP="00570BA1">
                          <w:pPr>
                            <w:pStyle w:val="berschrift2"/>
                          </w:pPr>
                          <w:r>
                            <w:t>Nicole-Denise Faßbender</w:t>
                          </w:r>
                        </w:p>
                        <w:p w14:paraId="274BC8EE" w14:textId="77777777" w:rsidR="00570BA1" w:rsidRDefault="00570BA1" w:rsidP="00570BA1">
                          <w:pPr>
                            <w:rPr>
                              <w:rFonts w:ascii="Times New Roman" w:hAnsi="Times New Roman"/>
                              <w:b/>
                              <w:bCs/>
                              <w:sz w:val="16"/>
                            </w:rPr>
                          </w:pPr>
                        </w:p>
                        <w:p w14:paraId="21682A6E" w14:textId="77777777" w:rsidR="00570BA1" w:rsidRDefault="00570BA1" w:rsidP="00570BA1">
                          <w:pPr>
                            <w:rPr>
                              <w:rFonts w:ascii="Times New Roman" w:hAnsi="Times New Roman"/>
                              <w:b/>
                              <w:bCs/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6"/>
                            </w:rPr>
                            <w:t>Rechtsanwalt &amp; Mediator</w:t>
                          </w:r>
                        </w:p>
                        <w:p w14:paraId="34307AE1" w14:textId="77777777" w:rsidR="00570BA1" w:rsidRDefault="00570BA1" w:rsidP="00570BA1">
                          <w:pPr>
                            <w:pStyle w:val="berschrift1"/>
                            <w:spacing w:line="360" w:lineRule="auto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Dr. iur. Marcel Faßbender</w:t>
                          </w:r>
                        </w:p>
                        <w:p w14:paraId="42E6D710" w14:textId="77777777" w:rsidR="00570BA1" w:rsidRDefault="00570BA1" w:rsidP="00570BA1">
                          <w:pPr>
                            <w:rPr>
                              <w:sz w:val="16"/>
                            </w:rPr>
                          </w:pPr>
                          <w:r w:rsidRPr="0034214F">
                            <w:rPr>
                              <w:sz w:val="16"/>
                            </w:rPr>
                            <w:t>Durststr. 5</w:t>
                          </w:r>
                          <w:r w:rsidRPr="003E2DD5">
                            <w:rPr>
                              <w:sz w:val="16"/>
                            </w:rPr>
                            <w:br/>
                            <w:t>CH</w:t>
                          </w:r>
                          <w:r w:rsidR="000E399B">
                            <w:rPr>
                              <w:sz w:val="16"/>
                            </w:rPr>
                            <w:t xml:space="preserve"> </w:t>
                          </w:r>
                          <w:r w:rsidRPr="003E2DD5">
                            <w:rPr>
                              <w:sz w:val="16"/>
                            </w:rPr>
                            <w:t>-</w:t>
                          </w:r>
                          <w:r w:rsidR="000E399B">
                            <w:rPr>
                              <w:sz w:val="16"/>
                            </w:rPr>
                            <w:t xml:space="preserve"> </w:t>
                          </w:r>
                          <w:r w:rsidRPr="003E2DD5">
                            <w:rPr>
                              <w:sz w:val="16"/>
                            </w:rPr>
                            <w:t>8706 Meilen (ZH)</w:t>
                          </w:r>
                          <w:r>
                            <w:rPr>
                              <w:b/>
                              <w:sz w:val="16"/>
                            </w:rPr>
                            <w:br/>
                          </w:r>
                          <w:r>
                            <w:rPr>
                              <w:b/>
                              <w:sz w:val="16"/>
                            </w:rPr>
                            <w:br/>
                          </w:r>
                        </w:p>
                        <w:p w14:paraId="2CD56C09" w14:textId="77777777" w:rsidR="00570BA1" w:rsidRDefault="00570BA1" w:rsidP="00570BA1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Telefon</w:t>
                          </w:r>
                        </w:p>
                        <w:p w14:paraId="129E6C57" w14:textId="77777777" w:rsidR="00570BA1" w:rsidRPr="00F44024" w:rsidRDefault="00570BA1" w:rsidP="00570BA1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+41 (0)43 - 542 98 22 </w:t>
                          </w:r>
                          <w:r>
                            <w:rPr>
                              <w:sz w:val="16"/>
                            </w:rPr>
                            <w:br/>
                          </w:r>
                          <w:r w:rsidRPr="00F44024">
                            <w:rPr>
                              <w:sz w:val="16"/>
                            </w:rPr>
                            <w:t>Fax</w:t>
                          </w:r>
                        </w:p>
                        <w:p w14:paraId="62AEFBA1" w14:textId="77777777" w:rsidR="00570BA1" w:rsidRPr="00F44024" w:rsidRDefault="00570BA1" w:rsidP="00570BA1">
                          <w:pPr>
                            <w:rPr>
                              <w:sz w:val="16"/>
                            </w:rPr>
                          </w:pPr>
                          <w:r w:rsidRPr="00F44024">
                            <w:rPr>
                              <w:sz w:val="16"/>
                            </w:rPr>
                            <w:t xml:space="preserve">+41 (0)43 – 542 97 72 </w:t>
                          </w:r>
                          <w:r w:rsidRPr="00F44024">
                            <w:rPr>
                              <w:sz w:val="16"/>
                            </w:rPr>
                            <w:br/>
                          </w:r>
                        </w:p>
                        <w:p w14:paraId="6DF827E7" w14:textId="77777777" w:rsidR="00570BA1" w:rsidRPr="00F44024" w:rsidRDefault="00F83B39" w:rsidP="00570BA1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M.Fassbender</w:t>
                          </w:r>
                          <w:r w:rsidR="00570BA1" w:rsidRPr="000E399B">
                            <w:rPr>
                              <w:sz w:val="16"/>
                              <w:szCs w:val="16"/>
                            </w:rPr>
                            <w:t>@Dr-</w:t>
                          </w:r>
                          <w:r w:rsidR="00570BA1" w:rsidRPr="00F44024">
                            <w:rPr>
                              <w:sz w:val="16"/>
                            </w:rPr>
                            <w:t>Fassbender.ch</w:t>
                          </w:r>
                        </w:p>
                        <w:p w14:paraId="641FAFA5" w14:textId="77777777" w:rsidR="00570BA1" w:rsidRPr="00F44024" w:rsidRDefault="00570BA1" w:rsidP="00570BA1">
                          <w:pPr>
                            <w:rPr>
                              <w:sz w:val="16"/>
                            </w:rPr>
                          </w:pPr>
                        </w:p>
                        <w:p w14:paraId="2EA227FB" w14:textId="77777777" w:rsidR="00570BA1" w:rsidRPr="000E399B" w:rsidRDefault="00570BA1" w:rsidP="00570BA1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Bankverbindung</w:t>
                          </w:r>
                          <w:r>
                            <w:rPr>
                              <w:sz w:val="16"/>
                            </w:rPr>
                            <w:br/>
                          </w:r>
                          <w:r w:rsidRPr="000E399B">
                            <w:rPr>
                              <w:sz w:val="16"/>
                            </w:rPr>
                            <w:t>Credit Suisse 8070 Zürich</w:t>
                          </w:r>
                        </w:p>
                        <w:p w14:paraId="1DE49643" w14:textId="77777777" w:rsidR="00570BA1" w:rsidRDefault="00570BA1" w:rsidP="00570BA1">
                          <w:pPr>
                            <w:tabs>
                              <w:tab w:val="left" w:pos="284"/>
                            </w:tabs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BIC: CRESCHZZ80A</w:t>
                          </w:r>
                        </w:p>
                        <w:p w14:paraId="65654627" w14:textId="77777777" w:rsidR="00570BA1" w:rsidRPr="000E399B" w:rsidRDefault="00570BA1" w:rsidP="00570BA1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br/>
                          </w:r>
                          <w:r w:rsidRPr="000E399B">
                            <w:rPr>
                              <w:sz w:val="16"/>
                            </w:rPr>
                            <w:t>für CHF-Beträge:</w:t>
                          </w:r>
                        </w:p>
                        <w:p w14:paraId="794140BF" w14:textId="77777777" w:rsidR="00570BA1" w:rsidRDefault="00570BA1" w:rsidP="00570BA1">
                          <w:pPr>
                            <w:tabs>
                              <w:tab w:val="left" w:pos="284"/>
                            </w:tabs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IBAN: CH81 0483 5137 3489 9100 0</w:t>
                          </w:r>
                        </w:p>
                        <w:p w14:paraId="575DE5E2" w14:textId="77777777" w:rsidR="00570BA1" w:rsidRPr="000E399B" w:rsidRDefault="00570BA1" w:rsidP="00570BA1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br/>
                          </w:r>
                          <w:r w:rsidRPr="000E399B">
                            <w:rPr>
                              <w:sz w:val="16"/>
                            </w:rPr>
                            <w:t>für EURO-Beträge:</w:t>
                          </w:r>
                        </w:p>
                        <w:p w14:paraId="4848EABD" w14:textId="77777777" w:rsidR="00570BA1" w:rsidRPr="00570BA1" w:rsidRDefault="00570BA1" w:rsidP="00570BA1">
                          <w:pPr>
                            <w:rPr>
                              <w:sz w:val="16"/>
                              <w:lang w:val="en-US"/>
                            </w:rPr>
                          </w:pPr>
                          <w:r w:rsidRPr="00570BA1">
                            <w:rPr>
                              <w:sz w:val="16"/>
                              <w:lang w:val="en-US"/>
                            </w:rPr>
                            <w:t>IBAN: CH47 0483 5137 3489 9200 0</w:t>
                          </w:r>
                        </w:p>
                        <w:p w14:paraId="3062341F" w14:textId="77777777" w:rsidR="00570BA1" w:rsidRPr="00570BA1" w:rsidRDefault="00570BA1" w:rsidP="00570BA1">
                          <w:pPr>
                            <w:tabs>
                              <w:tab w:val="left" w:pos="284"/>
                            </w:tabs>
                            <w:rPr>
                              <w:sz w:val="16"/>
                              <w:lang w:val="en-US"/>
                            </w:rPr>
                          </w:pPr>
                        </w:p>
                        <w:p w14:paraId="42764C79" w14:textId="77777777" w:rsidR="00570BA1" w:rsidRPr="004423ED" w:rsidRDefault="00570BA1" w:rsidP="00570BA1">
                          <w:pPr>
                            <w:rPr>
                              <w:rFonts w:cs="Times"/>
                              <w:lang w:val="en-US"/>
                            </w:rPr>
                          </w:pPr>
                          <w:r w:rsidRPr="004423ED">
                            <w:rPr>
                              <w:rFonts w:cs="Times"/>
                              <w:sz w:val="16"/>
                              <w:szCs w:val="16"/>
                              <w:lang w:val="en-US"/>
                            </w:rPr>
                            <w:t>UID-Nr.: CHE-168.762.974</w:t>
                          </w:r>
                          <w:r w:rsidR="00D44F9A">
                            <w:rPr>
                              <w:rFonts w:cs="Times"/>
                              <w:lang w:val="en-US"/>
                            </w:rPr>
                            <w:t xml:space="preserve"> </w:t>
                          </w:r>
                          <w:r w:rsidR="00D44F9A" w:rsidRPr="00D44F9A">
                            <w:rPr>
                              <w:rFonts w:cs="Times"/>
                              <w:sz w:val="16"/>
                              <w:szCs w:val="16"/>
                              <w:lang w:val="en-US"/>
                            </w:rPr>
                            <w:t>MwSt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2CB78D" id="_x0000_s1030" style="position:absolute;margin-left:384.35pt;margin-top:408.35pt;width:129.75pt;height:351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" o:allowincell="f" stroked="f" strokeweight="0">
              <v:textbox inset="0,0,0,0">
                <w:txbxContent>
                  <w:p w14:paraId="77D0B6C0" w14:textId="77777777" w:rsidR="00D67B71" w:rsidRDefault="00D67B71">
                    <w:pPr>
                      <w:pStyle w:val="berschrift1"/>
                      <w:rPr>
                        <w:b/>
                        <w:sz w:val="16"/>
                      </w:rPr>
                    </w:pPr>
                  </w:p>
                  <w:p w14:paraId="1CFFD14C" w14:textId="77777777" w:rsidR="00197171" w:rsidRDefault="00197171">
                    <w:pPr>
                      <w:pStyle w:val="berschrift2"/>
                    </w:pPr>
                  </w:p>
                  <w:p w14:paraId="1D0D19AB" w14:textId="77777777" w:rsidR="000E399B" w:rsidRDefault="000E399B" w:rsidP="00570BA1">
                    <w:pPr>
                      <w:pStyle w:val="berschrift2"/>
                    </w:pPr>
                    <w:r>
                      <w:t>EG Dr. Faßbender Rechtsanwälte &amp; Mediatoren</w:t>
                    </w:r>
                  </w:p>
                  <w:p w14:paraId="1A9E6C6C" w14:textId="77777777" w:rsidR="000E399B" w:rsidRDefault="000E399B" w:rsidP="00570BA1">
                    <w:pPr>
                      <w:pStyle w:val="berschrift2"/>
                    </w:pPr>
                  </w:p>
                  <w:p w14:paraId="4AB220A8" w14:textId="77777777" w:rsidR="00570BA1" w:rsidRDefault="00570BA1" w:rsidP="00570BA1">
                    <w:pPr>
                      <w:pStyle w:val="berschrift2"/>
                    </w:pPr>
                    <w:r>
                      <w:t>Rechtsanwältin &amp; Mediatorin</w:t>
                    </w:r>
                  </w:p>
                  <w:p w14:paraId="2E9BBA6E" w14:textId="77777777" w:rsidR="00570BA1" w:rsidRDefault="00570BA1" w:rsidP="00570BA1">
                    <w:pPr>
                      <w:pStyle w:val="berschrift2"/>
                    </w:pPr>
                    <w:r>
                      <w:t>Nicole-Denise Faßbender</w:t>
                    </w:r>
                  </w:p>
                  <w:p w14:paraId="274BC8EE" w14:textId="77777777" w:rsidR="00570BA1" w:rsidRDefault="00570BA1" w:rsidP="00570BA1">
                    <w:pPr>
                      <w:rPr>
                        <w:rFonts w:ascii="Times New Roman" w:hAnsi="Times New Roman"/>
                        <w:b/>
                        <w:bCs/>
                        <w:sz w:val="16"/>
                      </w:rPr>
                    </w:pPr>
                  </w:p>
                  <w:p w14:paraId="21682A6E" w14:textId="77777777" w:rsidR="00570BA1" w:rsidRDefault="00570BA1" w:rsidP="00570BA1">
                    <w:pPr>
                      <w:rPr>
                        <w:rFonts w:ascii="Times New Roman" w:hAnsi="Times New Roman"/>
                        <w:b/>
                        <w:bCs/>
                        <w:sz w:val="16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16"/>
                      </w:rPr>
                      <w:t>Rechtsanwalt &amp; Mediator</w:t>
                    </w:r>
                  </w:p>
                  <w:p w14:paraId="34307AE1" w14:textId="77777777" w:rsidR="00570BA1" w:rsidRDefault="00570BA1" w:rsidP="00570BA1">
                    <w:pPr>
                      <w:pStyle w:val="berschrift1"/>
                      <w:spacing w:line="360" w:lineRule="auto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Dr. iur. Marcel Faßbender</w:t>
                    </w:r>
                  </w:p>
                  <w:p w14:paraId="42E6D710" w14:textId="77777777" w:rsidR="00570BA1" w:rsidRDefault="00570BA1" w:rsidP="00570BA1">
                    <w:pPr>
                      <w:rPr>
                        <w:sz w:val="16"/>
                      </w:rPr>
                    </w:pPr>
                    <w:r w:rsidRPr="0034214F">
                      <w:rPr>
                        <w:sz w:val="16"/>
                      </w:rPr>
                      <w:t>Durststr. 5</w:t>
                    </w:r>
                    <w:r w:rsidRPr="003E2DD5">
                      <w:rPr>
                        <w:sz w:val="16"/>
                      </w:rPr>
                      <w:br/>
                      <w:t>CH</w:t>
                    </w:r>
                    <w:r w:rsidR="000E399B">
                      <w:rPr>
                        <w:sz w:val="16"/>
                      </w:rPr>
                      <w:t xml:space="preserve"> </w:t>
                    </w:r>
                    <w:r w:rsidRPr="003E2DD5">
                      <w:rPr>
                        <w:sz w:val="16"/>
                      </w:rPr>
                      <w:t>-</w:t>
                    </w:r>
                    <w:r w:rsidR="000E399B">
                      <w:rPr>
                        <w:sz w:val="16"/>
                      </w:rPr>
                      <w:t xml:space="preserve"> </w:t>
                    </w:r>
                    <w:r w:rsidRPr="003E2DD5">
                      <w:rPr>
                        <w:sz w:val="16"/>
                      </w:rPr>
                      <w:t>8706 Meilen (ZH)</w:t>
                    </w:r>
                    <w:r>
                      <w:rPr>
                        <w:b/>
                        <w:sz w:val="16"/>
                      </w:rPr>
                      <w:br/>
                    </w:r>
                    <w:r>
                      <w:rPr>
                        <w:b/>
                        <w:sz w:val="16"/>
                      </w:rPr>
                      <w:br/>
                    </w:r>
                  </w:p>
                  <w:p w14:paraId="2CD56C09" w14:textId="77777777" w:rsidR="00570BA1" w:rsidRDefault="00570BA1" w:rsidP="00570BA1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Telefon</w:t>
                    </w:r>
                  </w:p>
                  <w:p w14:paraId="129E6C57" w14:textId="77777777" w:rsidR="00570BA1" w:rsidRPr="00F44024" w:rsidRDefault="00570BA1" w:rsidP="00570BA1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+41 (0)43 - 542 98 22 </w:t>
                    </w:r>
                    <w:r>
                      <w:rPr>
                        <w:sz w:val="16"/>
                      </w:rPr>
                      <w:br/>
                    </w:r>
                    <w:r w:rsidRPr="00F44024">
                      <w:rPr>
                        <w:sz w:val="16"/>
                      </w:rPr>
                      <w:t>Fax</w:t>
                    </w:r>
                  </w:p>
                  <w:p w14:paraId="62AEFBA1" w14:textId="77777777" w:rsidR="00570BA1" w:rsidRPr="00F44024" w:rsidRDefault="00570BA1" w:rsidP="00570BA1">
                    <w:pPr>
                      <w:rPr>
                        <w:sz w:val="16"/>
                      </w:rPr>
                    </w:pPr>
                    <w:r w:rsidRPr="00F44024">
                      <w:rPr>
                        <w:sz w:val="16"/>
                      </w:rPr>
                      <w:t xml:space="preserve">+41 (0)43 – 542 97 72 </w:t>
                    </w:r>
                    <w:r w:rsidRPr="00F44024">
                      <w:rPr>
                        <w:sz w:val="16"/>
                      </w:rPr>
                      <w:br/>
                    </w:r>
                  </w:p>
                  <w:p w14:paraId="6DF827E7" w14:textId="77777777" w:rsidR="00570BA1" w:rsidRPr="00F44024" w:rsidRDefault="00F83B39" w:rsidP="00570BA1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  <w:szCs w:val="16"/>
                      </w:rPr>
                      <w:t>M.Fassbender</w:t>
                    </w:r>
                    <w:r w:rsidR="00570BA1" w:rsidRPr="000E399B">
                      <w:rPr>
                        <w:sz w:val="16"/>
                        <w:szCs w:val="16"/>
                      </w:rPr>
                      <w:t>@Dr-</w:t>
                    </w:r>
                    <w:r w:rsidR="00570BA1" w:rsidRPr="00F44024">
                      <w:rPr>
                        <w:sz w:val="16"/>
                      </w:rPr>
                      <w:t>Fassbender.ch</w:t>
                    </w:r>
                  </w:p>
                  <w:p w14:paraId="641FAFA5" w14:textId="77777777" w:rsidR="00570BA1" w:rsidRPr="00F44024" w:rsidRDefault="00570BA1" w:rsidP="00570BA1">
                    <w:pPr>
                      <w:rPr>
                        <w:sz w:val="16"/>
                      </w:rPr>
                    </w:pPr>
                  </w:p>
                  <w:p w14:paraId="2EA227FB" w14:textId="77777777" w:rsidR="00570BA1" w:rsidRPr="000E399B" w:rsidRDefault="00570BA1" w:rsidP="00570BA1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Bankverbindung</w:t>
                    </w:r>
                    <w:r>
                      <w:rPr>
                        <w:sz w:val="16"/>
                      </w:rPr>
                      <w:br/>
                    </w:r>
                    <w:r w:rsidRPr="000E399B">
                      <w:rPr>
                        <w:sz w:val="16"/>
                      </w:rPr>
                      <w:t>Credit Suisse 8070 Zürich</w:t>
                    </w:r>
                  </w:p>
                  <w:p w14:paraId="1DE49643" w14:textId="77777777" w:rsidR="00570BA1" w:rsidRDefault="00570BA1" w:rsidP="00570BA1">
                    <w:pPr>
                      <w:tabs>
                        <w:tab w:val="left" w:pos="284"/>
                      </w:tabs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BIC: CRESCHZZ80A</w:t>
                    </w:r>
                  </w:p>
                  <w:p w14:paraId="65654627" w14:textId="77777777" w:rsidR="00570BA1" w:rsidRPr="000E399B" w:rsidRDefault="00570BA1" w:rsidP="00570BA1">
                    <w:pPr>
                      <w:rPr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br/>
                    </w:r>
                    <w:r w:rsidRPr="000E399B">
                      <w:rPr>
                        <w:sz w:val="16"/>
                      </w:rPr>
                      <w:t>für CHF-Beträge:</w:t>
                    </w:r>
                  </w:p>
                  <w:p w14:paraId="794140BF" w14:textId="77777777" w:rsidR="00570BA1" w:rsidRDefault="00570BA1" w:rsidP="00570BA1">
                    <w:pPr>
                      <w:tabs>
                        <w:tab w:val="left" w:pos="284"/>
                      </w:tabs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IBAN: CH81 0483 5137 3489 9100 0</w:t>
                    </w:r>
                  </w:p>
                  <w:p w14:paraId="575DE5E2" w14:textId="77777777" w:rsidR="00570BA1" w:rsidRPr="000E399B" w:rsidRDefault="00570BA1" w:rsidP="00570BA1">
                    <w:pPr>
                      <w:rPr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br/>
                    </w:r>
                    <w:r w:rsidRPr="000E399B">
                      <w:rPr>
                        <w:sz w:val="16"/>
                      </w:rPr>
                      <w:t>für EURO-Beträge:</w:t>
                    </w:r>
                  </w:p>
                  <w:p w14:paraId="4848EABD" w14:textId="77777777" w:rsidR="00570BA1" w:rsidRPr="00570BA1" w:rsidRDefault="00570BA1" w:rsidP="00570BA1">
                    <w:pPr>
                      <w:rPr>
                        <w:sz w:val="16"/>
                        <w:lang w:val="en-US"/>
                      </w:rPr>
                    </w:pPr>
                    <w:r w:rsidRPr="00570BA1">
                      <w:rPr>
                        <w:sz w:val="16"/>
                        <w:lang w:val="en-US"/>
                      </w:rPr>
                      <w:t>IBAN: CH47 0483 5137 3489 9200 0</w:t>
                    </w:r>
                  </w:p>
                  <w:p w14:paraId="3062341F" w14:textId="77777777" w:rsidR="00570BA1" w:rsidRPr="00570BA1" w:rsidRDefault="00570BA1" w:rsidP="00570BA1">
                    <w:pPr>
                      <w:tabs>
                        <w:tab w:val="left" w:pos="284"/>
                      </w:tabs>
                      <w:rPr>
                        <w:sz w:val="16"/>
                        <w:lang w:val="en-US"/>
                      </w:rPr>
                    </w:pPr>
                  </w:p>
                  <w:p w14:paraId="42764C79" w14:textId="77777777" w:rsidR="00570BA1" w:rsidRPr="004423ED" w:rsidRDefault="00570BA1" w:rsidP="00570BA1">
                    <w:pPr>
                      <w:rPr>
                        <w:rFonts w:cs="Times"/>
                        <w:lang w:val="en-US"/>
                      </w:rPr>
                    </w:pPr>
                    <w:r w:rsidRPr="004423ED">
                      <w:rPr>
                        <w:rFonts w:cs="Times"/>
                        <w:sz w:val="16"/>
                        <w:szCs w:val="16"/>
                        <w:lang w:val="en-US"/>
                      </w:rPr>
                      <w:t>UID-Nr.: CHE-168.762.974</w:t>
                    </w:r>
                    <w:r w:rsidR="00D44F9A">
                      <w:rPr>
                        <w:rFonts w:cs="Times"/>
                        <w:lang w:val="en-US"/>
                      </w:rPr>
                      <w:t xml:space="preserve"> </w:t>
                    </w:r>
                    <w:r w:rsidR="00D44F9A" w:rsidRPr="00D44F9A">
                      <w:rPr>
                        <w:rFonts w:cs="Times"/>
                        <w:sz w:val="16"/>
                        <w:szCs w:val="16"/>
                        <w:lang w:val="en-US"/>
                      </w:rPr>
                      <w:t>MwSt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2142EF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E90F52F" wp14:editId="7A1AF87E">
              <wp:simplePos x="0" y="0"/>
              <wp:positionH relativeFrom="margin">
                <wp:posOffset>-720090</wp:posOffset>
              </wp:positionH>
              <wp:positionV relativeFrom="margin">
                <wp:posOffset>2610485</wp:posOffset>
              </wp:positionV>
              <wp:extent cx="158115" cy="0"/>
              <wp:effectExtent l="13335" t="10160" r="9525" b="8890"/>
              <wp:wrapNone/>
              <wp:docPr id="5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5811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C7F1AC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-56.7pt,205.55pt" to="-44.25pt,20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" o:allowincell="f" strokeweight=".25pt">
              <w10:wrap anchorx="margin" anchory="margin"/>
            </v:line>
          </w:pict>
        </mc:Fallback>
      </mc:AlternateContent>
    </w:r>
    <w:r w:rsidR="005C61D1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153FD" w14:textId="77777777" w:rsidR="00CA34CB" w:rsidRDefault="00CA34CB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0D440" w14:textId="77777777" w:rsidR="00383602" w:rsidRDefault="00383602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03F48" w14:textId="77777777" w:rsidR="00D67B71" w:rsidRDefault="00D67B71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F3CCA" w14:textId="77777777" w:rsidR="00383602" w:rsidRDefault="0038360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E8B59" w14:textId="77777777" w:rsidR="00051633" w:rsidRDefault="00051633">
      <w:r>
        <w:separator/>
      </w:r>
    </w:p>
  </w:footnote>
  <w:footnote w:type="continuationSeparator" w:id="0">
    <w:p w14:paraId="1EF64A6C" w14:textId="77777777" w:rsidR="00051633" w:rsidRDefault="00051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7BD8C" w14:textId="77777777" w:rsidR="00CA34CB" w:rsidRDefault="00CA34C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23B39" w14:textId="77777777" w:rsidR="00D67B71" w:rsidRDefault="003173A1">
    <w:pPr>
      <w:pStyle w:val="Kopfzeile"/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78EB4CE3" wp14:editId="75F19FD7">
              <wp:simplePos x="0" y="0"/>
              <wp:positionH relativeFrom="column">
                <wp:posOffset>4701540</wp:posOffset>
              </wp:positionH>
              <wp:positionV relativeFrom="page">
                <wp:posOffset>6353175</wp:posOffset>
              </wp:positionV>
              <wp:extent cx="45085" cy="4069080"/>
              <wp:effectExtent l="19050" t="19050" r="31115" b="26670"/>
              <wp:wrapNone/>
              <wp:docPr id="1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085" cy="406908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2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A32D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70.2pt;margin-top:500.25pt;width:3.55pt;height:320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" strokecolor="#943634 [2405]" strokeweight="3pt">
              <v:shadow color="#622423 [1605]" opacity=".5" offset="1pt"/>
              <w10:wrap anchory="page"/>
              <w10:anchorlock/>
            </v:shape>
          </w:pict>
        </mc:Fallback>
      </mc:AlternateContent>
    </w:r>
    <w:r w:rsidR="002142EF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18DF337" wp14:editId="4DB8656A">
              <wp:simplePos x="0" y="0"/>
              <wp:positionH relativeFrom="page">
                <wp:posOffset>851535</wp:posOffset>
              </wp:positionH>
              <wp:positionV relativeFrom="page">
                <wp:posOffset>1717040</wp:posOffset>
              </wp:positionV>
              <wp:extent cx="3400425" cy="228600"/>
              <wp:effectExtent l="3810" t="2540" r="0" b="0"/>
              <wp:wrapNone/>
              <wp:docPr id="1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004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CAB4C0" w14:textId="77777777" w:rsidR="00D67B71" w:rsidRPr="0015494D" w:rsidRDefault="000E399B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2"/>
                            </w:rPr>
                            <w:t xml:space="preserve">EG </w:t>
                          </w:r>
                          <w:r w:rsidR="00D67B71" w:rsidRPr="0015494D">
                            <w:rPr>
                              <w:rFonts w:ascii="Times New Roman" w:hAnsi="Times New Roman"/>
                              <w:sz w:val="12"/>
                            </w:rPr>
                            <w:t>Dr. Faßbender</w:t>
                          </w:r>
                          <w:r w:rsidR="00D67B71" w:rsidRPr="0015494D">
                            <w:rPr>
                              <w:rFonts w:ascii="Times New Roman" w:hAnsi="Times New Roman"/>
                              <w:sz w:val="13"/>
                            </w:rPr>
                            <w:t xml:space="preserve"> </w:t>
                          </w:r>
                          <w:r w:rsidR="00D67B71" w:rsidRPr="0015494D">
                            <w:rPr>
                              <w:rFonts w:ascii="Times New Roman" w:hAnsi="Times New Roman"/>
                              <w:sz w:val="12"/>
                            </w:rPr>
                            <w:t>Rechtsanwälte</w:t>
                          </w:r>
                          <w:r w:rsidR="00C143D2">
                            <w:rPr>
                              <w:rFonts w:ascii="Times New Roman" w:hAnsi="Times New Roman"/>
                              <w:sz w:val="12"/>
                            </w:rPr>
                            <w:t xml:space="preserve"> &amp; </w:t>
                          </w:r>
                          <w:proofErr w:type="gramStart"/>
                          <w:r w:rsidR="00C143D2">
                            <w:rPr>
                              <w:rFonts w:ascii="Times New Roman" w:hAnsi="Times New Roman"/>
                              <w:sz w:val="12"/>
                            </w:rPr>
                            <w:t>Mediatoren</w:t>
                          </w:r>
                          <w:r w:rsidR="00D67B71" w:rsidRPr="0015494D">
                            <w:rPr>
                              <w:rFonts w:ascii="Times New Roman" w:hAnsi="Times New Roman"/>
                              <w:sz w:val="12"/>
                            </w:rPr>
                            <w:t xml:space="preserve">  </w:t>
                          </w:r>
                          <w:r w:rsidR="00D67B71" w:rsidRPr="0015494D">
                            <w:rPr>
                              <w:rFonts w:ascii="Times New Roman" w:hAnsi="Times New Roman"/>
                              <w:sz w:val="8"/>
                            </w:rPr>
                            <w:t>•</w:t>
                          </w:r>
                          <w:proofErr w:type="gramEnd"/>
                          <w:r w:rsidR="00D67B71" w:rsidRPr="0015494D">
                            <w:rPr>
                              <w:rFonts w:ascii="Times New Roman" w:hAnsi="Times New Roman"/>
                              <w:sz w:val="12"/>
                            </w:rPr>
                            <w:t xml:space="preserve"> </w:t>
                          </w:r>
                          <w:r w:rsidR="00B74307">
                            <w:rPr>
                              <w:rFonts w:ascii="Times New Roman" w:hAnsi="Times New Roman"/>
                              <w:sz w:val="12"/>
                            </w:rPr>
                            <w:t>Durststr. 5</w:t>
                          </w:r>
                          <w:r w:rsidR="0015494D" w:rsidRPr="0015494D">
                            <w:rPr>
                              <w:rFonts w:ascii="Times New Roman" w:hAnsi="Times New Roman"/>
                              <w:sz w:val="12"/>
                            </w:rPr>
                            <w:t xml:space="preserve">  </w:t>
                          </w:r>
                          <w:r w:rsidR="00D67B71" w:rsidRPr="0015494D">
                            <w:rPr>
                              <w:rFonts w:ascii="Times New Roman" w:hAnsi="Times New Roman"/>
                              <w:sz w:val="8"/>
                            </w:rPr>
                            <w:t>•</w:t>
                          </w:r>
                          <w:r w:rsidR="00D67B71" w:rsidRPr="0015494D">
                            <w:rPr>
                              <w:rFonts w:ascii="Times New Roman" w:hAnsi="Times New Roman"/>
                              <w:sz w:val="12"/>
                            </w:rPr>
                            <w:t xml:space="preserve">  </w:t>
                          </w:r>
                          <w:r w:rsidR="00ED2E57">
                            <w:rPr>
                              <w:rFonts w:ascii="Times New Roman" w:hAnsi="Times New Roman"/>
                              <w:sz w:val="12"/>
                            </w:rPr>
                            <w:t>CH</w:t>
                          </w:r>
                          <w:r w:rsidR="00D67B71" w:rsidRPr="0015494D">
                            <w:rPr>
                              <w:rFonts w:ascii="Times New Roman" w:hAnsi="Times New Roman"/>
                              <w:sz w:val="12"/>
                            </w:rPr>
                            <w:t>-</w:t>
                          </w:r>
                          <w:r w:rsidR="00897D53">
                            <w:rPr>
                              <w:rFonts w:ascii="Times New Roman" w:hAnsi="Times New Roman"/>
                              <w:sz w:val="12"/>
                            </w:rPr>
                            <w:t xml:space="preserve">  </w:t>
                          </w:r>
                          <w:r w:rsidR="00ED2E57">
                            <w:rPr>
                              <w:rFonts w:ascii="Times New Roman" w:hAnsi="Times New Roman"/>
                              <w:sz w:val="12"/>
                            </w:rPr>
                            <w:t>8706 Meilen (ZH)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8DF337" id="Rectangle 1" o:spid="_x0000_s1028" style="position:absolute;margin-left:67.05pt;margin-top:135.2pt;width:267.75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" filled="f" stroked="f" strokeweight="0">
              <v:textbox inset="0,0,0,0">
                <w:txbxContent>
                  <w:p w14:paraId="00CAB4C0" w14:textId="77777777" w:rsidR="00D67B71" w:rsidRPr="0015494D" w:rsidRDefault="000E399B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sz w:val="12"/>
                      </w:rPr>
                      <w:t xml:space="preserve">EG </w:t>
                    </w:r>
                    <w:r w:rsidR="00D67B71" w:rsidRPr="0015494D">
                      <w:rPr>
                        <w:rFonts w:ascii="Times New Roman" w:hAnsi="Times New Roman"/>
                        <w:sz w:val="12"/>
                      </w:rPr>
                      <w:t>Dr. Faßbender</w:t>
                    </w:r>
                    <w:r w:rsidR="00D67B71" w:rsidRPr="0015494D">
                      <w:rPr>
                        <w:rFonts w:ascii="Times New Roman" w:hAnsi="Times New Roman"/>
                        <w:sz w:val="13"/>
                      </w:rPr>
                      <w:t xml:space="preserve"> </w:t>
                    </w:r>
                    <w:r w:rsidR="00D67B71" w:rsidRPr="0015494D">
                      <w:rPr>
                        <w:rFonts w:ascii="Times New Roman" w:hAnsi="Times New Roman"/>
                        <w:sz w:val="12"/>
                      </w:rPr>
                      <w:t>Rechtsanwälte</w:t>
                    </w:r>
                    <w:r w:rsidR="00C143D2">
                      <w:rPr>
                        <w:rFonts w:ascii="Times New Roman" w:hAnsi="Times New Roman"/>
                        <w:sz w:val="12"/>
                      </w:rPr>
                      <w:t xml:space="preserve"> &amp; </w:t>
                    </w:r>
                    <w:proofErr w:type="gramStart"/>
                    <w:r w:rsidR="00C143D2">
                      <w:rPr>
                        <w:rFonts w:ascii="Times New Roman" w:hAnsi="Times New Roman"/>
                        <w:sz w:val="12"/>
                      </w:rPr>
                      <w:t>Mediatoren</w:t>
                    </w:r>
                    <w:r w:rsidR="00D67B71" w:rsidRPr="0015494D">
                      <w:rPr>
                        <w:rFonts w:ascii="Times New Roman" w:hAnsi="Times New Roman"/>
                        <w:sz w:val="12"/>
                      </w:rPr>
                      <w:t xml:space="preserve">  </w:t>
                    </w:r>
                    <w:r w:rsidR="00D67B71" w:rsidRPr="0015494D">
                      <w:rPr>
                        <w:rFonts w:ascii="Times New Roman" w:hAnsi="Times New Roman"/>
                        <w:sz w:val="8"/>
                      </w:rPr>
                      <w:t>•</w:t>
                    </w:r>
                    <w:proofErr w:type="gramEnd"/>
                    <w:r w:rsidR="00D67B71" w:rsidRPr="0015494D">
                      <w:rPr>
                        <w:rFonts w:ascii="Times New Roman" w:hAnsi="Times New Roman"/>
                        <w:sz w:val="12"/>
                      </w:rPr>
                      <w:t xml:space="preserve"> </w:t>
                    </w:r>
                    <w:r w:rsidR="00B74307">
                      <w:rPr>
                        <w:rFonts w:ascii="Times New Roman" w:hAnsi="Times New Roman"/>
                        <w:sz w:val="12"/>
                      </w:rPr>
                      <w:t>Durststr. 5</w:t>
                    </w:r>
                    <w:r w:rsidR="0015494D" w:rsidRPr="0015494D">
                      <w:rPr>
                        <w:rFonts w:ascii="Times New Roman" w:hAnsi="Times New Roman"/>
                        <w:sz w:val="12"/>
                      </w:rPr>
                      <w:t xml:space="preserve">  </w:t>
                    </w:r>
                    <w:r w:rsidR="00D67B71" w:rsidRPr="0015494D">
                      <w:rPr>
                        <w:rFonts w:ascii="Times New Roman" w:hAnsi="Times New Roman"/>
                        <w:sz w:val="8"/>
                      </w:rPr>
                      <w:t>•</w:t>
                    </w:r>
                    <w:r w:rsidR="00D67B71" w:rsidRPr="0015494D">
                      <w:rPr>
                        <w:rFonts w:ascii="Times New Roman" w:hAnsi="Times New Roman"/>
                        <w:sz w:val="12"/>
                      </w:rPr>
                      <w:t xml:space="preserve">  </w:t>
                    </w:r>
                    <w:r w:rsidR="00ED2E57">
                      <w:rPr>
                        <w:rFonts w:ascii="Times New Roman" w:hAnsi="Times New Roman"/>
                        <w:sz w:val="12"/>
                      </w:rPr>
                      <w:t>CH</w:t>
                    </w:r>
                    <w:r w:rsidR="00D67B71" w:rsidRPr="0015494D">
                      <w:rPr>
                        <w:rFonts w:ascii="Times New Roman" w:hAnsi="Times New Roman"/>
                        <w:sz w:val="12"/>
                      </w:rPr>
                      <w:t>-</w:t>
                    </w:r>
                    <w:r w:rsidR="00897D53">
                      <w:rPr>
                        <w:rFonts w:ascii="Times New Roman" w:hAnsi="Times New Roman"/>
                        <w:sz w:val="12"/>
                      </w:rPr>
                      <w:t xml:space="preserve">  </w:t>
                    </w:r>
                    <w:r w:rsidR="00ED2E57">
                      <w:rPr>
                        <w:rFonts w:ascii="Times New Roman" w:hAnsi="Times New Roman"/>
                        <w:sz w:val="12"/>
                      </w:rPr>
                      <w:t>8706 Meilen (ZH)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2142EF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36176495" wp14:editId="3A7A7023">
              <wp:simplePos x="0" y="0"/>
              <wp:positionH relativeFrom="margin">
                <wp:posOffset>4866005</wp:posOffset>
              </wp:positionH>
              <wp:positionV relativeFrom="margin">
                <wp:posOffset>-431800</wp:posOffset>
              </wp:positionV>
              <wp:extent cx="1548765" cy="855980"/>
              <wp:effectExtent l="0" t="0" r="0" b="4445"/>
              <wp:wrapNone/>
              <wp:docPr id="10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8765" cy="8559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95895C" w14:textId="77777777" w:rsidR="00D67B71" w:rsidRPr="006E4A87" w:rsidRDefault="00D67B71" w:rsidP="00C41EA1">
                          <w:pPr>
                            <w:pStyle w:val="berschrift3"/>
                            <w:rPr>
                              <w:sz w:val="32"/>
                            </w:rPr>
                          </w:pPr>
                          <w:r w:rsidRPr="006E4A87">
                            <w:t>Dr. Faßbender</w:t>
                          </w:r>
                        </w:p>
                        <w:p w14:paraId="73C36410" w14:textId="77777777" w:rsidR="00C143D2" w:rsidRPr="006E4A87" w:rsidRDefault="00D67B71" w:rsidP="00C41EA1">
                          <w:pPr>
                            <w:pStyle w:val="berschrift1"/>
                            <w:rPr>
                              <w:szCs w:val="28"/>
                            </w:rPr>
                          </w:pPr>
                          <w:r w:rsidRPr="00C41EA1">
                            <w:rPr>
                              <w:rFonts w:ascii="Times" w:hAnsi="Times"/>
                            </w:rPr>
                            <w:t>Rechtsanwälte</w:t>
                          </w:r>
                          <w:r w:rsidR="00E40C2E" w:rsidRPr="006E4A87">
                            <w:rPr>
                              <w:rFonts w:ascii="Times" w:hAnsi="Times"/>
                            </w:rPr>
                            <w:t xml:space="preserve">         </w:t>
                          </w:r>
                          <w:r w:rsidR="00C143D2" w:rsidRPr="006E4A87">
                            <w:rPr>
                              <w:rFonts w:ascii="Times" w:hAnsi="Times"/>
                            </w:rPr>
                            <w:t>&amp;</w:t>
                          </w:r>
                          <w:r w:rsidR="00E40C2E" w:rsidRPr="006E4A87">
                            <w:rPr>
                              <w:rFonts w:ascii="Times" w:hAnsi="Times"/>
                            </w:rPr>
                            <w:t xml:space="preserve"> </w:t>
                          </w:r>
                          <w:r w:rsidR="00C143D2" w:rsidRPr="006E4A87">
                            <w:rPr>
                              <w:szCs w:val="28"/>
                            </w:rPr>
                            <w:t>Mediatoren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176495" id="_x0000_s1029" style="position:absolute;margin-left:383.15pt;margin-top:-34pt;width:121.95pt;height:67.4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" o:allowincell="f" stroked="f" strokeweight="0">
              <v:textbox inset="0,0,0,0">
                <w:txbxContent>
                  <w:p w14:paraId="3095895C" w14:textId="77777777" w:rsidR="00D67B71" w:rsidRPr="006E4A87" w:rsidRDefault="00D67B71" w:rsidP="00C41EA1">
                    <w:pPr>
                      <w:pStyle w:val="berschrift3"/>
                      <w:rPr>
                        <w:sz w:val="32"/>
                      </w:rPr>
                    </w:pPr>
                    <w:r w:rsidRPr="006E4A87">
                      <w:t>Dr. Faßbender</w:t>
                    </w:r>
                  </w:p>
                  <w:p w14:paraId="73C36410" w14:textId="77777777" w:rsidR="00C143D2" w:rsidRPr="006E4A87" w:rsidRDefault="00D67B71" w:rsidP="00C41EA1">
                    <w:pPr>
                      <w:pStyle w:val="berschrift1"/>
                      <w:rPr>
                        <w:szCs w:val="28"/>
                      </w:rPr>
                    </w:pPr>
                    <w:r w:rsidRPr="00C41EA1">
                      <w:rPr>
                        <w:rFonts w:ascii="Times" w:hAnsi="Times"/>
                      </w:rPr>
                      <w:t>Rechtsanwälte</w:t>
                    </w:r>
                    <w:r w:rsidR="00E40C2E" w:rsidRPr="006E4A87">
                      <w:rPr>
                        <w:rFonts w:ascii="Times" w:hAnsi="Times"/>
                      </w:rPr>
                      <w:t xml:space="preserve">         </w:t>
                    </w:r>
                    <w:r w:rsidR="00C143D2" w:rsidRPr="006E4A87">
                      <w:rPr>
                        <w:rFonts w:ascii="Times" w:hAnsi="Times"/>
                      </w:rPr>
                      <w:t>&amp;</w:t>
                    </w:r>
                    <w:r w:rsidR="00E40C2E" w:rsidRPr="006E4A87">
                      <w:rPr>
                        <w:rFonts w:ascii="Times" w:hAnsi="Times"/>
                      </w:rPr>
                      <w:t xml:space="preserve"> </w:t>
                    </w:r>
                    <w:r w:rsidR="00C143D2" w:rsidRPr="006E4A87">
                      <w:rPr>
                        <w:szCs w:val="28"/>
                      </w:rPr>
                      <w:t>Mediatoren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200A9" w14:textId="77777777" w:rsidR="00CA34CB" w:rsidRDefault="00CA34CB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39FA1" w14:textId="77777777" w:rsidR="00383602" w:rsidRDefault="00383602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3C79D" w14:textId="77777777" w:rsidR="00D67B71" w:rsidRDefault="002142EF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77BBF39B" wp14:editId="007D68A4">
              <wp:simplePos x="0" y="0"/>
              <wp:positionH relativeFrom="margin">
                <wp:posOffset>4871720</wp:posOffset>
              </wp:positionH>
              <wp:positionV relativeFrom="margin">
                <wp:posOffset>-1049655</wp:posOffset>
              </wp:positionV>
              <wp:extent cx="1547495" cy="828675"/>
              <wp:effectExtent l="0" t="0" r="0" b="9525"/>
              <wp:wrapNone/>
              <wp:docPr id="4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749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47A34F" w14:textId="77777777" w:rsidR="00D67B71" w:rsidRDefault="00D67B71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sz w:val="40"/>
                            </w:rPr>
                            <w:t>Dr. Faßbender</w:t>
                          </w:r>
                        </w:p>
                        <w:p w14:paraId="2250DDE0" w14:textId="77777777" w:rsidR="00D67B71" w:rsidRDefault="00D67B71">
                          <w:pPr>
                            <w:pStyle w:val="berschrift1"/>
                            <w:rPr>
                              <w:rFonts w:ascii="Times" w:hAnsi="Times"/>
                            </w:rPr>
                          </w:pPr>
                          <w:r>
                            <w:rPr>
                              <w:rFonts w:ascii="Times" w:hAnsi="Times"/>
                            </w:rPr>
                            <w:t>Rechtsanwälte</w:t>
                          </w:r>
                          <w:r w:rsidR="00672DA1">
                            <w:rPr>
                              <w:rFonts w:ascii="Times" w:hAnsi="Times"/>
                            </w:rPr>
                            <w:br/>
                            <w:t>&amp; Mediatoren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BBF39B" id="Rectangle 11" o:spid="_x0000_s1031" style="position:absolute;margin-left:383.6pt;margin-top:-82.65pt;width:121.85pt;height:65.2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" o:allowincell="f" stroked="f" strokeweight="0">
              <v:textbox inset="0,0,0,0">
                <w:txbxContent>
                  <w:p w14:paraId="4747A34F" w14:textId="77777777" w:rsidR="00D67B71" w:rsidRDefault="00D67B71">
                    <w:pPr>
                      <w:rPr>
                        <w:sz w:val="32"/>
                      </w:rPr>
                    </w:pPr>
                    <w:r>
                      <w:rPr>
                        <w:sz w:val="40"/>
                      </w:rPr>
                      <w:t>Dr. Faßbender</w:t>
                    </w:r>
                  </w:p>
                  <w:p w14:paraId="2250DDE0" w14:textId="77777777" w:rsidR="00D67B71" w:rsidRDefault="00D67B71">
                    <w:pPr>
                      <w:pStyle w:val="berschrift1"/>
                      <w:rPr>
                        <w:rFonts w:ascii="Times" w:hAnsi="Times"/>
                      </w:rPr>
                    </w:pPr>
                    <w:r>
                      <w:rPr>
                        <w:rFonts w:ascii="Times" w:hAnsi="Times"/>
                      </w:rPr>
                      <w:t>Rechtsanwälte</w:t>
                    </w:r>
                    <w:r w:rsidR="00672DA1">
                      <w:rPr>
                        <w:rFonts w:ascii="Times" w:hAnsi="Times"/>
                      </w:rPr>
                      <w:br/>
                      <w:t>&amp; Mediatoren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6623FB45" wp14:editId="0D6B7FE8">
              <wp:simplePos x="0" y="0"/>
              <wp:positionH relativeFrom="page">
                <wp:posOffset>6912610</wp:posOffset>
              </wp:positionH>
              <wp:positionV relativeFrom="page">
                <wp:posOffset>9973310</wp:posOffset>
              </wp:positionV>
              <wp:extent cx="342900" cy="228600"/>
              <wp:effectExtent l="0" t="635" r="2540" b="0"/>
              <wp:wrapNone/>
              <wp:docPr id="3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5DE54" w14:textId="77777777" w:rsidR="00D67B71" w:rsidRDefault="00DB5C8F">
                          <w:pPr>
                            <w:jc w:val="righ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 w:rsidR="00D67B71">
                            <w:rPr>
                              <w:sz w:val="2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 w:rsidR="00A25797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23FB45" id="Rectangle 10" o:spid="_x0000_s1032" style="position:absolute;margin-left:544.3pt;margin-top:785.3pt;width:27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" o:allowincell="f" filled="f" stroked="f" strokeweight="0">
              <v:textbox inset="0,0,0,0">
                <w:txbxContent>
                  <w:p w14:paraId="62C5DE54" w14:textId="77777777" w:rsidR="00D67B71" w:rsidRDefault="00DB5C8F">
                    <w:pPr>
                      <w:jc w:val="righ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 w:rsidR="00D67B71">
                      <w:rPr>
                        <w:sz w:val="20"/>
                      </w:rPr>
                      <w:instrText xml:space="preserve"> PAGE  \* MERGEFORMAT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 w:rsidR="00A25797">
                      <w:rPr>
                        <w:noProof/>
                        <w:sz w:val="20"/>
                      </w:rPr>
                      <w:t>2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1E3E4" w14:textId="77777777" w:rsidR="00383602" w:rsidRDefault="003836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502C3"/>
    <w:multiLevelType w:val="hybridMultilevel"/>
    <w:tmpl w:val="32FC4A3A"/>
    <w:lvl w:ilvl="0" w:tplc="470AD9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1A25BA7"/>
    <w:multiLevelType w:val="hybridMultilevel"/>
    <w:tmpl w:val="2E2EE852"/>
    <w:lvl w:ilvl="0" w:tplc="BD260A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6429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C77"/>
    <w:rsid w:val="000036E9"/>
    <w:rsid w:val="000077FE"/>
    <w:rsid w:val="00031D60"/>
    <w:rsid w:val="00051633"/>
    <w:rsid w:val="00051B1F"/>
    <w:rsid w:val="000520EB"/>
    <w:rsid w:val="00054EB5"/>
    <w:rsid w:val="00054FDF"/>
    <w:rsid w:val="00055887"/>
    <w:rsid w:val="0007121A"/>
    <w:rsid w:val="0009159A"/>
    <w:rsid w:val="00094F38"/>
    <w:rsid w:val="000A32D8"/>
    <w:rsid w:val="000B4A8B"/>
    <w:rsid w:val="000E399B"/>
    <w:rsid w:val="001033D5"/>
    <w:rsid w:val="00103D6A"/>
    <w:rsid w:val="001118B8"/>
    <w:rsid w:val="00122B60"/>
    <w:rsid w:val="00125C77"/>
    <w:rsid w:val="00126D5A"/>
    <w:rsid w:val="0014117E"/>
    <w:rsid w:val="00153CF2"/>
    <w:rsid w:val="0015494D"/>
    <w:rsid w:val="00171B20"/>
    <w:rsid w:val="0019043D"/>
    <w:rsid w:val="00197171"/>
    <w:rsid w:val="001972C4"/>
    <w:rsid w:val="001B3D33"/>
    <w:rsid w:val="001B4393"/>
    <w:rsid w:val="001B7D88"/>
    <w:rsid w:val="001D7889"/>
    <w:rsid w:val="00200291"/>
    <w:rsid w:val="00207A85"/>
    <w:rsid w:val="002142EF"/>
    <w:rsid w:val="00230927"/>
    <w:rsid w:val="00230C79"/>
    <w:rsid w:val="0023160B"/>
    <w:rsid w:val="00231F6F"/>
    <w:rsid w:val="00245102"/>
    <w:rsid w:val="00247F00"/>
    <w:rsid w:val="002503F7"/>
    <w:rsid w:val="00252E31"/>
    <w:rsid w:val="0027671F"/>
    <w:rsid w:val="00286EB0"/>
    <w:rsid w:val="002875D7"/>
    <w:rsid w:val="002928D3"/>
    <w:rsid w:val="002A0DA3"/>
    <w:rsid w:val="002C49B4"/>
    <w:rsid w:val="002E38F0"/>
    <w:rsid w:val="002F15C4"/>
    <w:rsid w:val="002F3819"/>
    <w:rsid w:val="00312E62"/>
    <w:rsid w:val="00316CAF"/>
    <w:rsid w:val="003173A1"/>
    <w:rsid w:val="00317F6D"/>
    <w:rsid w:val="00324A82"/>
    <w:rsid w:val="003379BE"/>
    <w:rsid w:val="00353759"/>
    <w:rsid w:val="0036502D"/>
    <w:rsid w:val="00383602"/>
    <w:rsid w:val="003A0645"/>
    <w:rsid w:val="003A3739"/>
    <w:rsid w:val="003B0510"/>
    <w:rsid w:val="003B2059"/>
    <w:rsid w:val="003B5D41"/>
    <w:rsid w:val="003B745A"/>
    <w:rsid w:val="003E2DD5"/>
    <w:rsid w:val="003E4E4B"/>
    <w:rsid w:val="003F7EA0"/>
    <w:rsid w:val="0040250C"/>
    <w:rsid w:val="00407561"/>
    <w:rsid w:val="00410ACF"/>
    <w:rsid w:val="00411530"/>
    <w:rsid w:val="00427D3C"/>
    <w:rsid w:val="00427EB9"/>
    <w:rsid w:val="004423ED"/>
    <w:rsid w:val="00462682"/>
    <w:rsid w:val="00464047"/>
    <w:rsid w:val="0046461A"/>
    <w:rsid w:val="004B425A"/>
    <w:rsid w:val="004D502C"/>
    <w:rsid w:val="004E1E0A"/>
    <w:rsid w:val="00531A1E"/>
    <w:rsid w:val="005376B7"/>
    <w:rsid w:val="00537E96"/>
    <w:rsid w:val="00550C36"/>
    <w:rsid w:val="005665C3"/>
    <w:rsid w:val="00570BA1"/>
    <w:rsid w:val="00574022"/>
    <w:rsid w:val="0057651A"/>
    <w:rsid w:val="00576B5C"/>
    <w:rsid w:val="00577585"/>
    <w:rsid w:val="005A6CFB"/>
    <w:rsid w:val="005B0A5D"/>
    <w:rsid w:val="005B353D"/>
    <w:rsid w:val="005C61D1"/>
    <w:rsid w:val="005D3816"/>
    <w:rsid w:val="005E5FDF"/>
    <w:rsid w:val="00615959"/>
    <w:rsid w:val="006257AA"/>
    <w:rsid w:val="00655666"/>
    <w:rsid w:val="00672DA1"/>
    <w:rsid w:val="00697884"/>
    <w:rsid w:val="006B761A"/>
    <w:rsid w:val="006E4A87"/>
    <w:rsid w:val="00715396"/>
    <w:rsid w:val="00793C0B"/>
    <w:rsid w:val="007A0D76"/>
    <w:rsid w:val="007A2BB3"/>
    <w:rsid w:val="007C0C37"/>
    <w:rsid w:val="007C6507"/>
    <w:rsid w:val="007C712E"/>
    <w:rsid w:val="007D18D6"/>
    <w:rsid w:val="008064E3"/>
    <w:rsid w:val="00812ADC"/>
    <w:rsid w:val="00827CF3"/>
    <w:rsid w:val="008650A5"/>
    <w:rsid w:val="00885889"/>
    <w:rsid w:val="00890422"/>
    <w:rsid w:val="00891335"/>
    <w:rsid w:val="00897D53"/>
    <w:rsid w:val="008B04A9"/>
    <w:rsid w:val="008E1A14"/>
    <w:rsid w:val="008E2387"/>
    <w:rsid w:val="0090099D"/>
    <w:rsid w:val="00914441"/>
    <w:rsid w:val="00921FA6"/>
    <w:rsid w:val="00925C2D"/>
    <w:rsid w:val="0093781E"/>
    <w:rsid w:val="009435B4"/>
    <w:rsid w:val="00944B04"/>
    <w:rsid w:val="00951D19"/>
    <w:rsid w:val="00952CCA"/>
    <w:rsid w:val="009632DD"/>
    <w:rsid w:val="00974AA9"/>
    <w:rsid w:val="009A11C4"/>
    <w:rsid w:val="009A30EF"/>
    <w:rsid w:val="009B39D3"/>
    <w:rsid w:val="009C241E"/>
    <w:rsid w:val="009D1716"/>
    <w:rsid w:val="009D2B69"/>
    <w:rsid w:val="009F0F86"/>
    <w:rsid w:val="009F57AD"/>
    <w:rsid w:val="00A25797"/>
    <w:rsid w:val="00A31BC2"/>
    <w:rsid w:val="00A41A41"/>
    <w:rsid w:val="00A625D1"/>
    <w:rsid w:val="00A66590"/>
    <w:rsid w:val="00AB5860"/>
    <w:rsid w:val="00AC384C"/>
    <w:rsid w:val="00AD66EF"/>
    <w:rsid w:val="00B02613"/>
    <w:rsid w:val="00B0791C"/>
    <w:rsid w:val="00B12AE2"/>
    <w:rsid w:val="00B1420B"/>
    <w:rsid w:val="00B209E2"/>
    <w:rsid w:val="00B43F77"/>
    <w:rsid w:val="00B53265"/>
    <w:rsid w:val="00B605E6"/>
    <w:rsid w:val="00B72CEE"/>
    <w:rsid w:val="00B74307"/>
    <w:rsid w:val="00B94A2D"/>
    <w:rsid w:val="00BB665A"/>
    <w:rsid w:val="00BB7EFE"/>
    <w:rsid w:val="00BD425A"/>
    <w:rsid w:val="00BE2CD7"/>
    <w:rsid w:val="00BE7B62"/>
    <w:rsid w:val="00BF34C1"/>
    <w:rsid w:val="00BF4B2C"/>
    <w:rsid w:val="00C07E3D"/>
    <w:rsid w:val="00C143D2"/>
    <w:rsid w:val="00C41EA1"/>
    <w:rsid w:val="00C55A3D"/>
    <w:rsid w:val="00C706ED"/>
    <w:rsid w:val="00CA3486"/>
    <w:rsid w:val="00CA34CB"/>
    <w:rsid w:val="00CB76F2"/>
    <w:rsid w:val="00CC31D3"/>
    <w:rsid w:val="00CC670F"/>
    <w:rsid w:val="00CD2B3A"/>
    <w:rsid w:val="00CE2056"/>
    <w:rsid w:val="00CE707E"/>
    <w:rsid w:val="00CF3281"/>
    <w:rsid w:val="00CF4D80"/>
    <w:rsid w:val="00D022BB"/>
    <w:rsid w:val="00D205CC"/>
    <w:rsid w:val="00D226E6"/>
    <w:rsid w:val="00D44F9A"/>
    <w:rsid w:val="00D67B71"/>
    <w:rsid w:val="00D8372E"/>
    <w:rsid w:val="00D96D27"/>
    <w:rsid w:val="00DA538B"/>
    <w:rsid w:val="00DA5C68"/>
    <w:rsid w:val="00DB0DB9"/>
    <w:rsid w:val="00DB5C8F"/>
    <w:rsid w:val="00DD43D4"/>
    <w:rsid w:val="00DD7475"/>
    <w:rsid w:val="00DE3D5D"/>
    <w:rsid w:val="00DF4F5B"/>
    <w:rsid w:val="00DF7B75"/>
    <w:rsid w:val="00E0475C"/>
    <w:rsid w:val="00E25F62"/>
    <w:rsid w:val="00E40C2E"/>
    <w:rsid w:val="00E479D0"/>
    <w:rsid w:val="00E93972"/>
    <w:rsid w:val="00EA0707"/>
    <w:rsid w:val="00EA73C2"/>
    <w:rsid w:val="00EB6311"/>
    <w:rsid w:val="00ED2E57"/>
    <w:rsid w:val="00EE1790"/>
    <w:rsid w:val="00F05E99"/>
    <w:rsid w:val="00F24595"/>
    <w:rsid w:val="00F251CB"/>
    <w:rsid w:val="00F33862"/>
    <w:rsid w:val="00F53A3A"/>
    <w:rsid w:val="00F61A87"/>
    <w:rsid w:val="00F70733"/>
    <w:rsid w:val="00F71A15"/>
    <w:rsid w:val="00F83B39"/>
    <w:rsid w:val="00FA42D1"/>
    <w:rsid w:val="00FB7667"/>
    <w:rsid w:val="00FF0C1D"/>
    <w:rsid w:val="00FF179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16F0CB"/>
  <w15:docId w15:val="{2533E7A1-87AC-2145-89FE-E087E5BC2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B5C8F"/>
    <w:rPr>
      <w:rFonts w:ascii="Times" w:hAnsi="Times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DB5C8F"/>
    <w:pPr>
      <w:keepNext/>
      <w:outlineLvl w:val="0"/>
    </w:pPr>
    <w:rPr>
      <w:rFonts w:ascii="Times New Roman" w:hAnsi="Times New Roman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DB5C8F"/>
    <w:pPr>
      <w:keepNext/>
      <w:outlineLvl w:val="1"/>
    </w:pPr>
    <w:rPr>
      <w:rFonts w:ascii="Times New Roman" w:hAnsi="Times New Roman"/>
      <w:b/>
      <w:bCs/>
      <w:sz w:val="16"/>
    </w:rPr>
  </w:style>
  <w:style w:type="paragraph" w:styleId="berschrift3">
    <w:name w:val="heading 3"/>
    <w:basedOn w:val="Standard"/>
    <w:next w:val="Standard"/>
    <w:qFormat/>
    <w:rsid w:val="00DB5C8F"/>
    <w:pPr>
      <w:keepNext/>
      <w:outlineLvl w:val="2"/>
    </w:pPr>
    <w:rPr>
      <w:sz w:val="40"/>
    </w:rPr>
  </w:style>
  <w:style w:type="paragraph" w:styleId="berschrift6">
    <w:name w:val="heading 6"/>
    <w:basedOn w:val="Standard"/>
    <w:next w:val="Standard"/>
    <w:qFormat/>
    <w:rsid w:val="00DB5C8F"/>
    <w:pPr>
      <w:keepNext/>
      <w:outlineLvl w:val="5"/>
    </w:pPr>
    <w:rPr>
      <w:rFonts w:ascii="Arial" w:hAnsi="Arial"/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B5C8F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Fuzeile">
    <w:name w:val="footer"/>
    <w:basedOn w:val="Standard"/>
    <w:rsid w:val="00DB5C8F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Textkrper">
    <w:name w:val="Body Text"/>
    <w:basedOn w:val="Standard"/>
    <w:rsid w:val="00DB5C8F"/>
    <w:pPr>
      <w:tabs>
        <w:tab w:val="left" w:pos="7371"/>
      </w:tabs>
      <w:spacing w:line="235" w:lineRule="exact"/>
    </w:pPr>
    <w:rPr>
      <w:rFonts w:ascii="Arial" w:hAnsi="Arial"/>
      <w:sz w:val="20"/>
    </w:rPr>
  </w:style>
  <w:style w:type="paragraph" w:styleId="Textkrper2">
    <w:name w:val="Body Text 2"/>
    <w:basedOn w:val="Standard"/>
    <w:rsid w:val="00DB5C8F"/>
    <w:rPr>
      <w:rFonts w:ascii="Arial" w:hAnsi="Arial"/>
      <w:color w:val="000000"/>
      <w:sz w:val="20"/>
    </w:rPr>
  </w:style>
  <w:style w:type="character" w:styleId="Hyperlink">
    <w:name w:val="Hyperlink"/>
    <w:basedOn w:val="Absatz-Standardschriftart"/>
    <w:rsid w:val="00DB5C8F"/>
    <w:rPr>
      <w:color w:val="0000FF"/>
      <w:u w:val="single"/>
    </w:rPr>
  </w:style>
  <w:style w:type="paragraph" w:styleId="Sprechblasentext">
    <w:name w:val="Balloon Text"/>
    <w:basedOn w:val="Standard"/>
    <w:semiHidden/>
    <w:rsid w:val="0089133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D381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897D53"/>
    <w:rPr>
      <w:sz w:val="28"/>
    </w:rPr>
  </w:style>
  <w:style w:type="character" w:customStyle="1" w:styleId="berschrift2Zchn">
    <w:name w:val="Überschrift 2 Zchn"/>
    <w:basedOn w:val="Absatz-Standardschriftart"/>
    <w:link w:val="berschrift2"/>
    <w:rsid w:val="00897D53"/>
    <w:rPr>
      <w:b/>
      <w:bCs/>
      <w:sz w:val="16"/>
    </w:rPr>
  </w:style>
  <w:style w:type="paragraph" w:styleId="StandardWeb">
    <w:name w:val="Normal (Web)"/>
    <w:basedOn w:val="Standard"/>
    <w:uiPriority w:val="99"/>
    <w:unhideWhenUsed/>
    <w:rsid w:val="005B353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4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celfassbender/Library/Group%20Containers/UBF8T346G9.Office/User%20Content.localized/Templates.localized/Briefkopf%20Marcel%20Fa&#223;bender%20CH%2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Briefkopf Marcel Faßbender CH .dotx</Template>
  <TotalTime>0</TotalTime>
  <Pages>1</Pages>
  <Words>25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Briefbogen</vt:lpstr>
    </vt:vector>
  </TitlesOfParts>
  <Manager>RAin Nicole Rehkatsch</Manager>
  <Company>Rehkatsch Rechtsanwälte</Company>
  <LinksUpToDate>false</LinksUpToDate>
  <CharactersWithSpaces>184</CharactersWithSpaces>
  <SharedDoc>false</SharedDoc>
  <HyperlinkBase>www.rehkatsch.de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Briefbogen</dc:title>
  <dc:subject>Standard</dc:subject>
  <dc:creator>Microsoft Office User</dc:creator>
  <cp:lastModifiedBy>Microsoft Office User</cp:lastModifiedBy>
  <cp:revision>2</cp:revision>
  <cp:lastPrinted>2019-11-02T13:42:00Z</cp:lastPrinted>
  <dcterms:created xsi:type="dcterms:W3CDTF">2021-03-14T09:04:00Z</dcterms:created>
  <dcterms:modified xsi:type="dcterms:W3CDTF">2021-03-14T09:04:00Z</dcterms:modified>
</cp:coreProperties>
</file>