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305"/>
        <w:gridCol w:w="288"/>
        <w:gridCol w:w="288"/>
        <w:gridCol w:w="2305"/>
        <w:gridCol w:w="288"/>
        <w:gridCol w:w="288"/>
        <w:gridCol w:w="2305"/>
        <w:gridCol w:w="288"/>
        <w:gridCol w:w="288"/>
        <w:gridCol w:w="2305"/>
        <w:gridCol w:w="288"/>
        <w:gridCol w:w="288"/>
        <w:gridCol w:w="2305"/>
        <w:gridCol w:w="288"/>
      </w:tblGrid>
      <w:tr w:rsidR="004C1104" w14:paraId="51A13279" w14:textId="77777777">
        <w:trPr>
          <w:trHeight w:hRule="exact" w:val="360"/>
        </w:trPr>
        <w:tc>
          <w:tcPr>
            <w:tcW w:w="289" w:type="dxa"/>
          </w:tcPr>
          <w:p w14:paraId="4B398044" w14:textId="16DA93CE" w:rsidR="004C1104" w:rsidRDefault="00C1643F">
            <w:bookmarkStart w:id="0" w:name="_GoBack" w:colFirst="10" w:colLast="10"/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74F4A8F" wp14:editId="76BB9F48">
                      <wp:simplePos x="0" y="0"/>
                      <wp:positionH relativeFrom="margin">
                        <wp:posOffset>1270</wp:posOffset>
                      </wp:positionH>
                      <wp:positionV relativeFrom="paragraph">
                        <wp:posOffset>6350</wp:posOffset>
                      </wp:positionV>
                      <wp:extent cx="1837055" cy="3211830"/>
                      <wp:effectExtent l="1270" t="0" r="0" b="1270"/>
                      <wp:wrapNone/>
                      <wp:docPr id="81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83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FCD137" w14:textId="5A66BC52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 IN ABWA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br/>
                                      <w:t>BRILLIANCE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F31D8C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1BC15349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62A4DFAC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6A25C69D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46415BE9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546FE28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6352D3B9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7B91494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0FB435C8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0F7FF42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3AC736D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0790B84C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55FAE05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147CAA2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0D9806B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Group 9" o:spid="_x0000_s1026" style="position:absolute;margin-left:.1pt;margin-top:.5pt;width:144.65pt;height:252.9pt;z-index:251658240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">
                        <v:imagedata r:id="rId7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" o:spid="_x0000_s1028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    <v:textbox>
                          <w:txbxContent>
                            <w:p w14:paraId="61FCD137" w14:textId="5A66BC52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 IN ABWA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br/>
                                <w:t>BRILLIANCE IN ABWA</w:t>
                              </w:r>
                            </w:p>
                          </w:txbxContent>
                        </v:textbox>
                      </v:shape>
                      <v:shape id="Text Box 2" o:spid="_x0000_s1029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" filled="f" stroked="f">
                        <v:textbox inset="0">
                          <w:txbxContent>
                            <w:p w14:paraId="3AF31D8C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1BC15349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62A4DFAC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6A25C69D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46415BE9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546FE28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6352D3B9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7B91494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0FB435C8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0F7FF42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AC736D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0790B84C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55FAE05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147CAA2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D9806B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305" w:type="dxa"/>
          </w:tcPr>
          <w:p w14:paraId="77FA8C30" w14:textId="547DA089" w:rsidR="004C1104" w:rsidRDefault="004C1104"/>
        </w:tc>
        <w:tc>
          <w:tcPr>
            <w:tcW w:w="288" w:type="dxa"/>
          </w:tcPr>
          <w:p w14:paraId="61E10552" w14:textId="1E112430" w:rsidR="004C1104" w:rsidRDefault="00C1643F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74F4A8F" wp14:editId="0DD67730">
                      <wp:simplePos x="0" y="0"/>
                      <wp:positionH relativeFrom="margin">
                        <wp:posOffset>173660</wp:posOffset>
                      </wp:positionH>
                      <wp:positionV relativeFrom="paragraph">
                        <wp:posOffset>6350</wp:posOffset>
                      </wp:positionV>
                      <wp:extent cx="1845005" cy="3211830"/>
                      <wp:effectExtent l="0" t="0" r="3175" b="7620"/>
                      <wp:wrapNone/>
                      <wp:docPr id="77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45005" cy="3211830"/>
                                <a:chOff x="-7924" y="0"/>
                                <a:chExt cx="1838902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9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7924" y="85452"/>
                                  <a:ext cx="182148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E8767F" w14:textId="2427DDA2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 IN ABWA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br/>
                                      <w:t>BRILLIANCE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16AEE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794048FA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323C8B18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57B0DD5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3727AF8A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08861AAD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1BBA14A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4CB6E7D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1FE809A8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23C7258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29F6BDE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79DFF9F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2084872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17413BD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3CA1265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30" style="position:absolute;margin-left:13.65pt;margin-top:.5pt;width:145.3pt;height:252.9pt;z-index:251659264;mso-position-horizontal-relative:margin;mso-width-relative:margin;mso-height-relative:margin" coordorigin="-79" coordsize="1838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">
                      <v:shape id="Picture 2" o:spid="_x0000_s1031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">
                        <v:imagedata r:id="rId7" o:title=""/>
                      </v:shape>
                      <v:shape id="Text Box 27" o:spid="_x0000_s1032" type="#_x0000_t202" style="position:absolute;left:-79;top:854;width:1821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    <v:textbox>
                          <w:txbxContent>
                            <w:p w14:paraId="13E8767F" w14:textId="2427DDA2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 IN ABWA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br/>
                                <w:t>BRILLIANCE IN ABWA</w:t>
                              </w:r>
                            </w:p>
                          </w:txbxContent>
                        </v:textbox>
                      </v:shape>
                      <v:shape id="Text Box 2" o:spid="_x0000_s1033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" filled="f" stroked="f">
                        <v:textbox inset="0">
                          <w:txbxContent>
                            <w:p w14:paraId="5816AEE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794048FA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323C8B18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57B0DD5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3727AF8A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08861AAD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1BBA14A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4CB6E7D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1FE809A8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23C7258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29F6BDE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79DFF9F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2084872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17413BD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3CA1265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88" w:type="dxa"/>
          </w:tcPr>
          <w:p w14:paraId="10960C9C" w14:textId="71B1BBBF" w:rsidR="004C1104" w:rsidRDefault="004C1104"/>
        </w:tc>
        <w:tc>
          <w:tcPr>
            <w:tcW w:w="2305" w:type="dxa"/>
          </w:tcPr>
          <w:p w14:paraId="676E6CC6" w14:textId="41BE30B6" w:rsidR="004C1104" w:rsidRDefault="004C1104"/>
        </w:tc>
        <w:tc>
          <w:tcPr>
            <w:tcW w:w="288" w:type="dxa"/>
          </w:tcPr>
          <w:p w14:paraId="124FD94D" w14:textId="0F248630" w:rsidR="004C1104" w:rsidRDefault="00C1643F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74F4A8F" wp14:editId="33318E15">
                      <wp:simplePos x="0" y="0"/>
                      <wp:positionH relativeFrom="margin">
                        <wp:posOffset>180975</wp:posOffset>
                      </wp:positionH>
                      <wp:positionV relativeFrom="paragraph">
                        <wp:posOffset>6350</wp:posOffset>
                      </wp:positionV>
                      <wp:extent cx="1837055" cy="3211830"/>
                      <wp:effectExtent l="0" t="0" r="1270" b="1270"/>
                      <wp:wrapNone/>
                      <wp:docPr id="73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4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5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F2C739" w14:textId="2F8EA477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D1CB0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7667501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74778BA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293603C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183AB47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1F2B142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52B0CF7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6414FEDF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148292A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7040916A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781788AA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39E2D70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4E5FBEFF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4A2F10D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0AA681B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34" style="position:absolute;margin-left:14.25pt;margin-top:.5pt;width:144.65pt;height:252.9pt;z-index:251660288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">
                      <v:shape id="Picture 2" o:spid="_x0000_s1035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">
                        <v:imagedata r:id="rId7" o:title=""/>
                      </v:shape>
                      <v:shape id="Text Box 27" o:spid="_x0000_s1036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      <v:textbox>
                          <w:txbxContent>
                            <w:p w14:paraId="67F2C739" w14:textId="2F8EA477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 IN ABWA</w:t>
                              </w:r>
                            </w:p>
                          </w:txbxContent>
                        </v:textbox>
                      </v:shape>
                      <v:shape id="Text Box 2" o:spid="_x0000_s1037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" filled="f" stroked="f">
                        <v:textbox inset="0">
                          <w:txbxContent>
                            <w:p w14:paraId="67D1CB0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7667501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74778BA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293603C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183AB47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1F2B142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52B0CF7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6414FEDF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148292A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7040916A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781788AA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39E2D70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4E5FBEFF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4A2F10D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AA681B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88" w:type="dxa"/>
          </w:tcPr>
          <w:p w14:paraId="1C500BA2" w14:textId="6EDF0F07" w:rsidR="004C1104" w:rsidRDefault="004C1104"/>
        </w:tc>
        <w:tc>
          <w:tcPr>
            <w:tcW w:w="2305" w:type="dxa"/>
          </w:tcPr>
          <w:p w14:paraId="45DB0338" w14:textId="448BFD85" w:rsidR="004C1104" w:rsidRDefault="004C1104"/>
        </w:tc>
        <w:tc>
          <w:tcPr>
            <w:tcW w:w="288" w:type="dxa"/>
          </w:tcPr>
          <w:p w14:paraId="7E174C1D" w14:textId="784B1198" w:rsidR="004C1104" w:rsidRDefault="00C1643F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74F4A8F" wp14:editId="3B16E48F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6350</wp:posOffset>
                      </wp:positionV>
                      <wp:extent cx="1837055" cy="3211830"/>
                      <wp:effectExtent l="0" t="0" r="1270" b="1270"/>
                      <wp:wrapNone/>
                      <wp:docPr id="6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1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D18451" w14:textId="72DA2D90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 xml:space="preserve">RISE TO THE CHALLENGE 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CDED98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1220B5B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0BE7EAA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5B20B7F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113F6A2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48D7728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0C52105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4348DAC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5CFCE418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6CC75F9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37AAC26D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2CF1ADA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4E9EF81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43A16FB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2346962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38" style="position:absolute;margin-left:14.2pt;margin-top:.5pt;width:144.65pt;height:252.9pt;z-index:251661312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">
                      <v:shape id="Picture 2" o:spid="_x0000_s1039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">
                        <v:imagedata r:id="rId7" o:title=""/>
                      </v:shape>
                      <v:shape id="Text Box 27" o:spid="_x0000_s1040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      <v:textbox>
                          <w:txbxContent>
                            <w:p w14:paraId="43D18451" w14:textId="72DA2D90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 xml:space="preserve">RISE TO THE CHALLENGE 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IN ABWA</w:t>
                              </w:r>
                            </w:p>
                          </w:txbxContent>
                        </v:textbox>
                      </v:shape>
                      <v:shape id="Text Box 2" o:spid="_x0000_s1041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" filled="f" stroked="f">
                        <v:textbox inset="0">
                          <w:txbxContent>
                            <w:p w14:paraId="57CDED98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1220B5B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0BE7EAA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5B20B7F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113F6A2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48D7728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0C52105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4348DAC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5CFCE418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6CC75F9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7AAC26D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2CF1ADA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4E9EF81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43A16FB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2346962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88" w:type="dxa"/>
          </w:tcPr>
          <w:p w14:paraId="5ECFED65" w14:textId="7E505F73" w:rsidR="004C1104" w:rsidRDefault="004C1104"/>
        </w:tc>
        <w:tc>
          <w:tcPr>
            <w:tcW w:w="2305" w:type="dxa"/>
          </w:tcPr>
          <w:p w14:paraId="69D31514" w14:textId="77777777" w:rsidR="004C1104" w:rsidRDefault="004C1104"/>
        </w:tc>
        <w:tc>
          <w:tcPr>
            <w:tcW w:w="288" w:type="dxa"/>
          </w:tcPr>
          <w:p w14:paraId="61DC94DA" w14:textId="12D61C62" w:rsidR="004C1104" w:rsidRDefault="00C1643F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74F4A8F" wp14:editId="6E3C1A9E">
                      <wp:simplePos x="0" y="0"/>
                      <wp:positionH relativeFrom="margin">
                        <wp:posOffset>179705</wp:posOffset>
                      </wp:positionH>
                      <wp:positionV relativeFrom="paragraph">
                        <wp:posOffset>6350</wp:posOffset>
                      </wp:positionV>
                      <wp:extent cx="1837055" cy="3211830"/>
                      <wp:effectExtent l="0" t="0" r="1270" b="1270"/>
                      <wp:wrapNone/>
                      <wp:docPr id="65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67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52921E" w14:textId="2CC7CE7D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 xml:space="preserve">RISE TO THE CHALLENGE 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BC6A4F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3E47114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476E633A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70E175C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146FEE4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25148F88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20D30C4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5B8BD32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1E2FFEDF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32516EF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791B4EF9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27B1A4B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6508B68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1A4E4B48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48AAC98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42" style="position:absolute;margin-left:14.15pt;margin-top:.5pt;width:144.65pt;height:252.9pt;z-index:251662336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">
                      <v:shape id="Picture 2" o:spid="_x0000_s1043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">
                        <v:imagedata r:id="rId7" o:title=""/>
                      </v:shape>
                      <v:shape id="Text Box 27" o:spid="_x0000_s1044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  <v:textbox>
                          <w:txbxContent>
                            <w:p w14:paraId="6D52921E" w14:textId="2CC7CE7D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 xml:space="preserve">RISE TO THE CHALLENGE 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IN ABWA</w:t>
                              </w:r>
                            </w:p>
                          </w:txbxContent>
                        </v:textbox>
                      </v:shape>
                      <v:shape id="Text Box 2" o:spid="_x0000_s1045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" filled="f" stroked="f">
                        <v:textbox inset="0">
                          <w:txbxContent>
                            <w:p w14:paraId="13BC6A4F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3E47114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476E633A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70E175C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146FEE4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25148F88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20D30C4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5B8BD32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1E2FFEDF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32516EF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791B4EF9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27B1A4B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6508B68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1A4E4B48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48AAC98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88" w:type="dxa"/>
          </w:tcPr>
          <w:p w14:paraId="6647614F" w14:textId="77777777" w:rsidR="004C1104" w:rsidRDefault="004C1104"/>
        </w:tc>
        <w:tc>
          <w:tcPr>
            <w:tcW w:w="2305" w:type="dxa"/>
          </w:tcPr>
          <w:p w14:paraId="5B6D060A" w14:textId="77777777" w:rsidR="004C1104" w:rsidRDefault="004C1104"/>
        </w:tc>
        <w:tc>
          <w:tcPr>
            <w:tcW w:w="288" w:type="dxa"/>
          </w:tcPr>
          <w:p w14:paraId="008D8E85" w14:textId="77777777" w:rsidR="004C1104" w:rsidRDefault="004C1104"/>
        </w:tc>
      </w:tr>
      <w:tr w:rsidR="004C1104" w14:paraId="3787CA92" w14:textId="77777777">
        <w:trPr>
          <w:trHeight w:hRule="exact" w:val="648"/>
        </w:trPr>
        <w:tc>
          <w:tcPr>
            <w:tcW w:w="289" w:type="dxa"/>
          </w:tcPr>
          <w:p w14:paraId="301A219A" w14:textId="77777777" w:rsidR="004C1104" w:rsidRDefault="004C1104"/>
        </w:tc>
        <w:tc>
          <w:tcPr>
            <w:tcW w:w="2305" w:type="dxa"/>
          </w:tcPr>
          <w:p w14:paraId="7587E77C" w14:textId="77777777" w:rsidR="004C1104" w:rsidRDefault="004C1104"/>
        </w:tc>
        <w:tc>
          <w:tcPr>
            <w:tcW w:w="288" w:type="dxa"/>
          </w:tcPr>
          <w:p w14:paraId="79C87861" w14:textId="77777777" w:rsidR="004C1104" w:rsidRDefault="004C1104"/>
        </w:tc>
        <w:tc>
          <w:tcPr>
            <w:tcW w:w="288" w:type="dxa"/>
          </w:tcPr>
          <w:p w14:paraId="1ABF16A7" w14:textId="77777777" w:rsidR="004C1104" w:rsidRDefault="004C1104"/>
        </w:tc>
        <w:tc>
          <w:tcPr>
            <w:tcW w:w="2305" w:type="dxa"/>
          </w:tcPr>
          <w:p w14:paraId="2FD4D06C" w14:textId="253D825C" w:rsidR="004C1104" w:rsidRDefault="004C1104"/>
        </w:tc>
        <w:tc>
          <w:tcPr>
            <w:tcW w:w="288" w:type="dxa"/>
          </w:tcPr>
          <w:p w14:paraId="124C8B37" w14:textId="77777777" w:rsidR="004C1104" w:rsidRDefault="004C1104"/>
        </w:tc>
        <w:tc>
          <w:tcPr>
            <w:tcW w:w="288" w:type="dxa"/>
          </w:tcPr>
          <w:p w14:paraId="1D857780" w14:textId="77777777" w:rsidR="004C1104" w:rsidRDefault="004C1104"/>
        </w:tc>
        <w:tc>
          <w:tcPr>
            <w:tcW w:w="2305" w:type="dxa"/>
          </w:tcPr>
          <w:p w14:paraId="24463E05" w14:textId="77777777" w:rsidR="004C1104" w:rsidRDefault="004C1104"/>
        </w:tc>
        <w:tc>
          <w:tcPr>
            <w:tcW w:w="288" w:type="dxa"/>
          </w:tcPr>
          <w:p w14:paraId="35C61B76" w14:textId="77777777" w:rsidR="004C1104" w:rsidRDefault="004C1104"/>
        </w:tc>
        <w:tc>
          <w:tcPr>
            <w:tcW w:w="288" w:type="dxa"/>
          </w:tcPr>
          <w:p w14:paraId="0C1848F3" w14:textId="77777777" w:rsidR="004C1104" w:rsidRDefault="004C1104"/>
        </w:tc>
        <w:tc>
          <w:tcPr>
            <w:tcW w:w="2305" w:type="dxa"/>
          </w:tcPr>
          <w:p w14:paraId="1AB345E8" w14:textId="77777777" w:rsidR="004C1104" w:rsidRDefault="004C1104"/>
        </w:tc>
        <w:tc>
          <w:tcPr>
            <w:tcW w:w="288" w:type="dxa"/>
          </w:tcPr>
          <w:p w14:paraId="6A8D8E86" w14:textId="77777777" w:rsidR="004C1104" w:rsidRDefault="004C1104"/>
        </w:tc>
        <w:tc>
          <w:tcPr>
            <w:tcW w:w="288" w:type="dxa"/>
          </w:tcPr>
          <w:p w14:paraId="53A1A230" w14:textId="77777777" w:rsidR="004C1104" w:rsidRDefault="004C1104"/>
        </w:tc>
        <w:tc>
          <w:tcPr>
            <w:tcW w:w="2305" w:type="dxa"/>
          </w:tcPr>
          <w:p w14:paraId="7AD800C6" w14:textId="77777777" w:rsidR="004C1104" w:rsidRDefault="004C1104"/>
        </w:tc>
        <w:tc>
          <w:tcPr>
            <w:tcW w:w="288" w:type="dxa"/>
          </w:tcPr>
          <w:p w14:paraId="4BA29700" w14:textId="77777777" w:rsidR="004C1104" w:rsidRDefault="004C1104"/>
        </w:tc>
      </w:tr>
      <w:tr w:rsidR="004C1104" w14:paraId="4C1986E8" w14:textId="77777777">
        <w:trPr>
          <w:trHeight w:hRule="exact" w:val="3744"/>
        </w:trPr>
        <w:tc>
          <w:tcPr>
            <w:tcW w:w="289" w:type="dxa"/>
            <w:vAlign w:val="bottom"/>
          </w:tcPr>
          <w:p w14:paraId="6F730845" w14:textId="77777777" w:rsidR="004C1104" w:rsidRDefault="004C1104"/>
        </w:tc>
        <w:tc>
          <w:tcPr>
            <w:tcW w:w="2305" w:type="dxa"/>
            <w:vAlign w:val="bottom"/>
          </w:tcPr>
          <w:p w14:paraId="2B1138FA" w14:textId="77777777" w:rsidR="004C1104" w:rsidRDefault="004C1104"/>
        </w:tc>
        <w:tc>
          <w:tcPr>
            <w:tcW w:w="288" w:type="dxa"/>
            <w:vAlign w:val="bottom"/>
          </w:tcPr>
          <w:p w14:paraId="4EC396AD" w14:textId="77777777" w:rsidR="004C1104" w:rsidRDefault="004C1104"/>
        </w:tc>
        <w:tc>
          <w:tcPr>
            <w:tcW w:w="288" w:type="dxa"/>
            <w:vAlign w:val="bottom"/>
          </w:tcPr>
          <w:p w14:paraId="40784C1B" w14:textId="77777777" w:rsidR="004C1104" w:rsidRDefault="004C1104"/>
        </w:tc>
        <w:tc>
          <w:tcPr>
            <w:tcW w:w="2305" w:type="dxa"/>
            <w:vAlign w:val="bottom"/>
          </w:tcPr>
          <w:p w14:paraId="620C78CE" w14:textId="77777777" w:rsidR="004C1104" w:rsidRDefault="004C1104"/>
        </w:tc>
        <w:tc>
          <w:tcPr>
            <w:tcW w:w="288" w:type="dxa"/>
            <w:vAlign w:val="bottom"/>
          </w:tcPr>
          <w:p w14:paraId="13835E3D" w14:textId="77777777" w:rsidR="004C1104" w:rsidRDefault="004C1104"/>
        </w:tc>
        <w:tc>
          <w:tcPr>
            <w:tcW w:w="288" w:type="dxa"/>
            <w:vAlign w:val="bottom"/>
          </w:tcPr>
          <w:p w14:paraId="31C3171D" w14:textId="77777777" w:rsidR="004C1104" w:rsidRDefault="004C1104"/>
        </w:tc>
        <w:tc>
          <w:tcPr>
            <w:tcW w:w="2305" w:type="dxa"/>
            <w:vAlign w:val="bottom"/>
          </w:tcPr>
          <w:p w14:paraId="245A7BEB" w14:textId="77777777" w:rsidR="004C1104" w:rsidRDefault="004C1104"/>
        </w:tc>
        <w:tc>
          <w:tcPr>
            <w:tcW w:w="288" w:type="dxa"/>
            <w:vAlign w:val="bottom"/>
          </w:tcPr>
          <w:p w14:paraId="3E50ABAE" w14:textId="77777777" w:rsidR="004C1104" w:rsidRDefault="004C1104"/>
        </w:tc>
        <w:tc>
          <w:tcPr>
            <w:tcW w:w="288" w:type="dxa"/>
            <w:vAlign w:val="bottom"/>
          </w:tcPr>
          <w:p w14:paraId="37D70CBA" w14:textId="77777777" w:rsidR="004C1104" w:rsidRDefault="004C1104"/>
        </w:tc>
        <w:tc>
          <w:tcPr>
            <w:tcW w:w="2305" w:type="dxa"/>
            <w:vAlign w:val="bottom"/>
          </w:tcPr>
          <w:p w14:paraId="500FFF3B" w14:textId="77777777" w:rsidR="004C1104" w:rsidRDefault="004C1104"/>
        </w:tc>
        <w:tc>
          <w:tcPr>
            <w:tcW w:w="288" w:type="dxa"/>
            <w:vAlign w:val="bottom"/>
          </w:tcPr>
          <w:p w14:paraId="10BF551A" w14:textId="77777777" w:rsidR="004C1104" w:rsidRDefault="004C1104"/>
        </w:tc>
        <w:tc>
          <w:tcPr>
            <w:tcW w:w="288" w:type="dxa"/>
            <w:vAlign w:val="bottom"/>
          </w:tcPr>
          <w:p w14:paraId="173071AF" w14:textId="77777777" w:rsidR="004C1104" w:rsidRDefault="004C1104"/>
        </w:tc>
        <w:tc>
          <w:tcPr>
            <w:tcW w:w="2305" w:type="dxa"/>
            <w:vAlign w:val="bottom"/>
          </w:tcPr>
          <w:p w14:paraId="3885F2A2" w14:textId="7A212D61" w:rsidR="004C1104" w:rsidRDefault="004C1104"/>
        </w:tc>
        <w:tc>
          <w:tcPr>
            <w:tcW w:w="288" w:type="dxa"/>
            <w:vAlign w:val="bottom"/>
          </w:tcPr>
          <w:p w14:paraId="05BA0334" w14:textId="77777777" w:rsidR="004C1104" w:rsidRDefault="004C1104"/>
        </w:tc>
      </w:tr>
      <w:tr w:rsidR="004C1104" w14:paraId="6E15DE71" w14:textId="77777777">
        <w:trPr>
          <w:trHeight w:hRule="exact" w:val="288"/>
        </w:trPr>
        <w:tc>
          <w:tcPr>
            <w:tcW w:w="289" w:type="dxa"/>
          </w:tcPr>
          <w:p w14:paraId="0A5941C9" w14:textId="799BBDD2" w:rsidR="004C1104" w:rsidRDefault="00C1643F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74F4A8F" wp14:editId="1B3FCCAD">
                      <wp:simplePos x="0" y="0"/>
                      <wp:positionH relativeFrom="margin">
                        <wp:posOffset>7315200</wp:posOffset>
                      </wp:positionH>
                      <wp:positionV relativeFrom="paragraph">
                        <wp:posOffset>182880</wp:posOffset>
                      </wp:positionV>
                      <wp:extent cx="1837055" cy="3211830"/>
                      <wp:effectExtent l="0" t="0" r="1270" b="0"/>
                      <wp:wrapNone/>
                      <wp:docPr id="61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63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08825B" w14:textId="5CF3DB3D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 xml:space="preserve">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7DAFB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22CA73A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4BC33FF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1C796AA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78FC670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060A18E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4C6AB60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34D60F6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1319824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54A725BF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2B5FEF5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1A6CFBF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620A66FA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441D6C8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37D9132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46" style="position:absolute;margin-left:8in;margin-top:14.4pt;width:144.65pt;height:252.9pt;z-index:251667456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">
                      <v:shape id="Picture 2" o:spid="_x0000_s1047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">
                        <v:imagedata r:id="rId7" o:title=""/>
                      </v:shape>
                      <v:shape id="Text Box 27" o:spid="_x0000_s1048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  <v:textbox>
                          <w:txbxContent>
                            <w:p w14:paraId="4D08825B" w14:textId="5CF3DB3D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 xml:space="preserve"> IN ABWA</w:t>
                              </w:r>
                            </w:p>
                          </w:txbxContent>
                        </v:textbox>
                      </v:shape>
                      <v:shape id="Text Box 2" o:spid="_x0000_s1049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" filled="f" stroked="f">
                        <v:textbox inset="0">
                          <w:txbxContent>
                            <w:p w14:paraId="5A7DAFB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22CA73A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4BC33FF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1C796AA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78FC670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060A18E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4C6AB60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34D60F6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1319824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54A725BF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2B5FEF5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1A6CFBF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620A66FA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441D6C8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37D9132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74F4A8F" wp14:editId="3CA6A2D6">
                      <wp:simplePos x="0" y="0"/>
                      <wp:positionH relativeFrom="margin">
                        <wp:posOffset>5486400</wp:posOffset>
                      </wp:positionH>
                      <wp:positionV relativeFrom="paragraph">
                        <wp:posOffset>182880</wp:posOffset>
                      </wp:positionV>
                      <wp:extent cx="1837055" cy="3211830"/>
                      <wp:effectExtent l="0" t="0" r="1270" b="0"/>
                      <wp:wrapNone/>
                      <wp:docPr id="57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9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0192CD" w14:textId="1668E7C7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 xml:space="preserve">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698A5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36EC99C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2DD411E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3BC0988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66A7337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376DB18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064026F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6624926C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2412234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66DF75A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25B0E62D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0E7B1EC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24583DEA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684C056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4777767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50" style="position:absolute;margin-left:6in;margin-top:14.4pt;width:144.65pt;height:252.9pt;z-index:251666432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">
                      <v:shape id="Picture 2" o:spid="_x0000_s1051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">
                        <v:imagedata r:id="rId7" o:title=""/>
                      </v:shape>
                      <v:shape id="Text Box 27" o:spid="_x0000_s1052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<v:textbox>
                          <w:txbxContent>
                            <w:p w14:paraId="300192CD" w14:textId="1668E7C7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 xml:space="preserve"> IN ABWA</w:t>
                              </w:r>
                            </w:p>
                          </w:txbxContent>
                        </v:textbox>
                      </v:shape>
                      <v:shape id="Text Box 2" o:spid="_x0000_s1053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" filled="f" stroked="f">
                        <v:textbox inset="0">
                          <w:txbxContent>
                            <w:p w14:paraId="47698A5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36EC99C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2DD411E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3BC0988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66A7337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76DB18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064026F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6624926C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2412234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66DF75A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25B0E62D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0E7B1EC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24583DEA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684C056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4777767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74F4A8F" wp14:editId="58FA7E97">
                      <wp:simplePos x="0" y="0"/>
                      <wp:positionH relativeFrom="margin">
                        <wp:posOffset>3657600</wp:posOffset>
                      </wp:positionH>
                      <wp:positionV relativeFrom="paragraph">
                        <wp:posOffset>182880</wp:posOffset>
                      </wp:positionV>
                      <wp:extent cx="1837055" cy="3211830"/>
                      <wp:effectExtent l="0" t="0" r="1270" b="0"/>
                      <wp:wrapNone/>
                      <wp:docPr id="53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5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8086C3" w14:textId="1474E33F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 xml:space="preserve">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BE997F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6F13488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51D1F6AC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7EF11519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01C3608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3F5A41F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04A1089C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30D4006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5020E81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1975287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3E9EB3E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696867C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656131D9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5CC250C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25A1172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54" style="position:absolute;margin-left:4in;margin-top:14.4pt;width:144.65pt;height:252.9pt;z-index:251665408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">
                      <v:shape id="Picture 2" o:spid="_x0000_s1055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">
                        <v:imagedata r:id="rId7" o:title=""/>
                      </v:shape>
                      <v:shape id="Text Box 27" o:spid="_x0000_s1056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    <v:textbox>
                          <w:txbxContent>
                            <w:p w14:paraId="238086C3" w14:textId="1474E33F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 xml:space="preserve"> IN ABWA</w:t>
                              </w:r>
                            </w:p>
                          </w:txbxContent>
                        </v:textbox>
                      </v:shape>
                      <v:shape id="Text Box 2" o:spid="_x0000_s1057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" filled="f" stroked="f">
                        <v:textbox inset="0">
                          <w:txbxContent>
                            <w:p w14:paraId="14BE997F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6F13488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51D1F6AC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7EF11519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01C3608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F5A41F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04A1089C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30D4006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5020E81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1975287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E9EB3E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696867C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656131D9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5CC250C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25A1172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74F4A8F" wp14:editId="5AD0ABCF">
                      <wp:simplePos x="0" y="0"/>
                      <wp:positionH relativeFrom="margin">
                        <wp:posOffset>1828800</wp:posOffset>
                      </wp:positionH>
                      <wp:positionV relativeFrom="paragraph">
                        <wp:posOffset>182880</wp:posOffset>
                      </wp:positionV>
                      <wp:extent cx="1837055" cy="3211830"/>
                      <wp:effectExtent l="0" t="0" r="1270" b="0"/>
                      <wp:wrapNone/>
                      <wp:docPr id="4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1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CF25B8" w14:textId="79AD4BE5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 xml:space="preserve">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E6DD9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4ED0746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2E0D646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52D0F7D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35BFDC3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1C6F711D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7A531E2D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61B9B0D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2BC1F1C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4A648E8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0EBC6580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6C8EA98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380A8B91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0799065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14949764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58" style="position:absolute;margin-left:2in;margin-top:14.4pt;width:144.65pt;height:252.9pt;z-index:251664384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">
                      <v:shape id="Picture 2" o:spid="_x0000_s1059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">
                        <v:imagedata r:id="rId7" o:title=""/>
                      </v:shape>
                      <v:shape id="Text Box 27" o:spid="_x0000_s1060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    <v:textbox>
                          <w:txbxContent>
                            <w:p w14:paraId="5ACF25B8" w14:textId="79AD4BE5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 xml:space="preserve"> IN ABWA</w:t>
                              </w:r>
                            </w:p>
                          </w:txbxContent>
                        </v:textbox>
                      </v:shape>
                      <v:shape id="Text Box 2" o:spid="_x0000_s1061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" filled="f" stroked="f">
                        <v:textbox inset="0">
                          <w:txbxContent>
                            <w:p w14:paraId="57E6DD9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4ED0746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2E0D646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52D0F7D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35BFDC3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1C6F711D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7A531E2D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61B9B0D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2BC1F1C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4A648E8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0EBC6580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6C8EA98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380A8B91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0799065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14949764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74F4A8F" wp14:editId="7343452D">
                      <wp:simplePos x="0" y="0"/>
                      <wp:positionH relativeFrom="margin">
                        <wp:posOffset>1270</wp:posOffset>
                      </wp:positionH>
                      <wp:positionV relativeFrom="paragraph">
                        <wp:posOffset>182880</wp:posOffset>
                      </wp:positionV>
                      <wp:extent cx="1837055" cy="3211830"/>
                      <wp:effectExtent l="1270" t="0" r="0" b="0"/>
                      <wp:wrapNone/>
                      <wp:docPr id="45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7055" cy="3211830"/>
                                <a:chOff x="0" y="0"/>
                                <a:chExt cx="1830978" cy="320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8" y="0"/>
                                  <a:ext cx="182880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7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5452"/>
                                  <a:ext cx="181356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72D80F" w14:textId="34D356A6" w:rsidR="00C1643F" w:rsidRDefault="006A702D" w:rsidP="00C1643F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>RISE TO THE CHALLENGE</w:t>
                                    </w:r>
                                    <w:r w:rsidR="00C1643F"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2"/>
                                        <w:szCs w:val="22"/>
                                        <w:lang w:val="en-IN"/>
                                      </w:rPr>
                                      <w:t xml:space="preserve"> IN ABWA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363" y="742950"/>
                                  <a:ext cx="1537413" cy="234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D7AC6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Amanda Smith </w:t>
                                    </w:r>
                                  </w:p>
                                  <w:p w14:paraId="26FE3DBE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70th Anniversary Chapter </w:t>
                                    </w:r>
                                  </w:p>
                                  <w:p w14:paraId="029376B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President </w:t>
                                    </w:r>
                                  </w:p>
                                  <w:p w14:paraId="6E3D5EE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www.ABWAStands70gether.org</w:t>
                                    </w:r>
                                  </w:p>
                                  <w:p w14:paraId="436DE43D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69D9C45C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>MEETING LOCATION</w:t>
                                    </w: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br/>
                                      <w:t>Anniversary Country Club</w:t>
                                    </w:r>
                                  </w:p>
                                  <w:p w14:paraId="624EF335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>
                                      <w:rPr>
                                        <w:rFonts w:ascii="Arial" w:eastAsia="Calibri" w:hAnsi="Arial"/>
                                        <w:color w:val="00000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Kansas City, Missouri </w:t>
                                    </w:r>
                                  </w:p>
                                  <w:p w14:paraId="09D526C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DAY </w:t>
                                    </w:r>
                                  </w:p>
                                  <w:p w14:paraId="513D50B2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Monthly - 3rd Tuesday</w:t>
                                    </w:r>
                                  </w:p>
                                  <w:p w14:paraId="384DA38B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</w:p>
                                  <w:p w14:paraId="1587CE09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404040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</w:t>
                                    </w:r>
                                  </w:p>
                                  <w:p w14:paraId="15F7EE23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Networking Begins at 5:30 PM</w:t>
                                    </w:r>
                                  </w:p>
                                  <w:p w14:paraId="63777766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Meeting Time 6:00-7:00 PM </w:t>
                                    </w:r>
                                  </w:p>
                                  <w:p w14:paraId="792C773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39E68027" w14:textId="77777777" w:rsidR="00C1643F" w:rsidRDefault="00C1643F" w:rsidP="00C1643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 w:rsidRPr="00C1643F">
                                      <w:rPr>
                                        <w:rFonts w:ascii="Arial" w:eastAsia="Calibri" w:hAnsi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>RSVP:</w:t>
                                    </w:r>
                                    <w:r w:rsidRPr="00C1643F">
                                      <w:rPr>
                                        <w:rFonts w:ascii="Arial" w:eastAsia="Calibri" w:hAnsi="Arial"/>
                                        <w:color w:val="FFFFFF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 913-732-5100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F4A8F" id="_x0000_s1062" style="position:absolute;margin-left:.1pt;margin-top:14.4pt;width:144.65pt;height:252.9pt;z-index:251663360;mso-position-horizontal-relative:margin;mso-width-relative:margin;mso-height-relative:margin" coordsize="18309,320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">
                      <v:shape id="Picture 2" o:spid="_x0000_s1063" type="#_x0000_t75" style="position:absolute;left:21;width:18288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">
                        <v:imagedata r:id="rId7" o:title=""/>
                      </v:shape>
                      <v:shape id="Text Box 27" o:spid="_x0000_s1064" type="#_x0000_t202" style="position:absolute;top:854;width:1813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    <v:textbox>
                          <w:txbxContent>
                            <w:p w14:paraId="5A72D80F" w14:textId="34D356A6" w:rsidR="00C1643F" w:rsidRDefault="006A702D" w:rsidP="00C164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>RISE TO THE CHALLENGE</w:t>
                              </w:r>
                              <w:r w:rsidR="00C1643F"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  <w:lang w:val="en-IN"/>
                                </w:rPr>
                                <w:t xml:space="preserve"> IN ABWA</w:t>
                              </w:r>
                            </w:p>
                          </w:txbxContent>
                        </v:textbox>
                      </v:shape>
                      <v:shape id="Text Box 2" o:spid="_x0000_s1065" type="#_x0000_t202" style="position:absolute;left:1643;top:7429;width:15374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" filled="f" stroked="f">
                        <v:textbox inset="0">
                          <w:txbxContent>
                            <w:p w14:paraId="02D7AC6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Amanda Smith </w:t>
                              </w:r>
                            </w:p>
                            <w:p w14:paraId="26FE3DBE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70th Anniversary Chapter </w:t>
                              </w:r>
                            </w:p>
                            <w:p w14:paraId="029376B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President </w:t>
                              </w:r>
                            </w:p>
                            <w:p w14:paraId="6E3D5EE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www.ABWAStands70gether.org</w:t>
                              </w:r>
                            </w:p>
                            <w:p w14:paraId="436DE43D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69D9C45C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MEETING LOCATION</w:t>
                              </w: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Anniversary Country Club</w:t>
                              </w:r>
                            </w:p>
                            <w:p w14:paraId="624EF335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Kansas City, Missouri </w:t>
                              </w:r>
                            </w:p>
                            <w:p w14:paraId="09D526C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DAY </w:t>
                              </w:r>
                            </w:p>
                            <w:p w14:paraId="513D50B2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Monthly - 3rd Tuesday</w:t>
                              </w:r>
                            </w:p>
                            <w:p w14:paraId="384DA38B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1587CE09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404040"/>
                                  <w:kern w:val="24"/>
                                  <w:sz w:val="16"/>
                                  <w:szCs w:val="16"/>
                                </w:rPr>
                                <w:t xml:space="preserve">MEETING TIME </w:t>
                              </w:r>
                            </w:p>
                            <w:p w14:paraId="15F7EE23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Networking Begins at 5:30 PM</w:t>
                              </w:r>
                            </w:p>
                            <w:p w14:paraId="63777766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Meeting Time 6:00-7:00 PM </w:t>
                              </w:r>
                            </w:p>
                            <w:p w14:paraId="792C773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39E68027" w14:textId="77777777" w:rsidR="00C1643F" w:rsidRDefault="00C1643F" w:rsidP="00C1643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 w:rsidRPr="00C1643F">
                                <w:rPr>
                                  <w:rFonts w:ascii="Arial" w:eastAsia="Calibri" w:hAnsi="Arial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RSVP:</w:t>
                              </w:r>
                              <w:r w:rsidRPr="00C1643F">
                                <w:rPr>
                                  <w:rFonts w:ascii="Arial" w:eastAsia="Calibri" w:hAnsi="Arial"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 xml:space="preserve">  913-732-5100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305" w:type="dxa"/>
          </w:tcPr>
          <w:p w14:paraId="1D3D64C8" w14:textId="77777777" w:rsidR="004C1104" w:rsidRDefault="004C1104"/>
        </w:tc>
        <w:tc>
          <w:tcPr>
            <w:tcW w:w="288" w:type="dxa"/>
          </w:tcPr>
          <w:p w14:paraId="57501F4D" w14:textId="77777777" w:rsidR="004C1104" w:rsidRDefault="004C1104"/>
        </w:tc>
        <w:tc>
          <w:tcPr>
            <w:tcW w:w="288" w:type="dxa"/>
          </w:tcPr>
          <w:p w14:paraId="37CDB43A" w14:textId="77777777" w:rsidR="004C1104" w:rsidRDefault="004C1104"/>
        </w:tc>
        <w:tc>
          <w:tcPr>
            <w:tcW w:w="2305" w:type="dxa"/>
          </w:tcPr>
          <w:p w14:paraId="6987D415" w14:textId="77777777" w:rsidR="004C1104" w:rsidRDefault="004C1104"/>
        </w:tc>
        <w:tc>
          <w:tcPr>
            <w:tcW w:w="288" w:type="dxa"/>
          </w:tcPr>
          <w:p w14:paraId="1AE0209E" w14:textId="77777777" w:rsidR="004C1104" w:rsidRDefault="004C1104"/>
        </w:tc>
        <w:tc>
          <w:tcPr>
            <w:tcW w:w="288" w:type="dxa"/>
          </w:tcPr>
          <w:p w14:paraId="235011F6" w14:textId="77777777" w:rsidR="004C1104" w:rsidRDefault="004C1104"/>
        </w:tc>
        <w:tc>
          <w:tcPr>
            <w:tcW w:w="2305" w:type="dxa"/>
          </w:tcPr>
          <w:p w14:paraId="51CDC58F" w14:textId="77777777" w:rsidR="004C1104" w:rsidRDefault="004C1104"/>
        </w:tc>
        <w:tc>
          <w:tcPr>
            <w:tcW w:w="288" w:type="dxa"/>
          </w:tcPr>
          <w:p w14:paraId="5E20EBD2" w14:textId="77777777" w:rsidR="004C1104" w:rsidRDefault="004C1104"/>
        </w:tc>
        <w:tc>
          <w:tcPr>
            <w:tcW w:w="288" w:type="dxa"/>
          </w:tcPr>
          <w:p w14:paraId="3003AE35" w14:textId="77777777" w:rsidR="004C1104" w:rsidRDefault="004C1104"/>
        </w:tc>
        <w:tc>
          <w:tcPr>
            <w:tcW w:w="2305" w:type="dxa"/>
          </w:tcPr>
          <w:p w14:paraId="183EF5B5" w14:textId="77777777" w:rsidR="004C1104" w:rsidRDefault="004C1104"/>
        </w:tc>
        <w:tc>
          <w:tcPr>
            <w:tcW w:w="288" w:type="dxa"/>
          </w:tcPr>
          <w:p w14:paraId="4264DB0C" w14:textId="77777777" w:rsidR="004C1104" w:rsidRDefault="004C1104"/>
        </w:tc>
        <w:tc>
          <w:tcPr>
            <w:tcW w:w="288" w:type="dxa"/>
          </w:tcPr>
          <w:p w14:paraId="32344157" w14:textId="77777777" w:rsidR="004C1104" w:rsidRDefault="004C1104"/>
        </w:tc>
        <w:tc>
          <w:tcPr>
            <w:tcW w:w="2305" w:type="dxa"/>
          </w:tcPr>
          <w:p w14:paraId="19BB6240" w14:textId="77777777" w:rsidR="004C1104" w:rsidRDefault="004C1104"/>
        </w:tc>
        <w:tc>
          <w:tcPr>
            <w:tcW w:w="288" w:type="dxa"/>
          </w:tcPr>
          <w:p w14:paraId="44B4FB34" w14:textId="77777777" w:rsidR="004C1104" w:rsidRDefault="004C1104"/>
        </w:tc>
      </w:tr>
      <w:tr w:rsidR="004C1104" w14:paraId="1F70D7B0" w14:textId="77777777">
        <w:trPr>
          <w:trHeight w:hRule="exact" w:val="360"/>
        </w:trPr>
        <w:tc>
          <w:tcPr>
            <w:tcW w:w="289" w:type="dxa"/>
          </w:tcPr>
          <w:p w14:paraId="58038C1C" w14:textId="52ECC8EB" w:rsidR="004C1104" w:rsidRDefault="004C1104"/>
        </w:tc>
        <w:tc>
          <w:tcPr>
            <w:tcW w:w="2305" w:type="dxa"/>
          </w:tcPr>
          <w:p w14:paraId="1B230024" w14:textId="77777777" w:rsidR="004C1104" w:rsidRDefault="004C1104"/>
        </w:tc>
        <w:tc>
          <w:tcPr>
            <w:tcW w:w="288" w:type="dxa"/>
          </w:tcPr>
          <w:p w14:paraId="28C9231F" w14:textId="77777777" w:rsidR="004C1104" w:rsidRDefault="004C1104"/>
        </w:tc>
        <w:tc>
          <w:tcPr>
            <w:tcW w:w="288" w:type="dxa"/>
          </w:tcPr>
          <w:p w14:paraId="47551F06" w14:textId="77777777" w:rsidR="004C1104" w:rsidRDefault="004C1104"/>
        </w:tc>
        <w:tc>
          <w:tcPr>
            <w:tcW w:w="2305" w:type="dxa"/>
          </w:tcPr>
          <w:p w14:paraId="2793FCF4" w14:textId="77777777" w:rsidR="004C1104" w:rsidRDefault="004C1104"/>
        </w:tc>
        <w:tc>
          <w:tcPr>
            <w:tcW w:w="288" w:type="dxa"/>
          </w:tcPr>
          <w:p w14:paraId="735BD2F6" w14:textId="77777777" w:rsidR="004C1104" w:rsidRDefault="004C1104"/>
        </w:tc>
        <w:tc>
          <w:tcPr>
            <w:tcW w:w="288" w:type="dxa"/>
          </w:tcPr>
          <w:p w14:paraId="24B91BA8" w14:textId="77777777" w:rsidR="004C1104" w:rsidRDefault="004C1104"/>
        </w:tc>
        <w:tc>
          <w:tcPr>
            <w:tcW w:w="2305" w:type="dxa"/>
          </w:tcPr>
          <w:p w14:paraId="6C66D245" w14:textId="77777777" w:rsidR="004C1104" w:rsidRDefault="004C1104"/>
        </w:tc>
        <w:tc>
          <w:tcPr>
            <w:tcW w:w="288" w:type="dxa"/>
          </w:tcPr>
          <w:p w14:paraId="3F9DA3E4" w14:textId="77777777" w:rsidR="004C1104" w:rsidRDefault="004C1104"/>
        </w:tc>
        <w:tc>
          <w:tcPr>
            <w:tcW w:w="288" w:type="dxa"/>
          </w:tcPr>
          <w:p w14:paraId="1DA5415D" w14:textId="77777777" w:rsidR="004C1104" w:rsidRDefault="004C1104"/>
        </w:tc>
        <w:tc>
          <w:tcPr>
            <w:tcW w:w="2305" w:type="dxa"/>
          </w:tcPr>
          <w:p w14:paraId="67C956F6" w14:textId="77777777" w:rsidR="004C1104" w:rsidRDefault="004C1104"/>
        </w:tc>
        <w:tc>
          <w:tcPr>
            <w:tcW w:w="288" w:type="dxa"/>
          </w:tcPr>
          <w:p w14:paraId="321A14D4" w14:textId="77777777" w:rsidR="004C1104" w:rsidRDefault="004C1104"/>
        </w:tc>
        <w:tc>
          <w:tcPr>
            <w:tcW w:w="288" w:type="dxa"/>
          </w:tcPr>
          <w:p w14:paraId="2D9DCD5A" w14:textId="77777777" w:rsidR="004C1104" w:rsidRDefault="004C1104"/>
        </w:tc>
        <w:tc>
          <w:tcPr>
            <w:tcW w:w="2305" w:type="dxa"/>
          </w:tcPr>
          <w:p w14:paraId="19DBC25A" w14:textId="77777777" w:rsidR="004C1104" w:rsidRDefault="004C1104"/>
        </w:tc>
        <w:tc>
          <w:tcPr>
            <w:tcW w:w="288" w:type="dxa"/>
          </w:tcPr>
          <w:p w14:paraId="1EBBA335" w14:textId="77777777" w:rsidR="004C1104" w:rsidRDefault="004C1104"/>
        </w:tc>
      </w:tr>
      <w:tr w:rsidR="004C1104" w14:paraId="26D5983F" w14:textId="77777777">
        <w:trPr>
          <w:trHeight w:hRule="exact" w:val="648"/>
        </w:trPr>
        <w:tc>
          <w:tcPr>
            <w:tcW w:w="289" w:type="dxa"/>
          </w:tcPr>
          <w:p w14:paraId="470F2D97" w14:textId="77777777" w:rsidR="004C1104" w:rsidRDefault="004C1104"/>
        </w:tc>
        <w:tc>
          <w:tcPr>
            <w:tcW w:w="2305" w:type="dxa"/>
          </w:tcPr>
          <w:p w14:paraId="2C54CB9B" w14:textId="77777777" w:rsidR="004C1104" w:rsidRDefault="004C1104"/>
        </w:tc>
        <w:tc>
          <w:tcPr>
            <w:tcW w:w="288" w:type="dxa"/>
          </w:tcPr>
          <w:p w14:paraId="4C13B34D" w14:textId="77777777" w:rsidR="004C1104" w:rsidRDefault="004C1104"/>
        </w:tc>
        <w:tc>
          <w:tcPr>
            <w:tcW w:w="288" w:type="dxa"/>
          </w:tcPr>
          <w:p w14:paraId="2AD28171" w14:textId="77777777" w:rsidR="004C1104" w:rsidRDefault="004C1104"/>
        </w:tc>
        <w:tc>
          <w:tcPr>
            <w:tcW w:w="2305" w:type="dxa"/>
          </w:tcPr>
          <w:p w14:paraId="68BC982D" w14:textId="77777777" w:rsidR="004C1104" w:rsidRDefault="004C1104"/>
        </w:tc>
        <w:tc>
          <w:tcPr>
            <w:tcW w:w="288" w:type="dxa"/>
          </w:tcPr>
          <w:p w14:paraId="2626E52B" w14:textId="77777777" w:rsidR="004C1104" w:rsidRDefault="004C1104"/>
        </w:tc>
        <w:tc>
          <w:tcPr>
            <w:tcW w:w="288" w:type="dxa"/>
          </w:tcPr>
          <w:p w14:paraId="3D326EE6" w14:textId="77777777" w:rsidR="004C1104" w:rsidRDefault="004C1104"/>
        </w:tc>
        <w:tc>
          <w:tcPr>
            <w:tcW w:w="2305" w:type="dxa"/>
          </w:tcPr>
          <w:p w14:paraId="52D543F2" w14:textId="77777777" w:rsidR="004C1104" w:rsidRDefault="004C1104"/>
        </w:tc>
        <w:tc>
          <w:tcPr>
            <w:tcW w:w="288" w:type="dxa"/>
          </w:tcPr>
          <w:p w14:paraId="5A9C8550" w14:textId="77777777" w:rsidR="004C1104" w:rsidRDefault="004C1104"/>
        </w:tc>
        <w:tc>
          <w:tcPr>
            <w:tcW w:w="288" w:type="dxa"/>
          </w:tcPr>
          <w:p w14:paraId="41B32534" w14:textId="77777777" w:rsidR="004C1104" w:rsidRDefault="004C1104"/>
        </w:tc>
        <w:tc>
          <w:tcPr>
            <w:tcW w:w="2305" w:type="dxa"/>
          </w:tcPr>
          <w:p w14:paraId="10A71F40" w14:textId="77777777" w:rsidR="004C1104" w:rsidRDefault="004C1104"/>
        </w:tc>
        <w:tc>
          <w:tcPr>
            <w:tcW w:w="288" w:type="dxa"/>
          </w:tcPr>
          <w:p w14:paraId="7666882E" w14:textId="77777777" w:rsidR="004C1104" w:rsidRDefault="004C1104"/>
        </w:tc>
        <w:tc>
          <w:tcPr>
            <w:tcW w:w="288" w:type="dxa"/>
          </w:tcPr>
          <w:p w14:paraId="568333D0" w14:textId="77777777" w:rsidR="004C1104" w:rsidRDefault="004C1104"/>
        </w:tc>
        <w:tc>
          <w:tcPr>
            <w:tcW w:w="2305" w:type="dxa"/>
          </w:tcPr>
          <w:p w14:paraId="02678A02" w14:textId="77777777" w:rsidR="004C1104" w:rsidRDefault="004C1104"/>
        </w:tc>
        <w:tc>
          <w:tcPr>
            <w:tcW w:w="288" w:type="dxa"/>
          </w:tcPr>
          <w:p w14:paraId="5926213A" w14:textId="77777777" w:rsidR="004C1104" w:rsidRDefault="004C1104"/>
        </w:tc>
      </w:tr>
      <w:tr w:rsidR="004C1104" w14:paraId="413D9DE6" w14:textId="77777777">
        <w:trPr>
          <w:trHeight w:hRule="exact" w:val="3744"/>
        </w:trPr>
        <w:tc>
          <w:tcPr>
            <w:tcW w:w="289" w:type="dxa"/>
            <w:vAlign w:val="bottom"/>
          </w:tcPr>
          <w:p w14:paraId="6B3E8220" w14:textId="77777777" w:rsidR="004C1104" w:rsidRDefault="004C1104"/>
        </w:tc>
        <w:tc>
          <w:tcPr>
            <w:tcW w:w="2305" w:type="dxa"/>
            <w:vAlign w:val="bottom"/>
          </w:tcPr>
          <w:p w14:paraId="5812EC47" w14:textId="77777777" w:rsidR="004C1104" w:rsidRDefault="004C1104"/>
        </w:tc>
        <w:tc>
          <w:tcPr>
            <w:tcW w:w="288" w:type="dxa"/>
            <w:vAlign w:val="bottom"/>
          </w:tcPr>
          <w:p w14:paraId="68FF33EF" w14:textId="77777777" w:rsidR="004C1104" w:rsidRDefault="004C1104"/>
        </w:tc>
        <w:tc>
          <w:tcPr>
            <w:tcW w:w="288" w:type="dxa"/>
            <w:vAlign w:val="bottom"/>
          </w:tcPr>
          <w:p w14:paraId="2178575B" w14:textId="77777777" w:rsidR="004C1104" w:rsidRDefault="004C1104"/>
        </w:tc>
        <w:tc>
          <w:tcPr>
            <w:tcW w:w="2305" w:type="dxa"/>
            <w:vAlign w:val="bottom"/>
          </w:tcPr>
          <w:p w14:paraId="20BBF762" w14:textId="77777777" w:rsidR="004C1104" w:rsidRDefault="004C1104"/>
        </w:tc>
        <w:tc>
          <w:tcPr>
            <w:tcW w:w="288" w:type="dxa"/>
            <w:vAlign w:val="bottom"/>
          </w:tcPr>
          <w:p w14:paraId="660E1C5A" w14:textId="77777777" w:rsidR="004C1104" w:rsidRDefault="004C1104"/>
        </w:tc>
        <w:tc>
          <w:tcPr>
            <w:tcW w:w="288" w:type="dxa"/>
            <w:vAlign w:val="bottom"/>
          </w:tcPr>
          <w:p w14:paraId="466299E9" w14:textId="77777777" w:rsidR="004C1104" w:rsidRDefault="004C1104"/>
        </w:tc>
        <w:tc>
          <w:tcPr>
            <w:tcW w:w="2305" w:type="dxa"/>
            <w:vAlign w:val="bottom"/>
          </w:tcPr>
          <w:p w14:paraId="4FB76B17" w14:textId="77777777" w:rsidR="004C1104" w:rsidRDefault="004C1104"/>
        </w:tc>
        <w:tc>
          <w:tcPr>
            <w:tcW w:w="288" w:type="dxa"/>
            <w:vAlign w:val="bottom"/>
          </w:tcPr>
          <w:p w14:paraId="4A943D54" w14:textId="77777777" w:rsidR="004C1104" w:rsidRDefault="004C1104"/>
        </w:tc>
        <w:tc>
          <w:tcPr>
            <w:tcW w:w="288" w:type="dxa"/>
            <w:vAlign w:val="bottom"/>
          </w:tcPr>
          <w:p w14:paraId="34018F8A" w14:textId="77777777" w:rsidR="004C1104" w:rsidRDefault="004C1104"/>
        </w:tc>
        <w:tc>
          <w:tcPr>
            <w:tcW w:w="2305" w:type="dxa"/>
            <w:vAlign w:val="bottom"/>
          </w:tcPr>
          <w:p w14:paraId="3AEC7AAC" w14:textId="77777777" w:rsidR="004C1104" w:rsidRDefault="004C1104"/>
        </w:tc>
        <w:tc>
          <w:tcPr>
            <w:tcW w:w="288" w:type="dxa"/>
            <w:vAlign w:val="bottom"/>
          </w:tcPr>
          <w:p w14:paraId="1D2AF4A6" w14:textId="77777777" w:rsidR="004C1104" w:rsidRDefault="004C1104"/>
        </w:tc>
        <w:tc>
          <w:tcPr>
            <w:tcW w:w="288" w:type="dxa"/>
            <w:vAlign w:val="bottom"/>
          </w:tcPr>
          <w:p w14:paraId="13F847D1" w14:textId="77777777" w:rsidR="004C1104" w:rsidRDefault="004C1104"/>
        </w:tc>
        <w:tc>
          <w:tcPr>
            <w:tcW w:w="2305" w:type="dxa"/>
            <w:vAlign w:val="bottom"/>
          </w:tcPr>
          <w:p w14:paraId="36E7E9A7" w14:textId="77777777" w:rsidR="004C1104" w:rsidRDefault="004C1104"/>
        </w:tc>
        <w:tc>
          <w:tcPr>
            <w:tcW w:w="288" w:type="dxa"/>
            <w:vAlign w:val="bottom"/>
          </w:tcPr>
          <w:p w14:paraId="79FB8581" w14:textId="77777777" w:rsidR="004C1104" w:rsidRDefault="004C1104"/>
        </w:tc>
      </w:tr>
      <w:tr w:rsidR="004C1104" w14:paraId="3CD64478" w14:textId="77777777">
        <w:trPr>
          <w:trHeight w:hRule="exact" w:val="288"/>
        </w:trPr>
        <w:tc>
          <w:tcPr>
            <w:tcW w:w="289" w:type="dxa"/>
          </w:tcPr>
          <w:p w14:paraId="73DF5A17" w14:textId="77777777" w:rsidR="004C1104" w:rsidRDefault="004C1104"/>
        </w:tc>
        <w:tc>
          <w:tcPr>
            <w:tcW w:w="2305" w:type="dxa"/>
          </w:tcPr>
          <w:p w14:paraId="5A9026E1" w14:textId="77777777" w:rsidR="004C1104" w:rsidRDefault="004C1104"/>
        </w:tc>
        <w:tc>
          <w:tcPr>
            <w:tcW w:w="288" w:type="dxa"/>
          </w:tcPr>
          <w:p w14:paraId="67306FC2" w14:textId="77777777" w:rsidR="004C1104" w:rsidRDefault="004C1104"/>
        </w:tc>
        <w:tc>
          <w:tcPr>
            <w:tcW w:w="288" w:type="dxa"/>
          </w:tcPr>
          <w:p w14:paraId="483C6681" w14:textId="77777777" w:rsidR="004C1104" w:rsidRDefault="004C1104"/>
        </w:tc>
        <w:tc>
          <w:tcPr>
            <w:tcW w:w="2305" w:type="dxa"/>
          </w:tcPr>
          <w:p w14:paraId="50353476" w14:textId="77777777" w:rsidR="004C1104" w:rsidRDefault="004C1104"/>
        </w:tc>
        <w:tc>
          <w:tcPr>
            <w:tcW w:w="288" w:type="dxa"/>
          </w:tcPr>
          <w:p w14:paraId="242A654A" w14:textId="77777777" w:rsidR="004C1104" w:rsidRDefault="004C1104"/>
        </w:tc>
        <w:tc>
          <w:tcPr>
            <w:tcW w:w="288" w:type="dxa"/>
          </w:tcPr>
          <w:p w14:paraId="097C9A3C" w14:textId="77777777" w:rsidR="004C1104" w:rsidRDefault="004C1104"/>
        </w:tc>
        <w:tc>
          <w:tcPr>
            <w:tcW w:w="2305" w:type="dxa"/>
          </w:tcPr>
          <w:p w14:paraId="0C3594D1" w14:textId="77777777" w:rsidR="004C1104" w:rsidRDefault="004C1104"/>
        </w:tc>
        <w:tc>
          <w:tcPr>
            <w:tcW w:w="288" w:type="dxa"/>
          </w:tcPr>
          <w:p w14:paraId="7E9ABF0F" w14:textId="77777777" w:rsidR="004C1104" w:rsidRDefault="004C1104"/>
        </w:tc>
        <w:tc>
          <w:tcPr>
            <w:tcW w:w="288" w:type="dxa"/>
          </w:tcPr>
          <w:p w14:paraId="11A097F1" w14:textId="77777777" w:rsidR="004C1104" w:rsidRDefault="004C1104"/>
        </w:tc>
        <w:tc>
          <w:tcPr>
            <w:tcW w:w="2305" w:type="dxa"/>
          </w:tcPr>
          <w:p w14:paraId="58F1A4D5" w14:textId="77777777" w:rsidR="004C1104" w:rsidRDefault="004C1104"/>
        </w:tc>
        <w:tc>
          <w:tcPr>
            <w:tcW w:w="288" w:type="dxa"/>
          </w:tcPr>
          <w:p w14:paraId="494D66A1" w14:textId="77777777" w:rsidR="004C1104" w:rsidRDefault="004C1104"/>
        </w:tc>
        <w:tc>
          <w:tcPr>
            <w:tcW w:w="288" w:type="dxa"/>
          </w:tcPr>
          <w:p w14:paraId="396713DE" w14:textId="77777777" w:rsidR="004C1104" w:rsidRDefault="004C1104"/>
        </w:tc>
        <w:tc>
          <w:tcPr>
            <w:tcW w:w="2305" w:type="dxa"/>
          </w:tcPr>
          <w:p w14:paraId="4271FC45" w14:textId="77777777" w:rsidR="004C1104" w:rsidRDefault="004C1104"/>
        </w:tc>
        <w:tc>
          <w:tcPr>
            <w:tcW w:w="288" w:type="dxa"/>
          </w:tcPr>
          <w:p w14:paraId="29E7CDFE" w14:textId="77777777" w:rsidR="004C1104" w:rsidRDefault="004C1104"/>
        </w:tc>
      </w:tr>
    </w:tbl>
    <w:bookmarkEnd w:id="0"/>
    <w:p w14:paraId="030D761B" w14:textId="7B667352" w:rsidR="004C1104" w:rsidRDefault="00C1643F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27520" behindDoc="1" locked="0" layoutInCell="1" allowOverlap="1" wp14:anchorId="2063E576" wp14:editId="0FD50D28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10058400" cy="7772400"/>
                <wp:effectExtent l="0" t="0" r="19050" b="19050"/>
                <wp:wrapNone/>
                <wp:docPr id="33" name="Group 12" descr="Cutline guid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0" cy="7772400"/>
                          <a:chOff x="0" y="0"/>
                          <a:chExt cx="10058400" cy="7772400"/>
                        </a:xfrm>
                      </wpg:grpSpPr>
                      <wpg:grpSp>
                        <wpg:cNvPr id="34" name="Group 7"/>
                        <wpg:cNvGrpSpPr/>
                        <wpg:grpSpPr>
                          <a:xfrm rot="5400000">
                            <a:off x="1143000" y="-685800"/>
                            <a:ext cx="7772400" cy="9144000"/>
                            <a:chOff x="0" y="0"/>
                            <a:chExt cx="7772400" cy="9144000"/>
                          </a:xfrm>
                        </wpg:grpSpPr>
                        <wps:wsp>
                          <wps:cNvPr id="35" name="Straight Connector 1"/>
                          <wps:cNvCnPr/>
                          <wps:spPr>
                            <a:xfrm>
                              <a:off x="0" y="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2"/>
                          <wps:cNvCnPr/>
                          <wps:spPr>
                            <a:xfrm>
                              <a:off x="0" y="18288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Connector 3"/>
                          <wps:cNvCnPr/>
                          <wps:spPr>
                            <a:xfrm>
                              <a:off x="0" y="36576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4"/>
                          <wps:cNvCnPr/>
                          <wps:spPr>
                            <a:xfrm>
                              <a:off x="0" y="54864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Connector 5"/>
                          <wps:cNvCnPr/>
                          <wps:spPr>
                            <a:xfrm>
                              <a:off x="0" y="73152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Straight Connector 6"/>
                          <wps:cNvCnPr/>
                          <wps:spPr>
                            <a:xfrm>
                              <a:off x="0" y="91440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1" name="Group 11"/>
                        <wpg:cNvGrpSpPr/>
                        <wpg:grpSpPr>
                          <a:xfrm rot="5400000">
                            <a:off x="1838325" y="-1152525"/>
                            <a:ext cx="6381750" cy="10058400"/>
                            <a:chOff x="0" y="0"/>
                            <a:chExt cx="6381750" cy="10058400"/>
                          </a:xfrm>
                        </wpg:grpSpPr>
                        <wps:wsp>
                          <wps:cNvPr id="42" name="Straight Connector 8"/>
                          <wps:cNvCnPr/>
                          <wps:spPr>
                            <a:xfrm>
                              <a:off x="0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Straight Connector 9"/>
                          <wps:cNvCnPr/>
                          <wps:spPr>
                            <a:xfrm>
                              <a:off x="3190875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Straight Connector 10"/>
                          <wps:cNvCnPr/>
                          <wps:spPr>
                            <a:xfrm>
                              <a:off x="6381750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F6D4BA" id="Group 12" o:spid="_x0000_s1026" alt="Cutline guides" style="position:absolute;margin-left:0;margin-top:0;width:11in;height:612pt;z-index:-251688960;mso-position-horizontal:left;mso-position-horizontal-relative:page;mso-position-vertical:top;mso-position-vertical-relative:page" coordsize="100584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">
                <v:group id="Group 7" o:spid="_x0000_s1027" style="position:absolute;left:11430;top:-6858;width:77724;height:91440;rotation:90" coordsize="77724,9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mhXM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MC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nmhXMQAAADbAAAA&#10;DwAAAAAAAAAAAAAAAACqAgAAZHJzL2Rvd25yZXYueG1sUEsFBgAAAAAEAAQA+gAAAJsDAAAAAA==&#10;">
                  <v:line id="Straight Connector 1" o:spid="_x0000_s1028" style="position:absolute;visibility:visible;mso-wrap-style:square" from="0,0" to="7772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GOsMEAAADbAAAADwAAAGRycy9kb3ducmV2LnhtbESPQWsCMRSE70L/Q3iFXqRmqyiyNUot&#10;WPTount/bF43SzcvS5Lq+u+NIHgcZuYbZrUZbCfO5EPrWMHHJANBXDvdcqOgPO3elyBCRNbYOSYF&#10;VwqwWb+MVphrd+EjnYvYiAThkKMCE2OfSxlqQxbDxPXEyft13mJM0jdSe7wkuO3kNMsW0mLLacFg&#10;T9+G6r/i3yr4KW3ht1FW1ZJnlRlf6+0hC0q9vQ5fnyAiDfEZfrT3WsFsDvcv6QfI9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cY6wwQAAANsAAAAPAAAAAAAAAAAAAAAA&#10;AKECAABkcnMvZG93bnJldi54bWxQSwUGAAAAAAQABAD5AAAAjwMAAAAA&#10;" strokecolor="#d8d8d8 [2732]" strokeweight=".5pt">
                    <v:stroke dashstyle="dash" joinstyle="miter"/>
                  </v:line>
                  <v:line id="Straight Connector 2" o:spid="_x0000_s1029" style="position:absolute;visibility:visible;mso-wrap-style:square" from="0,18288" to="77724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MQx8AAAADbAAAADwAAAGRycy9kb3ducmV2LnhtbESPQYvCMBSE78L+h/AW9iKaroJI1yi6&#10;oOjRau+P5m1TbF5KErX++40geBxm5htmseptK27kQ+NYwfc4A0FcOd1wreB82o7mIEJE1tg6JgUP&#10;CrBafgwWmGt35yPdiliLBOGQowITY5dLGSpDFsPYdcTJ+3PeYkzS11J7vCe4beUky2bSYsNpwWBH&#10;v4aqS3G1CnZnW/hNlGU552lpho9qc8iCUl+f/foHRKQ+vsOv9l4rmM7g+SX9AL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6jEMfAAAAA2wAAAA8AAAAAAAAAAAAAAAAA&#10;oQIAAGRycy9kb3ducmV2LnhtbFBLBQYAAAAABAAEAPkAAACOAwAAAAA=&#10;" strokecolor="#d8d8d8 [2732]" strokeweight=".5pt">
                    <v:stroke dashstyle="dash" joinstyle="miter"/>
                  </v:line>
                  <v:line id="Straight Connector 3" o:spid="_x0000_s1030" style="position:absolute;visibility:visible;mso-wrap-style:square" from="0,36576" to="77724,36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+1XMEAAADbAAAADwAAAGRycy9kb3ducmV2LnhtbESPQWsCMRSE70L/Q3iFXqRmq6CyNUot&#10;WPTount/bF43SzcvS5Lq+u+NIHgcZuYbZrUZbCfO5EPrWMHHJANBXDvdcqOgPO3elyBCRNbYOSYF&#10;VwqwWb+MVphrd+EjnYvYiAThkKMCE2OfSxlqQxbDxPXEyft13mJM0jdSe7wkuO3kNMvm0mLLacFg&#10;T9+G6r/i3yr4KW3ht1FW1ZJnlRlf6+0hC0q9vQ5fnyAiDfEZfrT3WsFsAfcv6QfI9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77VcwQAAANsAAAAPAAAAAAAAAAAAAAAA&#10;AKECAABkcnMvZG93bnJldi54bWxQSwUGAAAAAAQABAD5AAAAjwMAAAAA&#10;" strokecolor="#d8d8d8 [2732]" strokeweight=".5pt">
                    <v:stroke dashstyle="dash" joinstyle="miter"/>
                  </v:line>
                  <v:line id="Straight Connector 4" o:spid="_x0000_s1031" style="position:absolute;visibility:visible;mso-wrap-style:square" from="0,54864" to="77724,5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AhLr4AAADbAAAADwAAAGRycy9kb3ducmV2LnhtbERPTYvCMBC9L/gfwgh7WTRVQUo1igor&#10;69Fq70MzNsVmUpKs1n+/OSx4fLzv9XawnXiQD61jBbNpBoK4drrlRsH18j3JQYSIrLFzTApeFGC7&#10;GX2ssdDuyWd6lLERKYRDgQpMjH0hZagNWQxT1xMn7ua8xZigb6T2+EzhtpPzLFtKiy2nBoM9HQzV&#10;9/LXKjheben3UVZVzovKfL3q/SkLSn2Oh90KRKQhvsX/7h+tYJHGpi/pB8jN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cCEuvgAAANsAAAAPAAAAAAAAAAAAAAAAAKEC&#10;AABkcnMvZG93bnJldi54bWxQSwUGAAAAAAQABAD5AAAAjAMAAAAA&#10;" strokecolor="#d8d8d8 [2732]" strokeweight=".5pt">
                    <v:stroke dashstyle="dash" joinstyle="miter"/>
                  </v:line>
                  <v:line id="Straight Connector 5" o:spid="_x0000_s1032" style="position:absolute;visibility:visible;mso-wrap-style:square" from="0,73152" to="77724,7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yEtcEAAADbAAAADwAAAGRycy9kb3ducmV2LnhtbESPQWsCMRSE70L/Q3iFXqRmqyDr1ii1&#10;YNGjq3t/bF43SzcvS5Lq+u+NIHgcZuYbZrkebCfO5EPrWMHHJANBXDvdcqPgdNy+5yBCRNbYOSYF&#10;VwqwXr2Mllhod+EDncvYiAThUKACE2NfSBlqQxbDxPXEyft13mJM0jdSe7wkuO3kNMvm0mLLacFg&#10;T9+G6r/y3yr4OdnSb6KsqpxnlRlf680+C0q9vQ5fnyAiDfEZfrR3WsFsAfcv6Qf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PIS1wQAAANsAAAAPAAAAAAAAAAAAAAAA&#10;AKECAABkcnMvZG93bnJldi54bWxQSwUGAAAAAAQABAD5AAAAjwMAAAAA&#10;" strokecolor="#d8d8d8 [2732]" strokeweight=".5pt">
                    <v:stroke dashstyle="dash" joinstyle="miter"/>
                  </v:line>
                  <v:line id="Straight Connector 6" o:spid="_x0000_s1033" style="position:absolute;visibility:visible;mso-wrap-style:square" from="0,91440" to="77724,91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BeVb4AAADbAAAADwAAAGRycy9kb3ducmV2LnhtbERPTYvCMBC9C/sfwix4kTXdVUS6RlmF&#10;FT1a7X1oxqbYTEoStf57cxA8Pt73YtXbVtzIh8axgu9xBoK4crrhWsHp+P81BxEissbWMSl4UIDV&#10;8mOwwFy7Ox/oVsRapBAOOSowMXa5lKEyZDGMXUecuLPzFmOCvpba4z2F21b+ZNlMWmw4NRjsaGOo&#10;uhRXq2B7soVfR1mWc56UZvSo1vssKDX87P9+QUTq41v8cu+0gmlan76kHyCX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2AF5VvgAAANsAAAAPAAAAAAAAAAAAAAAAAKEC&#10;AABkcnMvZG93bnJldi54bWxQSwUGAAAAAAQABAD5AAAAjAMAAAAA&#10;" strokecolor="#d8d8d8 [2732]" strokeweight=".5pt">
                    <v:stroke dashstyle="dash" joinstyle="miter"/>
                  </v:line>
                </v:group>
                <v:group id="Group 11" o:spid="_x0000_s1034" style="position:absolute;left:18383;top:-11525;width:63817;height:100584;rotation:90" coordsize="63817,100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ghxucQAAADbAAAADwAAAGRycy9kb3ducmV2LnhtbESPQWsCMRSE7wX/Q3hC&#10;L0WzK6X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ghxucQAAADbAAAA&#10;DwAAAAAAAAAAAAAAAACqAgAAZHJzL2Rvd25yZXYueG1sUEsFBgAAAAAEAAQA+gAAAJsDAAAAAA==&#10;">
                  <v:line id="Straight Connector 8" o:spid="_x0000_s1035" style="position:absolute;visibility:visible;mso-wrap-style:square" from="0,0" to="0,10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5lucEAAADbAAAADwAAAGRycy9kb3ducmV2LnhtbESPQWsCMRSE70L/Q3gFL6LZWimyGqUK&#10;Snt0u3t/bJ6bxc3LkkRd/70pFHocZuYbZr0dbCdu5EPrWMHbLANBXDvdcqOg/DlMlyBCRNbYOSYF&#10;Dwqw3byM1phrd+cT3YrYiAThkKMCE2OfSxlqQxbDzPXEyTs7bzEm6RupPd4T3HZynmUf0mLLacFg&#10;T3tD9aW4WgXH0hZ+F2VVLfm9MpNHvfvOglLj1+FzBSLSEP/Df+0vrWAxh98v6Qf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nmW5wQAAANsAAAAPAAAAAAAAAAAAAAAA&#10;AKECAABkcnMvZG93bnJldi54bWxQSwUGAAAAAAQABAD5AAAAjwMAAAAA&#10;" strokecolor="#d8d8d8 [2732]" strokeweight=".5pt">
                    <v:stroke dashstyle="dash" joinstyle="miter"/>
                  </v:line>
                  <v:line id="Straight Connector 9" o:spid="_x0000_s1036" style="position:absolute;visibility:visible;mso-wrap-style:square" from="31908,0" to="31908,10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LAIsEAAADbAAAADwAAAGRycy9kb3ducmV2LnhtbESPQWsCMRSE70L/Q3iFXqRmqyKyNUot&#10;WPTount/bF43SzcvS5Lq+u+NIHgcZuYbZrUZbCfO5EPrWMHHJANBXDvdcqOgPO3elyBCRNbYOSYF&#10;VwqwWb+MVphrd+EjnYvYiAThkKMCE2OfSxlqQxbDxPXEyft13mJM0jdSe7wkuO3kNMsW0mLLacFg&#10;T9+G6r/i3yr4KW3ht1FW1ZJnlRlf6+0hC0q9vQ5fnyAiDfEZfrT3WsF8Bvcv6QfI9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0sAiwQAAANsAAAAPAAAAAAAAAAAAAAAA&#10;AKECAABkcnMvZG93bnJldi54bWxQSwUGAAAAAAQABAD5AAAAjwMAAAAA&#10;" strokecolor="#d8d8d8 [2732]" strokeweight=".5pt">
                    <v:stroke dashstyle="dash" joinstyle="miter"/>
                  </v:line>
                  <v:line id="Straight Connector 10" o:spid="_x0000_s1037" style="position:absolute;visibility:visible;mso-wrap-style:square" from="63817,0" to="63817,10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tYVsEAAADbAAAADwAAAGRycy9kb3ducmV2LnhtbESPQWsCMRSE70L/Q3iFXqRmqyKyNUot&#10;WPTount/bF43SzcvS5Lq+u+NIHgcZuYbZrUZbCfO5EPrWMHHJANBXDvdcqOgPO3elyBCRNbYOSYF&#10;VwqwWb+MVphrd+EjnYvYiAThkKMCE2OfSxlqQxbDxPXEyft13mJM0jdSe7wkuO3kNMsW0mLLacFg&#10;T9+G6r/i3yr4KW3ht1FW1ZJnlRlf6+0hC0q9vQ5fnyAiDfEZfrT3WsF8Dvcv6QfI9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1hWwQAAANsAAAAPAAAAAAAAAAAAAAAA&#10;AKECAABkcnMvZG93bnJldi54bWxQSwUGAAAAAAQABAD5AAAAjwMAAAAA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</w:p>
    <w:sectPr w:rsidR="004C1104" w:rsidSect="00C56F4E">
      <w:pgSz w:w="15840" w:h="12240" w:orient="landscape"/>
      <w:pgMar w:top="10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328"/>
    <w:rsid w:val="00092F25"/>
    <w:rsid w:val="000D29D3"/>
    <w:rsid w:val="0010395B"/>
    <w:rsid w:val="001E52C7"/>
    <w:rsid w:val="002517D1"/>
    <w:rsid w:val="002873E5"/>
    <w:rsid w:val="002A760D"/>
    <w:rsid w:val="002C4273"/>
    <w:rsid w:val="002E5466"/>
    <w:rsid w:val="00354147"/>
    <w:rsid w:val="00466B17"/>
    <w:rsid w:val="004C1104"/>
    <w:rsid w:val="005133ED"/>
    <w:rsid w:val="00562700"/>
    <w:rsid w:val="005913B6"/>
    <w:rsid w:val="006635E2"/>
    <w:rsid w:val="00682D60"/>
    <w:rsid w:val="006A702D"/>
    <w:rsid w:val="00742609"/>
    <w:rsid w:val="007E1CFC"/>
    <w:rsid w:val="00821B02"/>
    <w:rsid w:val="00825F18"/>
    <w:rsid w:val="008D5F3F"/>
    <w:rsid w:val="0095316E"/>
    <w:rsid w:val="009941E8"/>
    <w:rsid w:val="009E4328"/>
    <w:rsid w:val="00A37387"/>
    <w:rsid w:val="00A438FE"/>
    <w:rsid w:val="00A647F1"/>
    <w:rsid w:val="00AE4795"/>
    <w:rsid w:val="00B24042"/>
    <w:rsid w:val="00B83189"/>
    <w:rsid w:val="00BB41F1"/>
    <w:rsid w:val="00C1643F"/>
    <w:rsid w:val="00C34E34"/>
    <w:rsid w:val="00C56F4E"/>
    <w:rsid w:val="00CB1055"/>
    <w:rsid w:val="00D0466B"/>
    <w:rsid w:val="00D71055"/>
    <w:rsid w:val="00DB2C32"/>
    <w:rsid w:val="00F4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v-text-anchor:middle" fillcolor="#7030a0" stroke="f">
      <v:fill color="#7030a0"/>
      <v:stroke weight="1pt" on="f"/>
      <o:colormru v:ext="edit" colors="#0074ba"/>
    </o:shapedefaults>
    <o:shapelayout v:ext="edit">
      <o:idmap v:ext="edit" data="1"/>
    </o:shapelayout>
  </w:shapeDefaults>
  <w:decimalSymbol w:val="."/>
  <w:listSeparator w:val=","/>
  <w14:docId w14:val="4BF167EA"/>
  <w15:docId w15:val="{16F69BAE-22FE-4838-BFD5-DE38C715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C483D" w:themeColor="text2"/>
        <w:kern w:val="2"/>
        <w:sz w:val="18"/>
        <w:lang w:val="en-US" w:eastAsia="ja-JP" w:bidi="ar-SA"/>
      </w:rPr>
    </w:rPrDefault>
    <w:pPrDefault>
      <w:pPr>
        <w:spacing w:after="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F4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56F4E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C56F4E"/>
    <w:rPr>
      <w:color w:val="808080"/>
    </w:rPr>
  </w:style>
  <w:style w:type="character" w:styleId="Strong">
    <w:name w:val="Strong"/>
    <w:basedOn w:val="DefaultParagraphFont"/>
    <w:uiPriority w:val="1"/>
    <w:qFormat/>
    <w:rsid w:val="00C56F4E"/>
    <w:rPr>
      <w:b w:val="0"/>
      <w:bCs w:val="0"/>
      <w:color w:val="F24F4F" w:themeColor="accent1"/>
    </w:rPr>
  </w:style>
  <w:style w:type="paragraph" w:customStyle="1" w:styleId="Organization">
    <w:name w:val="Organization"/>
    <w:basedOn w:val="Normal"/>
    <w:uiPriority w:val="1"/>
    <w:qFormat/>
    <w:rsid w:val="00C56F4E"/>
    <w:pPr>
      <w:spacing w:after="0"/>
    </w:pPr>
    <w:rPr>
      <w:color w:val="26241E" w:themeColor="text2" w:themeShade="80"/>
    </w:rPr>
  </w:style>
  <w:style w:type="paragraph" w:customStyle="1" w:styleId="Name">
    <w:name w:val="Name"/>
    <w:basedOn w:val="Normal"/>
    <w:next w:val="Normal"/>
    <w:uiPriority w:val="1"/>
    <w:qFormat/>
    <w:rsid w:val="00C56F4E"/>
    <w:pPr>
      <w:spacing w:after="440" w:line="216" w:lineRule="auto"/>
    </w:pPr>
    <w:rPr>
      <w:rFonts w:asciiTheme="majorHAnsi" w:eastAsiaTheme="majorEastAsia" w:hAnsiTheme="majorHAnsi" w:cstheme="majorBidi"/>
      <w:color w:val="F24F4F" w:themeColor="accent1"/>
      <w:sz w:val="30"/>
    </w:rPr>
  </w:style>
  <w:style w:type="character" w:styleId="Hyperlink">
    <w:name w:val="Hyperlink"/>
    <w:basedOn w:val="DefaultParagraphFont"/>
    <w:uiPriority w:val="99"/>
    <w:unhideWhenUsed/>
    <w:rsid w:val="00466B17"/>
    <w:rPr>
      <w:color w:val="4C483D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66B1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25F18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m\AppData\Roaming\Microsoft\Templates\Business%20cards%20(Red%20design,%20vertical,%2010%20per%20page).dotx" TargetMode="External"/></Relationship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E7E38040B7346B671260412E224E8" ma:contentTypeVersion="12" ma:contentTypeDescription="Create a new document." ma:contentTypeScope="" ma:versionID="aa2bf2102f42c6f0382496b1ae755926">
  <xsd:schema xmlns:xsd="http://www.w3.org/2001/XMLSchema" xmlns:xs="http://www.w3.org/2001/XMLSchema" xmlns:p="http://schemas.microsoft.com/office/2006/metadata/properties" xmlns:ns2="9dc426e2-c23b-4d6e-81c5-ad26a5de56d0" xmlns:ns3="7dbc2f11-3c1e-48b8-b0b6-22888b07a40e" targetNamespace="http://schemas.microsoft.com/office/2006/metadata/properties" ma:root="true" ma:fieldsID="e09aed28981a7dc5e696088c3d1954c1" ns2:_="" ns3:_="">
    <xsd:import namespace="9dc426e2-c23b-4d6e-81c5-ad26a5de56d0"/>
    <xsd:import namespace="7dbc2f11-3c1e-48b8-b0b6-22888b07a4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426e2-c23b-4d6e-81c5-ad26a5de5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c2f11-3c1e-48b8-b0b6-22888b07a4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67D47-7562-41C9-A216-2155B2A8F781}"/>
</file>

<file path=customXml/itemProps3.xml><?xml version="1.0" encoding="utf-8"?>
<ds:datastoreItem xmlns:ds="http://schemas.openxmlformats.org/officeDocument/2006/customXml" ds:itemID="{3BC899B7-0E2F-4270-A4B7-154DE6310671}"/>
</file>

<file path=customXml/itemProps4.xml><?xml version="1.0" encoding="utf-8"?>
<ds:datastoreItem xmlns:ds="http://schemas.openxmlformats.org/officeDocument/2006/customXml" ds:itemID="{F7EBD95B-BC07-4E59-BE7A-C34AABF0F8C7}"/>
</file>

<file path=docProps/app.xml><?xml version="1.0" encoding="utf-8"?>
<Properties xmlns="http://schemas.openxmlformats.org/officeDocument/2006/extended-properties" xmlns:vt="http://schemas.openxmlformats.org/officeDocument/2006/docPropsVTypes">
  <Template>Business cards (Red design, vertical, 10 per page).dotx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</dc:creator>
  <cp:keywords/>
  <dc:description/>
  <cp:lastModifiedBy>Rene Street</cp:lastModifiedBy>
  <cp:revision>2</cp:revision>
  <cp:lastPrinted>2019-01-06T20:16:00Z</cp:lastPrinted>
  <dcterms:created xsi:type="dcterms:W3CDTF">2019-12-10T17:28:00Z</dcterms:created>
  <dcterms:modified xsi:type="dcterms:W3CDTF">2019-12-10T17:28:00Z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TC029281829991</vt:lpwstr>
  </property>
  <property fmtid="{D5CDD505-2E9C-101B-9397-08002B2CF9AE}" pid="3" name="ContentTypeId">
    <vt:lpwstr>0x01010019BE7E38040B7346B671260412E224E8</vt:lpwstr>
  </property>
</Properties>
</file>